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2A2B37">
        <w:t>CXXV - togo</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2A2B37">
        <w:t>CXXV - Togo</w:t>
      </w:r>
      <w:r w:rsidR="005B0CB4">
        <w:t xml:space="preserve"> </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2A2B37">
        <w:t xml:space="preserve">CXXV - Togo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0B0770">
        <w:t>26</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F95" w:rsidRDefault="00C66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5B0CB4">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w:t>
    </w:r>
    <w:r w:rsidR="000F5103">
      <w:t>50</w:t>
    </w:r>
    <w:r w:rsidR="002A2B37">
      <w:t>3</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FA2DFD">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3D3A1134" wp14:editId="77B2C5AA">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w:t>
          </w:r>
          <w:r w:rsidR="000F5103">
            <w:rPr>
              <w:b/>
              <w:szCs w:val="16"/>
            </w:rPr>
            <w:t>50</w:t>
          </w:r>
          <w:r w:rsidR="002A2B37">
            <w:rPr>
              <w:b/>
              <w:szCs w:val="16"/>
            </w:rPr>
            <w:t>3</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FA2DFD" w:rsidP="005B0CB4">
          <w:pPr>
            <w:jc w:val="right"/>
            <w:rPr>
              <w:szCs w:val="16"/>
            </w:rPr>
          </w:pPr>
          <w:r>
            <w:rPr>
              <w:szCs w:val="16"/>
            </w:rPr>
            <w:t>27</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C66F95">
            <w:rPr>
              <w:color w:val="FF0000"/>
              <w:szCs w:val="16"/>
            </w:rPr>
            <w:t>4112</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2A2B37">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FA2DFD">
            <w:rPr>
              <w:bCs/>
              <w:noProof/>
              <w:szCs w:val="16"/>
            </w:rPr>
            <w:t>1</w:t>
          </w:r>
          <w:r w:rsidRPr="00686DD0">
            <w:rPr>
              <w:bCs/>
              <w:szCs w:val="16"/>
            </w:rPr>
            <w:fldChar w:fldCharType="end"/>
          </w:r>
          <w:r w:rsidRPr="00686DD0">
            <w:rPr>
              <w:bCs/>
              <w:szCs w:val="16"/>
            </w:rPr>
            <w:t>/</w:t>
          </w:r>
          <w:bookmarkEnd w:id="4"/>
          <w:r w:rsidR="002A2B37">
            <w:rPr>
              <w:bCs/>
              <w:szCs w:val="16"/>
            </w:rPr>
            <w:t>26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0770"/>
    <w:rsid w:val="000B1EA6"/>
    <w:rsid w:val="000B31E1"/>
    <w:rsid w:val="000B4A6B"/>
    <w:rsid w:val="000B4CEF"/>
    <w:rsid w:val="000D4CB5"/>
    <w:rsid w:val="000E3C1D"/>
    <w:rsid w:val="000F5103"/>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84992"/>
    <w:rsid w:val="002A0A33"/>
    <w:rsid w:val="002A2B37"/>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75819"/>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0CB4"/>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66F95"/>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2DF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2017-07-18T14:42:00Z</dcterms:created>
  <dcterms:modified xsi:type="dcterms:W3CDTF">2017-07-27T05:34:00Z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