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5CF5" w:rsidRDefault="009C3D5D" w:rsidP="00D15CF5">
      <w:pPr>
        <w:pStyle w:val="Title"/>
        <w:rPr>
          <w:caps w:val="0"/>
          <w:kern w:val="0"/>
        </w:rPr>
      </w:pPr>
      <w:bookmarkStart w:id="0" w:name="_GoBack"/>
      <w:bookmarkEnd w:id="0"/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>
        <w:t>CL</w:t>
      </w:r>
      <w:r w:rsidR="00E22E78">
        <w:t>XIV</w:t>
      </w:r>
      <w:r w:rsidRPr="00D15CF5">
        <w:t xml:space="preserve"> – </w:t>
      </w:r>
      <w:r w:rsidR="00E22E78">
        <w:t>SAMOA</w:t>
      </w:r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FootnoteReference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LTC</w:t>
      </w:r>
      <w:r w:rsidR="00D15CF5" w:rsidRPr="00D15CF5">
        <w:rPr>
          <w:rStyle w:val="FootnoteReference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D15CF5">
        <w:t>CL</w:t>
      </w:r>
      <w:r w:rsidR="00E22E78">
        <w:t>XIV</w:t>
      </w:r>
      <w:r w:rsidR="00D87E53" w:rsidRPr="00D15CF5">
        <w:t xml:space="preserve"> –</w:t>
      </w:r>
      <w:r w:rsidR="00F612DF" w:rsidRPr="00D15CF5">
        <w:t xml:space="preserve"> </w:t>
      </w:r>
      <w:r w:rsidR="00E22E78">
        <w:t>Samoa</w:t>
      </w:r>
      <w:r w:rsidR="00D15CF5" w:rsidRPr="00D15CF5">
        <w:rPr>
          <w:rStyle w:val="FootnoteReference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FootnoteReference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 SH</w:t>
      </w:r>
      <w:r w:rsidR="00F612DF" w:rsidRPr="00D15CF5">
        <w:t>2012</w:t>
      </w:r>
      <w:r w:rsidR="00A32B3D" w:rsidRPr="00D15CF5">
        <w:t xml:space="preserve">, qui a été approuvé à la session d'examen multilatéral tenue le </w:t>
      </w:r>
      <w:r w:rsidR="00D15CF5">
        <w:t>15 janvier 2018</w:t>
      </w:r>
      <w:r w:rsidR="00A32B3D" w:rsidRPr="00D15CF5">
        <w:t>.</w:t>
      </w:r>
    </w:p>
    <w:p w:rsidR="001147C1" w:rsidRPr="00D15CF5" w:rsidRDefault="001147C1" w:rsidP="00D15CF5"/>
    <w:p w:rsidR="001147C1" w:rsidRPr="00D15CF5" w:rsidRDefault="00D15CF5" w:rsidP="00D15CF5">
      <w:pPr>
        <w:jc w:val="center"/>
        <w:rPr>
          <w:b/>
        </w:rPr>
      </w:pPr>
      <w:r w:rsidRPr="00D15CF5">
        <w:rPr>
          <w:b/>
        </w:rPr>
        <w:t>_______________</w:t>
      </w:r>
    </w:p>
    <w:p w:rsidR="001147C1" w:rsidRPr="00D15CF5" w:rsidRDefault="001147C1" w:rsidP="00D15CF5"/>
    <w:p w:rsidR="00A32B3D" w:rsidRPr="00D15CF5" w:rsidRDefault="00A32B3D" w:rsidP="00D15CF5"/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D15CF5">
        <w:t>CL</w:t>
      </w:r>
      <w:r w:rsidR="00E22E78">
        <w:t>XIV</w:t>
      </w:r>
      <w:r w:rsidR="00F612DF" w:rsidRPr="00D15CF5">
        <w:t xml:space="preserve"> </w:t>
      </w:r>
      <w:r w:rsidR="00480BB1" w:rsidRPr="00D15CF5">
        <w:t>–</w:t>
      </w:r>
      <w:r w:rsidRPr="00D15CF5">
        <w:t xml:space="preserve"> </w:t>
      </w:r>
      <w:r w:rsidR="00E22E78">
        <w:t>Samoa</w:t>
      </w:r>
      <w:r w:rsidRPr="00D15CF5">
        <w:t xml:space="preserve"> seront considérées comme approuvées et seront officiellement certifiées.</w:t>
      </w:r>
    </w:p>
    <w:p w:rsidR="00337700" w:rsidRPr="00E22E78" w:rsidRDefault="00480BB1" w:rsidP="002B516E">
      <w:r w:rsidRPr="00D15CF5">
        <w:br w:type="page"/>
      </w:r>
      <w:r w:rsidR="00D87E53" w:rsidRPr="00D15CF5">
        <w:lastRenderedPageBreak/>
        <w:t>P</w:t>
      </w:r>
      <w:r w:rsidR="00E22E78">
        <w:t xml:space="preserve">ages </w:t>
      </w:r>
      <w:r w:rsidR="00D87E53" w:rsidRPr="00D15CF5">
        <w:t xml:space="preserve">3 </w:t>
      </w:r>
      <w:r w:rsidR="00E22E78">
        <w:t>à 67</w:t>
      </w:r>
      <w:r w:rsidR="002A678B" w:rsidRPr="00D15CF5">
        <w:t xml:space="preserve"> </w:t>
      </w:r>
      <w:r w:rsidR="004E51C2" w:rsidRPr="00D15CF5">
        <w:t>–</w:t>
      </w:r>
      <w:r w:rsidR="00451A81" w:rsidRPr="00D15CF5">
        <w:t xml:space="preserve"> 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A720B8" w:rsidRPr="00D15CF5">
        <w:t xml:space="preserve"> et Microsoft</w:t>
      </w:r>
      <w:r w:rsidR="00451A81" w:rsidRPr="00D15CF5">
        <w:t xml:space="preserve"> Access </w:t>
      </w:r>
      <w:r w:rsidRPr="00D15CF5">
        <w:t>joint</w:t>
      </w:r>
      <w:r w:rsidR="00A720B8" w:rsidRPr="00D15CF5">
        <w:t>s</w:t>
      </w:r>
      <w:r w:rsidR="00D15CF5">
        <w:t>; version imprimable disponible sur demande</w:t>
      </w:r>
      <w:r w:rsidRPr="00D15CF5">
        <w:t>)</w:t>
      </w:r>
    </w:p>
    <w:sectPr w:rsidR="00337700" w:rsidRPr="00E22E78" w:rsidSect="007D37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5CF5" w:rsidRDefault="00A45D18" w:rsidP="0002424F">
      <w:r w:rsidRPr="00D15CF5">
        <w:separator/>
      </w:r>
    </w:p>
  </w:endnote>
  <w:endnote w:type="continuationSeparator" w:id="0">
    <w:p w:rsidR="00A45D18" w:rsidRPr="00D15CF5" w:rsidRDefault="00A45D18" w:rsidP="0002424F">
      <w:r w:rsidRPr="00D15C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5CF5" w:rsidRDefault="00D15CF5" w:rsidP="00D15CF5">
    <w:pPr>
      <w:pStyle w:val="Footer"/>
    </w:pPr>
    <w:r w:rsidRPr="00D15CF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Footer"/>
    </w:pPr>
    <w:r w:rsidRPr="00D15CF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Footer"/>
    </w:pPr>
    <w:r w:rsidRPr="00D15CF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5CF5" w:rsidRDefault="00A45D18" w:rsidP="0002424F">
      <w:r w:rsidRPr="00D15CF5">
        <w:separator/>
      </w:r>
    </w:p>
  </w:footnote>
  <w:footnote w:type="continuationSeparator" w:id="0">
    <w:p w:rsidR="00A45D18" w:rsidRPr="00D15CF5" w:rsidRDefault="00A45D18" w:rsidP="0002424F">
      <w:r w:rsidRPr="00D15CF5">
        <w:continuationSeparator/>
      </w:r>
    </w:p>
  </w:footnote>
  <w:footnote w:id="1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30 novembre 2011, WT/L/831.</w:t>
      </w:r>
    </w:p>
  </w:footnote>
  <w:footnote w:id="3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En anglais seulement.</w:t>
      </w:r>
    </w:p>
  </w:footnote>
  <w:footnote w:id="4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Header"/>
      <w:spacing w:after="240"/>
      <w:jc w:val="center"/>
    </w:pPr>
    <w:r w:rsidRPr="00D15CF5">
      <w:t>G/MA/TAR/RS/537</w:t>
    </w:r>
  </w:p>
  <w:p w:rsidR="00D15CF5" w:rsidRPr="00D15CF5" w:rsidRDefault="00D15CF5" w:rsidP="00D15CF5">
    <w:pPr>
      <w:pStyle w:val="Header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Pr="00D15CF5">
      <w:t>1</w:t>
    </w:r>
    <w:r w:rsidRPr="00D15CF5">
      <w:fldChar w:fldCharType="end"/>
    </w:r>
    <w:r w:rsidRPr="00D15CF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Header"/>
      <w:spacing w:after="240"/>
      <w:jc w:val="center"/>
    </w:pPr>
    <w:r w:rsidRPr="00D15CF5">
      <w:t>G/MA/TAR/RS/5</w:t>
    </w:r>
    <w:r w:rsidR="00E22E78">
      <w:t>43</w:t>
    </w:r>
  </w:p>
  <w:p w:rsidR="00D15CF5" w:rsidRPr="00D15CF5" w:rsidRDefault="00D15CF5" w:rsidP="00D15CF5">
    <w:pPr>
      <w:pStyle w:val="Header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="000F15EE">
      <w:rPr>
        <w:noProof/>
      </w:rPr>
      <w:t>2</w:t>
    </w:r>
    <w:r w:rsidRPr="00D15CF5">
      <w:fldChar w:fldCharType="end"/>
    </w:r>
    <w:r w:rsidRPr="00D15CF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15CF5" w:rsidRPr="00D15CF5" w:rsidTr="00D15CF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D15CF5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D15CF5" w:rsidRPr="00D15CF5" w:rsidTr="00D15CF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5234FBDC" wp14:editId="55AF0149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15CF5" w:rsidRPr="00D15CF5" w:rsidTr="00D15CF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E22E78">
          <w:pPr>
            <w:jc w:val="right"/>
            <w:rPr>
              <w:rFonts w:eastAsia="Verdana" w:cs="Verdana"/>
              <w:b/>
              <w:szCs w:val="18"/>
            </w:rPr>
          </w:pPr>
          <w:r w:rsidRPr="00D15CF5">
            <w:rPr>
              <w:b/>
              <w:szCs w:val="18"/>
            </w:rPr>
            <w:t>G/MA/TAR/RS/5</w:t>
          </w:r>
          <w:r w:rsidR="00E22E78">
            <w:rPr>
              <w:b/>
              <w:szCs w:val="18"/>
            </w:rPr>
            <w:t>43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0F15EE" w:rsidP="00736B4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 mai</w:t>
          </w:r>
          <w:r w:rsidR="00D15CF5" w:rsidRPr="00D15CF5">
            <w:rPr>
              <w:rFonts w:eastAsia="Verdana" w:cs="Verdana"/>
              <w:szCs w:val="18"/>
            </w:rPr>
            <w:t> 2018</w:t>
          </w:r>
        </w:p>
      </w:tc>
    </w:tr>
    <w:tr w:rsidR="00D15CF5" w:rsidRPr="00D15CF5" w:rsidTr="00D15CF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E22E78">
          <w:pPr>
            <w:jc w:val="left"/>
            <w:rPr>
              <w:rFonts w:eastAsia="Verdana" w:cs="Verdana"/>
              <w:b/>
              <w:szCs w:val="18"/>
            </w:rPr>
          </w:pPr>
          <w:r w:rsidRPr="00D15CF5">
            <w:rPr>
              <w:rFonts w:eastAsia="Verdana" w:cs="Verdana"/>
              <w:color w:val="FF0000"/>
              <w:szCs w:val="18"/>
            </w:rPr>
            <w:t>(18</w:t>
          </w:r>
          <w:r w:rsidRPr="00D15CF5">
            <w:rPr>
              <w:rFonts w:eastAsia="Verdana" w:cs="Verdana"/>
              <w:color w:val="FF0000"/>
              <w:szCs w:val="18"/>
            </w:rPr>
            <w:noBreakHyphen/>
          </w:r>
          <w:r w:rsidR="000F15EE">
            <w:rPr>
              <w:rFonts w:eastAsia="Verdana" w:cs="Verdana"/>
              <w:color w:val="FF0000"/>
              <w:szCs w:val="18"/>
            </w:rPr>
            <w:t>2730</w:t>
          </w:r>
          <w:r w:rsidRPr="00D15CF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7D41BD" w:rsidP="00E22E78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bCs/>
              <w:szCs w:val="18"/>
            </w:rPr>
            <w:t>Page: 1/67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D15CF5" w:rsidRDefault="00DD65B2" w:rsidP="00D15C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BA0441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31AA6C4"/>
    <w:numStyleLink w:val="LegalHeadings"/>
  </w:abstractNum>
  <w:abstractNum w:abstractNumId="12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15EE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B516E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2320B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36B43"/>
    <w:rsid w:val="007546DF"/>
    <w:rsid w:val="00771001"/>
    <w:rsid w:val="00781F11"/>
    <w:rsid w:val="00795114"/>
    <w:rsid w:val="007A761F"/>
    <w:rsid w:val="007B4290"/>
    <w:rsid w:val="007B7BB1"/>
    <w:rsid w:val="007C4766"/>
    <w:rsid w:val="007D3788"/>
    <w:rsid w:val="007D39B5"/>
    <w:rsid w:val="007D41BD"/>
    <w:rsid w:val="00817E7E"/>
    <w:rsid w:val="0082570F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B1B27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22E78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5CF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5CF5"/>
    <w:rPr>
      <w:szCs w:val="20"/>
    </w:rPr>
  </w:style>
  <w:style w:type="character" w:customStyle="1" w:styleId="EndnoteTextChar">
    <w:name w:val="Endnote Text Char"/>
    <w:link w:val="EndnoteText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5CF5"/>
    <w:pPr>
      <w:ind w:left="567" w:right="567" w:firstLine="0"/>
    </w:pPr>
  </w:style>
  <w:style w:type="character" w:styleId="FootnoteReference">
    <w:name w:val="footnote reference"/>
    <w:uiPriority w:val="5"/>
    <w:rsid w:val="00D15CF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Bullet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5CF5"/>
  </w:style>
  <w:style w:type="paragraph" w:styleId="BlockText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C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5C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CF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5C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5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5CF5"/>
  </w:style>
  <w:style w:type="character" w:customStyle="1" w:styleId="DateChar">
    <w:name w:val="Date Char"/>
    <w:basedOn w:val="DefaultParagraphFon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5C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5CF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5CF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5C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5CF5"/>
    <w:rPr>
      <w:lang w:val="fr-FR"/>
    </w:rPr>
  </w:style>
  <w:style w:type="paragraph" w:styleId="List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5C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5CF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5CF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5C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5C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5CF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5CF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5CF5"/>
    <w:rPr>
      <w:szCs w:val="20"/>
    </w:rPr>
  </w:style>
  <w:style w:type="character" w:customStyle="1" w:styleId="EndnoteTextChar">
    <w:name w:val="Endnote Text Char"/>
    <w:link w:val="EndnoteText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5CF5"/>
    <w:pPr>
      <w:ind w:left="567" w:right="567" w:firstLine="0"/>
    </w:pPr>
  </w:style>
  <w:style w:type="character" w:styleId="FootnoteReference">
    <w:name w:val="footnote reference"/>
    <w:uiPriority w:val="5"/>
    <w:rsid w:val="00D15CF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Bullet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5CF5"/>
  </w:style>
  <w:style w:type="paragraph" w:styleId="BlockText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C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5C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CF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5C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5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5CF5"/>
  </w:style>
  <w:style w:type="character" w:customStyle="1" w:styleId="DateChar">
    <w:name w:val="Date Char"/>
    <w:basedOn w:val="DefaultParagraphFon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5C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5CF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5CF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5C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5CF5"/>
    <w:rPr>
      <w:lang w:val="fr-FR"/>
    </w:rPr>
  </w:style>
  <w:style w:type="paragraph" w:styleId="List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5C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5CF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5CF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5C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5C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5CF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E9272-0893-43A3-8AEF-6150E838E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796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2018-05-02T09:19:00Z</cp:lastPrinted>
  <dcterms:created xsi:type="dcterms:W3CDTF">2018-05-02T13:16:00Z</dcterms:created>
  <dcterms:modified xsi:type="dcterms:W3CDTF">2018-05-02T13:28:00Z</dcterms:modified>
</cp:coreProperties>
</file>