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A55132">
        <w:t>CXXX – Guinea-</w:t>
      </w:r>
      <w:r w:rsidR="00752FAA">
        <w:t>bissau</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A55132">
        <w:t>CXXX – Guinea-</w:t>
      </w:r>
      <w:r w:rsidR="00752FAA">
        <w:t>Bissau</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B9000D">
        <w:t xml:space="preserve">to </w:t>
      </w:r>
      <w:r w:rsidR="00242F47">
        <w:t>Schedule </w:t>
      </w:r>
      <w:r w:rsidR="00A55132">
        <w:t>CXXX – Guinea-</w:t>
      </w:r>
      <w:r w:rsidR="00752FAA">
        <w:t xml:space="preserve">Bissau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D70EC5">
        <w:t xml:space="preserve">81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14329F">
        <w:t xml:space="preserve">In </w:t>
      </w:r>
      <w:r w:rsidR="00450387" w:rsidRPr="0014329F">
        <w:rPr>
          <w:rFonts w:cs="Arial"/>
        </w:rPr>
        <w:t>French</w:t>
      </w:r>
      <w:r w:rsidRPr="0014329F">
        <w:t xml:space="preserve"> only</w:t>
      </w:r>
      <w:r>
        <w:t>.</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w:t>
    </w:r>
    <w:r w:rsidR="00A77D4F">
      <w:t>2</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483441">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364BE818" wp14:editId="1913BD55">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A77D4F">
            <w:rPr>
              <w:b/>
              <w:szCs w:val="16"/>
            </w:rPr>
            <w:t>2</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4329F" w:rsidP="00483441">
          <w:pPr>
            <w:jc w:val="right"/>
            <w:rPr>
              <w:szCs w:val="16"/>
            </w:rPr>
          </w:pPr>
          <w:r>
            <w:rPr>
              <w:szCs w:val="16"/>
            </w:rPr>
            <w:t>1</w:t>
          </w:r>
          <w:r w:rsidR="00483441">
            <w:rPr>
              <w:szCs w:val="16"/>
            </w:rPr>
            <w:t>8</w:t>
          </w:r>
          <w:r w:rsidR="00D70EC5">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483441">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483441">
            <w:rPr>
              <w:color w:val="FF0000"/>
              <w:szCs w:val="16"/>
            </w:rPr>
            <w:t>3911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483441">
            <w:rPr>
              <w:bCs/>
              <w:noProof/>
              <w:szCs w:val="16"/>
            </w:rPr>
            <w:t>1</w:t>
          </w:r>
          <w:r w:rsidRPr="00686DD0">
            <w:rPr>
              <w:bCs/>
              <w:szCs w:val="16"/>
            </w:rPr>
            <w:fldChar w:fldCharType="end"/>
          </w:r>
          <w:r w:rsidRPr="00686DD0">
            <w:rPr>
              <w:bCs/>
              <w:szCs w:val="16"/>
            </w:rPr>
            <w:t>/</w:t>
          </w:r>
          <w:bookmarkEnd w:id="4"/>
          <w:r w:rsidR="00D70EC5">
            <w:rPr>
              <w:bCs/>
              <w:szCs w:val="16"/>
            </w:rPr>
            <w:t>81</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329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50387"/>
    <w:rsid w:val="004645DD"/>
    <w:rsid w:val="00467032"/>
    <w:rsid w:val="0046754A"/>
    <w:rsid w:val="00470DC3"/>
    <w:rsid w:val="0048129C"/>
    <w:rsid w:val="00483441"/>
    <w:rsid w:val="00486606"/>
    <w:rsid w:val="004910C7"/>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55132"/>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000D"/>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0EC5"/>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134</Words>
  <Characters>760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2017-07-04T14:32:00Z</dcterms:created>
  <dcterms:modified xsi:type="dcterms:W3CDTF">2017-07-18T13:09:00Z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