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16222F">
      <w:pPr>
        <w:pStyle w:val="Title2"/>
      </w:pPr>
      <w:r>
        <w:t xml:space="preserve">SCHEDULE </w:t>
      </w:r>
      <w:r w:rsidR="0016222F">
        <w:t>c</w:t>
      </w:r>
      <w:r w:rsidR="00FA02C4">
        <w:t>vi</w:t>
      </w:r>
      <w:r w:rsidR="0016222F">
        <w:t>i</w:t>
      </w:r>
      <w:r w:rsidR="00FA02C4">
        <w:t>i</w:t>
      </w:r>
      <w:r>
        <w:t xml:space="preserve"> </w:t>
      </w:r>
      <w:r w:rsidR="00357E7D">
        <w:t>–</w:t>
      </w:r>
      <w:r>
        <w:t xml:space="preserve"> </w:t>
      </w:r>
      <w:r w:rsidR="0016222F">
        <w:t>dominica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16222F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16222F">
        <w:t>CVIII</w:t>
      </w:r>
      <w:r>
        <w:t xml:space="preserve"> </w:t>
      </w:r>
      <w:r w:rsidR="00357E7D">
        <w:t>–</w:t>
      </w:r>
      <w:r>
        <w:t xml:space="preserve"> </w:t>
      </w:r>
      <w:r w:rsidR="0016222F">
        <w:t>Dominica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1A0B5E" w:rsidRDefault="00B26ECA" w:rsidP="00B26ECA">
      <w:pPr>
        <w:ind w:firstLine="567"/>
        <w:rPr>
          <w:szCs w:val="18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bookmarkStart w:id="0" w:name="_GoBack"/>
      <w:bookmarkEnd w:id="0"/>
      <w:r>
        <w:rPr>
          <w:b/>
          <w:bCs/>
        </w:rPr>
        <w:t>_______________</w:t>
      </w:r>
    </w:p>
    <w:p w:rsidR="00B26ECA" w:rsidRPr="001A0B5E" w:rsidRDefault="00B26ECA" w:rsidP="00B26ECA">
      <w:pPr>
        <w:rPr>
          <w:szCs w:val="18"/>
        </w:rPr>
      </w:pPr>
    </w:p>
    <w:p w:rsidR="00B26ECA" w:rsidRPr="001A0B5E" w:rsidRDefault="00B26ECA" w:rsidP="00B26ECA">
      <w:pPr>
        <w:rPr>
          <w:szCs w:val="18"/>
        </w:rPr>
      </w:pPr>
    </w:p>
    <w:p w:rsidR="005F222C" w:rsidRDefault="00B26ECA" w:rsidP="0016222F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FA02C4">
        <w:t>CVI</w:t>
      </w:r>
      <w:r w:rsidR="0016222F">
        <w:t>I</w:t>
      </w:r>
      <w:r w:rsidR="00FA02C4">
        <w:t>I</w:t>
      </w:r>
      <w:r w:rsidR="00357E7D">
        <w:t xml:space="preserve"> – </w:t>
      </w:r>
      <w:r w:rsidR="0016222F">
        <w:t>Dominica</w:t>
      </w:r>
      <w:r w:rsidR="00357E7D">
        <w:t xml:space="preserve"> </w:t>
      </w:r>
      <w:r>
        <w:t>will be deemed to be approved and will be formally certified.</w:t>
      </w:r>
    </w:p>
    <w:p w:rsidR="0016222F" w:rsidRDefault="0016222F" w:rsidP="0016222F">
      <w:pPr>
        <w:rPr>
          <w:u w:val="single"/>
        </w:rPr>
      </w:pPr>
    </w:p>
    <w:p w:rsidR="0016222F" w:rsidRPr="0016222F" w:rsidRDefault="0016222F" w:rsidP="0016222F"/>
    <w:p w:rsidR="0016222F" w:rsidRPr="0016222F" w:rsidRDefault="0016222F" w:rsidP="0016222F"/>
    <w:p w:rsidR="0016222F" w:rsidRPr="0016222F" w:rsidRDefault="0016222F" w:rsidP="0016222F"/>
    <w:p w:rsidR="0016222F" w:rsidRPr="0016222F" w:rsidRDefault="0016222F" w:rsidP="0016222F"/>
    <w:p w:rsidR="0016222F" w:rsidRPr="0016222F" w:rsidRDefault="0016222F" w:rsidP="0016222F"/>
    <w:p w:rsidR="0016222F" w:rsidRPr="0016222F" w:rsidRDefault="0016222F" w:rsidP="0016222F"/>
    <w:p w:rsidR="0016222F" w:rsidRDefault="0016222F" w:rsidP="0016222F"/>
    <w:p w:rsidR="0016222F" w:rsidRDefault="0016222F" w:rsidP="0016222F">
      <w:pPr>
        <w:tabs>
          <w:tab w:val="left" w:pos="6675"/>
        </w:tabs>
      </w:pPr>
      <w:r>
        <w:tab/>
      </w:r>
    </w:p>
    <w:p w:rsidR="00686DD0" w:rsidRDefault="00686DD0" w:rsidP="0016222F">
      <w:pPr>
        <w:rPr>
          <w:u w:val="single"/>
        </w:rPr>
      </w:pPr>
      <w:r w:rsidRPr="0016222F">
        <w:br w:type="page"/>
      </w:r>
      <w:r>
        <w:lastRenderedPageBreak/>
        <w:t>PP 3 –</w:t>
      </w:r>
      <w:r w:rsidR="009D576D">
        <w:t xml:space="preserve"> </w:t>
      </w:r>
      <w:r w:rsidR="0016222F">
        <w:t>62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16222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16222F">
      <w:t>20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1A0B5E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0D2DD5D3" wp14:editId="3270BA06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16222F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FA02C4">
            <w:rPr>
              <w:b/>
              <w:szCs w:val="16"/>
            </w:rPr>
            <w:t>2</w:t>
          </w:r>
          <w:r w:rsidR="0016222F">
            <w:rPr>
              <w:b/>
              <w:szCs w:val="16"/>
            </w:rPr>
            <w:t>0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3A46A2" w:rsidP="001A0B5E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1A0B5E">
            <w:rPr>
              <w:szCs w:val="16"/>
            </w:rPr>
            <w:t>8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1A0B5E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3A46A2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1A0B5E">
            <w:rPr>
              <w:color w:val="FF0000"/>
              <w:szCs w:val="16"/>
            </w:rPr>
            <w:t>1266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16222F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1A0B5E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16222F">
            <w:rPr>
              <w:bCs/>
              <w:szCs w:val="16"/>
            </w:rPr>
            <w:t>62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6222F"/>
    <w:rsid w:val="00177F0B"/>
    <w:rsid w:val="0018292B"/>
    <w:rsid w:val="00182B84"/>
    <w:rsid w:val="00196DE5"/>
    <w:rsid w:val="001A0B5E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46A2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282"/>
    <w:rsid w:val="00D42C55"/>
    <w:rsid w:val="00D43D04"/>
    <w:rsid w:val="00D442A0"/>
    <w:rsid w:val="00D45EC5"/>
    <w:rsid w:val="00D52A9D"/>
    <w:rsid w:val="00D55AAD"/>
    <w:rsid w:val="00D62EA3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134</Words>
  <Characters>751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2018-02-08T14:14:00Z</dcterms:created>
  <dcterms:modified xsi:type="dcterms:W3CDTF">2018-02-28T07:45:00Z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