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EB2" w:rsidRPr="00BD1121" w:rsidRDefault="00BD1121" w:rsidP="00BD1121">
      <w:pPr>
        <w:pStyle w:val="Title"/>
        <w:rPr>
          <w:caps w:val="0"/>
          <w:kern w:val="0"/>
          <w:szCs w:val="22"/>
        </w:rPr>
      </w:pPr>
      <w:r w:rsidRPr="00BD1121">
        <w:rPr>
          <w:caps w:val="0"/>
          <w:kern w:val="0"/>
          <w:szCs w:val="22"/>
        </w:rPr>
        <w:t>RECTIFICACIÓN Y MODIFICACIÓN DE LAS LISTAS</w:t>
      </w:r>
    </w:p>
    <w:p w:rsidR="00673EB2" w:rsidRPr="00BD1121" w:rsidRDefault="00BD1121" w:rsidP="00BD1121">
      <w:pPr>
        <w:pStyle w:val="Title2"/>
        <w:rPr>
          <w:caps w:val="0"/>
          <w:szCs w:val="22"/>
        </w:rPr>
      </w:pPr>
      <w:r w:rsidRPr="00BD1121">
        <w:rPr>
          <w:caps w:val="0"/>
          <w:szCs w:val="22"/>
        </w:rPr>
        <w:t xml:space="preserve">LISTA LVI - </w:t>
      </w:r>
      <w:proofErr w:type="spellStart"/>
      <w:r w:rsidRPr="00BD1121">
        <w:rPr>
          <w:caps w:val="0"/>
          <w:szCs w:val="22"/>
        </w:rPr>
        <w:t>RWANDA</w:t>
      </w:r>
      <w:proofErr w:type="spellEnd"/>
    </w:p>
    <w:p w:rsidR="00673EB2" w:rsidRPr="00BD1121" w:rsidRDefault="00673EB2" w:rsidP="00BD1121">
      <w:pPr>
        <w:pStyle w:val="Title2"/>
        <w:rPr>
          <w:caps w:val="0"/>
          <w:szCs w:val="22"/>
        </w:rPr>
      </w:pPr>
      <w:r w:rsidRPr="00BD1121">
        <w:rPr>
          <w:i/>
          <w:caps w:val="0"/>
        </w:rPr>
        <w:t>Comunicación de la Secretaría</w:t>
      </w:r>
      <w:r w:rsidR="00BD1121" w:rsidRPr="00BD1121">
        <w:rPr>
          <w:rStyle w:val="FootnoteReference"/>
          <w:i/>
          <w:caps w:val="0"/>
        </w:rPr>
        <w:footnoteReference w:id="1"/>
      </w:r>
    </w:p>
    <w:p w:rsidR="00673EB2" w:rsidRPr="00BD1121" w:rsidRDefault="00673EB2" w:rsidP="00BD1121">
      <w:r w:rsidRPr="00BD1121">
        <w:t>De conformidad con lo dispuesto en el párrafo 1</w:t>
      </w:r>
      <w:r w:rsidR="004563EC" w:rsidRPr="00BD1121">
        <w:t>8</w:t>
      </w:r>
      <w:r w:rsidRPr="00BD1121">
        <w:t xml:space="preserve"> del Procedimiento para la introducción de los cambios del Sistema Armonizado </w:t>
      </w:r>
      <w:r w:rsidR="00BD1121" w:rsidRPr="00BD1121">
        <w:t>de</w:t>
      </w:r>
      <w:r w:rsidR="00507C51">
        <w:t xml:space="preserve"> </w:t>
      </w:r>
      <w:r w:rsidR="00BD1121" w:rsidRPr="00BD1121">
        <w:t>2012</w:t>
      </w:r>
      <w:r w:rsidRPr="00BD1121">
        <w:t xml:space="preserve"> en las Listas de concesiones</w:t>
      </w:r>
      <w:r w:rsidR="00BD1121" w:rsidRPr="00BD1121">
        <w:rPr>
          <w:rStyle w:val="FootnoteReference"/>
        </w:rPr>
        <w:footnoteReference w:id="2"/>
      </w:r>
      <w:r w:rsidRPr="00BD1121">
        <w:t xml:space="preserve"> utilizando la Base de Datos de Listas Arancelarias Refundidas (LAR), las modificaciones adjuntas de la Lista LVI - </w:t>
      </w:r>
      <w:proofErr w:type="spellStart"/>
      <w:r w:rsidRPr="00BD1121">
        <w:t>Rwanda</w:t>
      </w:r>
      <w:proofErr w:type="spellEnd"/>
      <w:r w:rsidR="00BD1121" w:rsidRPr="00BD1121">
        <w:rPr>
          <w:rStyle w:val="FootnoteReference"/>
        </w:rPr>
        <w:footnoteReference w:id="3"/>
      </w:r>
      <w:r w:rsidRPr="00BD1121">
        <w:t xml:space="preserve"> se distribuyen c</w:t>
      </w:r>
      <w:r w:rsidR="004563EC" w:rsidRPr="00BD1121">
        <w:t>onforme</w:t>
      </w:r>
      <w:r w:rsidRPr="00BD1121">
        <w:t xml:space="preserve"> a la Decisión de 26 de marzo </w:t>
      </w:r>
      <w:r w:rsidR="00BD1121" w:rsidRPr="00BD1121">
        <w:t>de</w:t>
      </w:r>
      <w:r w:rsidR="00507C51">
        <w:t xml:space="preserve"> </w:t>
      </w:r>
      <w:r w:rsidR="00BD1121" w:rsidRPr="00BD1121">
        <w:t>1980.</w:t>
      </w:r>
      <w:r w:rsidR="00BD1121" w:rsidRPr="00BD1121">
        <w:rPr>
          <w:rStyle w:val="FootnoteReference"/>
        </w:rPr>
        <w:footnoteReference w:id="4"/>
      </w:r>
      <w:r w:rsidR="00BD1121" w:rsidRPr="00BD1121">
        <w:t xml:space="preserve"> E</w:t>
      </w:r>
      <w:r w:rsidRPr="00BD1121">
        <w:t>l</w:t>
      </w:r>
      <w:r w:rsidR="00A2617A">
        <w:t xml:space="preserve"> anexo ha sido elaborado por la</w:t>
      </w:r>
      <w:r w:rsidR="00507C51">
        <w:t xml:space="preserve"> </w:t>
      </w:r>
      <w:r w:rsidRPr="00BD1121">
        <w:t xml:space="preserve">Secretaría y refleja el contenido del fichero electrónico conforme al </w:t>
      </w:r>
      <w:proofErr w:type="spellStart"/>
      <w:r w:rsidRPr="00BD1121">
        <w:t>SA</w:t>
      </w:r>
      <w:proofErr w:type="spellEnd"/>
      <w:r w:rsidRPr="00BD1121">
        <w:t xml:space="preserve"> 20</w:t>
      </w:r>
      <w:r w:rsidR="004563EC" w:rsidRPr="00BD1121">
        <w:t>12</w:t>
      </w:r>
      <w:r w:rsidRPr="00BD1121">
        <w:t xml:space="preserve"> que fue aprobado durante la reunión de examen multilateral celebrada el </w:t>
      </w:r>
      <w:r w:rsidR="004563EC" w:rsidRPr="00BD1121">
        <w:t>2</w:t>
      </w:r>
      <w:r w:rsidRPr="00BD1121">
        <w:t xml:space="preserve">3 de </w:t>
      </w:r>
      <w:r w:rsidR="004563EC" w:rsidRPr="00BD1121">
        <w:t>junio</w:t>
      </w:r>
      <w:r w:rsidRPr="00BD1121">
        <w:t xml:space="preserve"> </w:t>
      </w:r>
      <w:r w:rsidR="00BD1121" w:rsidRPr="00BD1121">
        <w:t>de</w:t>
      </w:r>
      <w:r w:rsidR="00507C51">
        <w:t xml:space="preserve"> </w:t>
      </w:r>
      <w:r w:rsidR="00BD1121" w:rsidRPr="00BD1121">
        <w:t>2017</w:t>
      </w:r>
      <w:r w:rsidRPr="00BD1121">
        <w:t>.</w:t>
      </w:r>
    </w:p>
    <w:p w:rsidR="00673EB2" w:rsidRPr="00BD1121" w:rsidRDefault="00673EB2" w:rsidP="00BD1121"/>
    <w:p w:rsidR="00673EB2" w:rsidRPr="00BD1121" w:rsidRDefault="00BD1121" w:rsidP="00BD1121">
      <w:pPr>
        <w:jc w:val="center"/>
        <w:rPr>
          <w:b/>
        </w:rPr>
      </w:pPr>
      <w:r w:rsidRPr="00BD1121">
        <w:rPr>
          <w:b/>
        </w:rPr>
        <w:t>_______________</w:t>
      </w:r>
    </w:p>
    <w:p w:rsidR="00673EB2" w:rsidRPr="00BD1121" w:rsidRDefault="00673EB2" w:rsidP="00BD1121"/>
    <w:p w:rsidR="00673EB2" w:rsidRPr="00BD1121" w:rsidRDefault="00673EB2" w:rsidP="00BD1121"/>
    <w:p w:rsidR="003E4C70" w:rsidRDefault="00673EB2" w:rsidP="00BD1121">
      <w:r w:rsidRPr="00BD1121">
        <w:t xml:space="preserve">Si en el plazo de tres meses contados a partir de la fecha del presente documento no se notifica a la Secretaría ninguna objeción, las rectificaciones y modificaciones de la Lista LVI - </w:t>
      </w:r>
      <w:proofErr w:type="spellStart"/>
      <w:r w:rsidRPr="00BD1121">
        <w:t>Rwanda</w:t>
      </w:r>
      <w:proofErr w:type="spellEnd"/>
      <w:r w:rsidRPr="00BD1121">
        <w:t xml:space="preserve"> se considerarán aprobadas y serán formalmente certificadas.</w:t>
      </w:r>
    </w:p>
    <w:p w:rsidR="00AE4E8C" w:rsidRPr="00BD1121" w:rsidRDefault="00AE4E8C" w:rsidP="00BD1121"/>
    <w:p w:rsidR="00AE4E8C" w:rsidRPr="00BD1121" w:rsidRDefault="00673EB2" w:rsidP="00BD1121">
      <w:r w:rsidRPr="00BD1121">
        <w:br w:type="page"/>
      </w:r>
      <w:r w:rsidR="00800696">
        <w:lastRenderedPageBreak/>
        <w:t>P</w:t>
      </w:r>
      <w:r w:rsidRPr="00BD1121">
        <w:t>P 3-</w:t>
      </w:r>
      <w:r w:rsidR="004563EC" w:rsidRPr="00BD1121">
        <w:t>84</w:t>
      </w:r>
      <w:r w:rsidRPr="00BD1121">
        <w:t xml:space="preserve"> Offset (</w:t>
      </w:r>
      <w:r w:rsidRPr="00BD1121">
        <w:rPr>
          <w:lang w:eastAsia="en-GB"/>
        </w:rPr>
        <w:t xml:space="preserve">fichero en </w:t>
      </w:r>
      <w:r w:rsidR="004563EC" w:rsidRPr="00BD1121">
        <w:rPr>
          <w:lang w:eastAsia="en-GB"/>
        </w:rPr>
        <w:t xml:space="preserve">PDF </w:t>
      </w:r>
      <w:r w:rsidR="00800696" w:rsidRPr="00BD1121">
        <w:rPr>
          <w:lang w:eastAsia="en-GB"/>
        </w:rPr>
        <w:t>y</w:t>
      </w:r>
      <w:r w:rsidR="004563EC" w:rsidRPr="00BD1121">
        <w:rPr>
          <w:lang w:eastAsia="en-GB"/>
        </w:rPr>
        <w:t xml:space="preserve"> Microsoft </w:t>
      </w:r>
      <w:r w:rsidRPr="00BD1121">
        <w:rPr>
          <w:lang w:eastAsia="en-GB"/>
        </w:rPr>
        <w:t>Access adjunto</w:t>
      </w:r>
      <w:r w:rsidRPr="00BD1121">
        <w:t>)</w:t>
      </w:r>
    </w:p>
    <w:sectPr w:rsidR="00AE4E8C" w:rsidRPr="00BD1121" w:rsidSect="00772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BC9" w:rsidRPr="00BD1121" w:rsidRDefault="00711BC9" w:rsidP="0002424F">
      <w:r w:rsidRPr="00BD1121">
        <w:separator/>
      </w:r>
    </w:p>
  </w:endnote>
  <w:endnote w:type="continuationSeparator" w:id="0">
    <w:p w:rsidR="00711BC9" w:rsidRPr="00BD1121" w:rsidRDefault="00711BC9" w:rsidP="0002424F">
      <w:r w:rsidRPr="00BD11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B2" w:rsidRPr="00BD1121" w:rsidRDefault="00BD1121" w:rsidP="00BD1121">
    <w:pPr>
      <w:pStyle w:val="Footer"/>
    </w:pPr>
    <w:r w:rsidRPr="00BD112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D1121" w:rsidRDefault="00BD1121" w:rsidP="00BD1121">
    <w:pPr>
      <w:pStyle w:val="Footer"/>
    </w:pPr>
    <w:r w:rsidRPr="00BD112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D1121" w:rsidRDefault="00BD1121" w:rsidP="00BD1121">
    <w:pPr>
      <w:pStyle w:val="Footer"/>
    </w:pPr>
    <w:r w:rsidRPr="00BD112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BC9" w:rsidRPr="00BD1121" w:rsidRDefault="00711BC9" w:rsidP="0002424F">
      <w:r w:rsidRPr="00BD1121">
        <w:separator/>
      </w:r>
    </w:p>
  </w:footnote>
  <w:footnote w:type="continuationSeparator" w:id="0">
    <w:p w:rsidR="00711BC9" w:rsidRPr="00BD1121" w:rsidRDefault="00711BC9" w:rsidP="0002424F">
      <w:r w:rsidRPr="00BD1121">
        <w:continuationSeparator/>
      </w:r>
    </w:p>
  </w:footnote>
  <w:footnote w:id="1">
    <w:p w:rsidR="00BD1121" w:rsidRPr="00BD1121" w:rsidRDefault="00BD1121">
      <w:pPr>
        <w:pStyle w:val="FootnoteText"/>
      </w:pPr>
      <w:r w:rsidRPr="00BD1121">
        <w:rPr>
          <w:rStyle w:val="FootnoteReference"/>
        </w:rPr>
        <w:footnoteRef/>
      </w:r>
      <w:r w:rsidRPr="00BD1121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D1121" w:rsidRPr="00BD1121" w:rsidRDefault="00BD1121">
      <w:pPr>
        <w:pStyle w:val="FootnoteText"/>
      </w:pPr>
      <w:r w:rsidRPr="00BD1121">
        <w:rPr>
          <w:rStyle w:val="FootnoteReference"/>
        </w:rPr>
        <w:footnoteRef/>
      </w:r>
      <w:r w:rsidRPr="00BD1121">
        <w:t xml:space="preserve"> Decisión de 30 de noviembre de</w:t>
      </w:r>
      <w:r w:rsidR="00507C51">
        <w:t xml:space="preserve"> </w:t>
      </w:r>
      <w:r w:rsidRPr="00BD1121">
        <w:t xml:space="preserve">2011, documento </w:t>
      </w:r>
      <w:proofErr w:type="spellStart"/>
      <w:r w:rsidRPr="00BD1121">
        <w:t>WT</w:t>
      </w:r>
      <w:proofErr w:type="spellEnd"/>
      <w:r w:rsidRPr="00BD1121">
        <w:t>/L/831.</w:t>
      </w:r>
    </w:p>
  </w:footnote>
  <w:footnote w:id="3">
    <w:p w:rsidR="00BD1121" w:rsidRPr="00BD1121" w:rsidRDefault="00BD1121">
      <w:pPr>
        <w:pStyle w:val="FootnoteText"/>
      </w:pPr>
      <w:r w:rsidRPr="00BD1121">
        <w:rPr>
          <w:rStyle w:val="FootnoteReference"/>
        </w:rPr>
        <w:footnoteRef/>
      </w:r>
      <w:r w:rsidRPr="00BD1121">
        <w:t xml:space="preserve"> En francés solamente.</w:t>
      </w:r>
    </w:p>
  </w:footnote>
  <w:footnote w:id="4">
    <w:p w:rsidR="00BD1121" w:rsidRPr="00BD1121" w:rsidRDefault="00BD1121">
      <w:pPr>
        <w:pStyle w:val="FootnoteText"/>
      </w:pPr>
      <w:r w:rsidRPr="00BD1121">
        <w:rPr>
          <w:rStyle w:val="FootnoteReference"/>
        </w:rPr>
        <w:footnoteRef/>
      </w:r>
      <w:r w:rsidRPr="00BD1121">
        <w:t xml:space="preserve"> Decisión de 26 de marzo de</w:t>
      </w:r>
      <w:r w:rsidR="00507C51">
        <w:t xml:space="preserve"> </w:t>
      </w:r>
      <w:r w:rsidRPr="00BD1121">
        <w:t>1980 sobre los procedimientos para la modi</w:t>
      </w:r>
      <w:r w:rsidR="00A2617A">
        <w:t>ficación o rectificación de las</w:t>
      </w:r>
      <w:r w:rsidR="00507C51">
        <w:t xml:space="preserve"> </w:t>
      </w:r>
      <w:r w:rsidRPr="00BD1121">
        <w:t xml:space="preserve">Listas de concesiones arancelarias, </w:t>
      </w:r>
      <w:proofErr w:type="spellStart"/>
      <w:r w:rsidRPr="00BD1121">
        <w:t>IBDD</w:t>
      </w:r>
      <w:proofErr w:type="spellEnd"/>
      <w:r w:rsidRPr="00BD1121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21" w:rsidRPr="00BD1121" w:rsidRDefault="00BD1121" w:rsidP="00BD1121">
    <w:pPr>
      <w:pStyle w:val="Header"/>
      <w:spacing w:after="240"/>
      <w:jc w:val="center"/>
    </w:pPr>
    <w:r w:rsidRPr="00BD1121">
      <w:t>G/</w:t>
    </w:r>
    <w:proofErr w:type="spellStart"/>
    <w:r w:rsidRPr="00BD1121">
      <w:t>MA</w:t>
    </w:r>
    <w:proofErr w:type="spellEnd"/>
    <w:r w:rsidRPr="00BD1121">
      <w:t>/</w:t>
    </w:r>
    <w:proofErr w:type="spellStart"/>
    <w:r w:rsidRPr="00BD1121">
      <w:t>TAR</w:t>
    </w:r>
    <w:proofErr w:type="spellEnd"/>
    <w:r w:rsidRPr="00BD1121">
      <w:t>/RS/504</w:t>
    </w:r>
  </w:p>
  <w:p w:rsidR="00BD1121" w:rsidRPr="00BD1121" w:rsidRDefault="00BD1121" w:rsidP="00BD1121">
    <w:pPr>
      <w:pStyle w:val="Header"/>
      <w:pBdr>
        <w:bottom w:val="single" w:sz="4" w:space="1" w:color="auto"/>
      </w:pBdr>
      <w:jc w:val="center"/>
    </w:pPr>
    <w:r w:rsidRPr="00BD1121">
      <w:t xml:space="preserve">- </w:t>
    </w:r>
    <w:r w:rsidRPr="00BD1121">
      <w:fldChar w:fldCharType="begin"/>
    </w:r>
    <w:r w:rsidRPr="00BD1121">
      <w:instrText xml:space="preserve"> PAGE  \* Arabic  \* MERGEFORMAT </w:instrText>
    </w:r>
    <w:r w:rsidRPr="00BD1121">
      <w:fldChar w:fldCharType="separate"/>
    </w:r>
    <w:r w:rsidRPr="00BD1121">
      <w:t>1</w:t>
    </w:r>
    <w:r w:rsidRPr="00BD1121">
      <w:fldChar w:fldCharType="end"/>
    </w:r>
    <w:r w:rsidRPr="00BD112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21" w:rsidRPr="00BD1121" w:rsidRDefault="00BD1121" w:rsidP="00BD1121">
    <w:pPr>
      <w:pStyle w:val="Header"/>
      <w:spacing w:after="240"/>
      <w:jc w:val="center"/>
    </w:pPr>
    <w:r w:rsidRPr="00BD1121">
      <w:t>G/</w:t>
    </w:r>
    <w:proofErr w:type="spellStart"/>
    <w:r w:rsidRPr="00BD1121">
      <w:t>MA</w:t>
    </w:r>
    <w:proofErr w:type="spellEnd"/>
    <w:r w:rsidRPr="00BD1121">
      <w:t>/</w:t>
    </w:r>
    <w:proofErr w:type="spellStart"/>
    <w:r w:rsidRPr="00BD1121">
      <w:t>TAR</w:t>
    </w:r>
    <w:proofErr w:type="spellEnd"/>
    <w:r w:rsidRPr="00BD1121">
      <w:t>/RS/504</w:t>
    </w:r>
  </w:p>
  <w:p w:rsidR="00BD1121" w:rsidRPr="00BD1121" w:rsidRDefault="00BD1121" w:rsidP="00BD1121">
    <w:pPr>
      <w:pStyle w:val="Header"/>
      <w:pBdr>
        <w:bottom w:val="single" w:sz="4" w:space="1" w:color="auto"/>
      </w:pBdr>
      <w:jc w:val="center"/>
    </w:pPr>
    <w:r w:rsidRPr="00BD1121">
      <w:t xml:space="preserve">- </w:t>
    </w:r>
    <w:r w:rsidRPr="00BD1121">
      <w:fldChar w:fldCharType="begin"/>
    </w:r>
    <w:r w:rsidRPr="00BD1121">
      <w:instrText xml:space="preserve"> PAGE  \* Arabic  \* MERGEFORMAT </w:instrText>
    </w:r>
    <w:r w:rsidRPr="00BD1121">
      <w:fldChar w:fldCharType="separate"/>
    </w:r>
    <w:r w:rsidR="00DE7841">
      <w:rPr>
        <w:noProof/>
      </w:rPr>
      <w:t>2</w:t>
    </w:r>
    <w:r w:rsidRPr="00BD1121">
      <w:fldChar w:fldCharType="end"/>
    </w:r>
    <w:r w:rsidRPr="00BD112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BD1121" w:rsidRPr="00BD1121" w:rsidTr="00BD112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D1121" w:rsidRPr="00BD1121" w:rsidRDefault="00BD1121" w:rsidP="00BD112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D1121" w:rsidRPr="00BD1121" w:rsidRDefault="00BD1121" w:rsidP="00BD112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D1121">
            <w:rPr>
              <w:rFonts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D1121" w:rsidRPr="00BD1121" w:rsidTr="00BD112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D1121" w:rsidRPr="00BD1121" w:rsidRDefault="00BD1121" w:rsidP="00BD1121">
          <w:pPr>
            <w:jc w:val="left"/>
            <w:rPr>
              <w:rFonts w:eastAsia="Verdana" w:cs="Verdana"/>
              <w:szCs w:val="18"/>
            </w:rPr>
          </w:pPr>
          <w:r w:rsidRPr="00BD1121">
            <w:rPr>
              <w:rFonts w:cs="Verdana"/>
              <w:noProof/>
              <w:szCs w:val="18"/>
              <w:lang w:val="en-US"/>
            </w:rPr>
            <w:drawing>
              <wp:inline distT="0" distB="0" distL="0" distR="0" wp14:anchorId="07298E39" wp14:editId="6041E078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D1121" w:rsidRPr="00BD1121" w:rsidRDefault="00BD1121" w:rsidP="00BD112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D1121" w:rsidRPr="00BD1121" w:rsidTr="00BD112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D1121" w:rsidRPr="00BD1121" w:rsidRDefault="00BD1121" w:rsidP="00BD112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D1121" w:rsidRPr="00BD1121" w:rsidRDefault="00BD1121" w:rsidP="00BD1121">
          <w:pPr>
            <w:jc w:val="right"/>
            <w:rPr>
              <w:rFonts w:eastAsia="Verdana" w:cs="Verdana"/>
              <w:b/>
              <w:szCs w:val="18"/>
            </w:rPr>
          </w:pPr>
          <w:r w:rsidRPr="00BD1121">
            <w:rPr>
              <w:b/>
              <w:szCs w:val="18"/>
            </w:rPr>
            <w:t>G/</w:t>
          </w:r>
          <w:proofErr w:type="spellStart"/>
          <w:r w:rsidRPr="00BD1121">
            <w:rPr>
              <w:b/>
              <w:szCs w:val="18"/>
            </w:rPr>
            <w:t>MA</w:t>
          </w:r>
          <w:proofErr w:type="spellEnd"/>
          <w:r w:rsidRPr="00BD1121">
            <w:rPr>
              <w:b/>
              <w:szCs w:val="18"/>
            </w:rPr>
            <w:t>/</w:t>
          </w:r>
          <w:proofErr w:type="spellStart"/>
          <w:r w:rsidRPr="00BD1121">
            <w:rPr>
              <w:b/>
              <w:szCs w:val="18"/>
            </w:rPr>
            <w:t>TAR</w:t>
          </w:r>
          <w:proofErr w:type="spellEnd"/>
          <w:r w:rsidRPr="00BD1121">
            <w:rPr>
              <w:b/>
              <w:szCs w:val="18"/>
            </w:rPr>
            <w:t>/RS/504</w:t>
          </w:r>
        </w:p>
      </w:tc>
    </w:tr>
    <w:tr w:rsidR="00BD1121" w:rsidRPr="00BD1121" w:rsidTr="00BD112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D1121" w:rsidRPr="00BD1121" w:rsidRDefault="00BD1121" w:rsidP="00BD112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D1121" w:rsidRPr="00BD1121" w:rsidRDefault="00DE7841" w:rsidP="00BD1121">
          <w:pPr>
            <w:jc w:val="right"/>
            <w:rPr>
              <w:rFonts w:eastAsia="Verdana" w:cs="Verdana"/>
              <w:szCs w:val="18"/>
            </w:rPr>
          </w:pPr>
          <w:r>
            <w:rPr>
              <w:rFonts w:cs="Verdana"/>
              <w:szCs w:val="18"/>
            </w:rPr>
            <w:t>7 de agosto</w:t>
          </w:r>
          <w:r w:rsidR="00507C51">
            <w:rPr>
              <w:rFonts w:cs="Verdana"/>
              <w:szCs w:val="18"/>
            </w:rPr>
            <w:t xml:space="preserve"> </w:t>
          </w:r>
          <w:r w:rsidR="00BD1121" w:rsidRPr="00BD1121">
            <w:rPr>
              <w:rFonts w:cs="Verdana"/>
              <w:szCs w:val="18"/>
            </w:rPr>
            <w:t>de</w:t>
          </w:r>
          <w:r w:rsidR="00507C51">
            <w:rPr>
              <w:rFonts w:cs="Verdana"/>
              <w:szCs w:val="18"/>
            </w:rPr>
            <w:t xml:space="preserve"> </w:t>
          </w:r>
          <w:r w:rsidR="00BD1121" w:rsidRPr="00BD1121">
            <w:rPr>
              <w:rFonts w:cs="Verdana"/>
              <w:szCs w:val="18"/>
            </w:rPr>
            <w:t>2017</w:t>
          </w:r>
        </w:p>
      </w:tc>
    </w:tr>
    <w:tr w:rsidR="00BD1121" w:rsidRPr="00BD1121" w:rsidTr="00BD112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D1121" w:rsidRPr="00BD1121" w:rsidRDefault="00BD1121" w:rsidP="00BD1121">
          <w:pPr>
            <w:jc w:val="left"/>
            <w:rPr>
              <w:rFonts w:eastAsia="Verdana" w:cs="Verdana"/>
              <w:b/>
              <w:szCs w:val="18"/>
            </w:rPr>
          </w:pPr>
          <w:r w:rsidRPr="00BD1121">
            <w:rPr>
              <w:rFonts w:cs="Verdana"/>
              <w:color w:val="FF0000"/>
              <w:szCs w:val="18"/>
            </w:rPr>
            <w:t>(17</w:t>
          </w:r>
          <w:r w:rsidRPr="00BD1121">
            <w:rPr>
              <w:rFonts w:cs="Verdana"/>
              <w:color w:val="FF0000"/>
              <w:szCs w:val="18"/>
            </w:rPr>
            <w:noBreakHyphen/>
          </w:r>
          <w:r w:rsidR="00DE7841">
            <w:rPr>
              <w:rFonts w:cs="Verdana"/>
              <w:color w:val="FF0000"/>
              <w:szCs w:val="18"/>
            </w:rPr>
            <w:t>4272</w:t>
          </w:r>
          <w:r w:rsidRPr="00BD1121">
            <w:rPr>
              <w:rFonts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D1121" w:rsidRPr="00BD1121" w:rsidRDefault="00BD1121" w:rsidP="00BD1121">
          <w:pPr>
            <w:jc w:val="right"/>
            <w:rPr>
              <w:rFonts w:eastAsia="Verdana" w:cs="Verdana"/>
              <w:szCs w:val="18"/>
            </w:rPr>
          </w:pPr>
          <w:r w:rsidRPr="00BD1121">
            <w:rPr>
              <w:rFonts w:cs="Verdana"/>
              <w:szCs w:val="18"/>
            </w:rPr>
            <w:t xml:space="preserve">Página: </w:t>
          </w:r>
          <w:r w:rsidRPr="00BD1121">
            <w:rPr>
              <w:rFonts w:cs="Verdana"/>
              <w:szCs w:val="18"/>
            </w:rPr>
            <w:fldChar w:fldCharType="begin"/>
          </w:r>
          <w:r w:rsidRPr="00BD1121">
            <w:rPr>
              <w:rFonts w:cs="Verdana"/>
              <w:szCs w:val="18"/>
            </w:rPr>
            <w:instrText xml:space="preserve"> PAGE  \* Arabic  \* MERGEFORMAT </w:instrText>
          </w:r>
          <w:r w:rsidRPr="00BD1121">
            <w:rPr>
              <w:rFonts w:cs="Verdana"/>
              <w:szCs w:val="18"/>
            </w:rPr>
            <w:fldChar w:fldCharType="separate"/>
          </w:r>
          <w:r w:rsidR="00DE7841">
            <w:rPr>
              <w:rFonts w:cs="Verdana"/>
              <w:noProof/>
              <w:szCs w:val="18"/>
            </w:rPr>
            <w:t>1</w:t>
          </w:r>
          <w:r w:rsidRPr="00BD1121">
            <w:rPr>
              <w:rFonts w:cs="Verdana"/>
              <w:szCs w:val="18"/>
            </w:rPr>
            <w:fldChar w:fldCharType="end"/>
          </w:r>
          <w:r w:rsidRPr="00BD1121">
            <w:rPr>
              <w:rFonts w:cs="Verdana"/>
              <w:szCs w:val="18"/>
            </w:rPr>
            <w:t>/</w:t>
          </w:r>
          <w:r>
            <w:rPr>
              <w:rFonts w:cs="Verdana"/>
              <w:szCs w:val="18"/>
            </w:rPr>
            <w:t>84</w:t>
          </w:r>
        </w:p>
      </w:tc>
    </w:tr>
    <w:tr w:rsidR="00BD1121" w:rsidRPr="00BD1121" w:rsidTr="00BD112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D1121" w:rsidRPr="00BD1121" w:rsidRDefault="00BD1121" w:rsidP="00BD1121">
          <w:pPr>
            <w:jc w:val="left"/>
            <w:rPr>
              <w:rFonts w:eastAsia="Verdana" w:cs="Verdana"/>
              <w:szCs w:val="18"/>
            </w:rPr>
          </w:pPr>
          <w:r w:rsidRPr="00BD1121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D1121" w:rsidRPr="00BD1121" w:rsidRDefault="00BD1121" w:rsidP="00BD1121">
          <w:pPr>
            <w:jc w:val="right"/>
            <w:rPr>
              <w:rFonts w:eastAsia="Verdana" w:cs="Verdana"/>
              <w:bCs/>
              <w:szCs w:val="18"/>
            </w:rPr>
          </w:pPr>
          <w:bookmarkStart w:id="0" w:name="_GoBack"/>
          <w:bookmarkEnd w:id="0"/>
        </w:p>
      </w:tc>
    </w:tr>
  </w:tbl>
  <w:p w:rsidR="00DD65B2" w:rsidRPr="00BD1121" w:rsidRDefault="00DD65B2" w:rsidP="00BD1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91ABCC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D2EA8C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ADCB25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65500728"/>
    <w:numStyleLink w:val="LegalHeadings"/>
  </w:abstractNum>
  <w:abstractNum w:abstractNumId="12">
    <w:nsid w:val="57551E12"/>
    <w:multiLevelType w:val="multilevel"/>
    <w:tmpl w:val="6550072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B2"/>
    <w:rsid w:val="000074D5"/>
    <w:rsid w:val="0002424F"/>
    <w:rsid w:val="00033711"/>
    <w:rsid w:val="0005784C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00D05"/>
    <w:rsid w:val="002149CB"/>
    <w:rsid w:val="002242B5"/>
    <w:rsid w:val="00255119"/>
    <w:rsid w:val="00276383"/>
    <w:rsid w:val="00287066"/>
    <w:rsid w:val="003267CD"/>
    <w:rsid w:val="00334600"/>
    <w:rsid w:val="00337700"/>
    <w:rsid w:val="003422F5"/>
    <w:rsid w:val="00342A86"/>
    <w:rsid w:val="003549E4"/>
    <w:rsid w:val="003A0E78"/>
    <w:rsid w:val="003A19CB"/>
    <w:rsid w:val="003B0391"/>
    <w:rsid w:val="003B6D4C"/>
    <w:rsid w:val="003C0EE2"/>
    <w:rsid w:val="003E4C70"/>
    <w:rsid w:val="003F0353"/>
    <w:rsid w:val="003F46BB"/>
    <w:rsid w:val="0043612A"/>
    <w:rsid w:val="004563EC"/>
    <w:rsid w:val="004E1A35"/>
    <w:rsid w:val="004E55A0"/>
    <w:rsid w:val="004F4ADE"/>
    <w:rsid w:val="00507C51"/>
    <w:rsid w:val="00524772"/>
    <w:rsid w:val="00533502"/>
    <w:rsid w:val="00571EE1"/>
    <w:rsid w:val="00592965"/>
    <w:rsid w:val="005B571A"/>
    <w:rsid w:val="005C0BEE"/>
    <w:rsid w:val="005C6D4E"/>
    <w:rsid w:val="005D21E5"/>
    <w:rsid w:val="005D4F0E"/>
    <w:rsid w:val="005E14C9"/>
    <w:rsid w:val="00605630"/>
    <w:rsid w:val="006652F7"/>
    <w:rsid w:val="00673EB2"/>
    <w:rsid w:val="00674833"/>
    <w:rsid w:val="006A2F2A"/>
    <w:rsid w:val="006A61A5"/>
    <w:rsid w:val="006C53D1"/>
    <w:rsid w:val="006E0C67"/>
    <w:rsid w:val="00711BC9"/>
    <w:rsid w:val="00727F5B"/>
    <w:rsid w:val="00735ADA"/>
    <w:rsid w:val="00743B4A"/>
    <w:rsid w:val="00772AE4"/>
    <w:rsid w:val="00795114"/>
    <w:rsid w:val="007A242D"/>
    <w:rsid w:val="007A761F"/>
    <w:rsid w:val="007B7BB1"/>
    <w:rsid w:val="007C4766"/>
    <w:rsid w:val="007D05A0"/>
    <w:rsid w:val="007D39B5"/>
    <w:rsid w:val="00800696"/>
    <w:rsid w:val="008006D2"/>
    <w:rsid w:val="00827789"/>
    <w:rsid w:val="00834FB6"/>
    <w:rsid w:val="008402D9"/>
    <w:rsid w:val="00842D59"/>
    <w:rsid w:val="0085388D"/>
    <w:rsid w:val="00885409"/>
    <w:rsid w:val="008A1305"/>
    <w:rsid w:val="008A2F61"/>
    <w:rsid w:val="00912133"/>
    <w:rsid w:val="0091417D"/>
    <w:rsid w:val="00917BFE"/>
    <w:rsid w:val="009304CB"/>
    <w:rsid w:val="0093775F"/>
    <w:rsid w:val="009A0D78"/>
    <w:rsid w:val="009D4638"/>
    <w:rsid w:val="009D63FB"/>
    <w:rsid w:val="009F491D"/>
    <w:rsid w:val="00A2617A"/>
    <w:rsid w:val="00A37C79"/>
    <w:rsid w:val="00A46611"/>
    <w:rsid w:val="00A60556"/>
    <w:rsid w:val="00A67526"/>
    <w:rsid w:val="00A708CA"/>
    <w:rsid w:val="00A73F8C"/>
    <w:rsid w:val="00A747A2"/>
    <w:rsid w:val="00A84BF5"/>
    <w:rsid w:val="00AC7C4D"/>
    <w:rsid w:val="00AD1003"/>
    <w:rsid w:val="00AD59FD"/>
    <w:rsid w:val="00AE3C0C"/>
    <w:rsid w:val="00AE4E8C"/>
    <w:rsid w:val="00AF33E8"/>
    <w:rsid w:val="00B016F2"/>
    <w:rsid w:val="00B07663"/>
    <w:rsid w:val="00B24B85"/>
    <w:rsid w:val="00B30392"/>
    <w:rsid w:val="00B4336E"/>
    <w:rsid w:val="00B45F9E"/>
    <w:rsid w:val="00B46156"/>
    <w:rsid w:val="00B52FC8"/>
    <w:rsid w:val="00B83FE6"/>
    <w:rsid w:val="00B86771"/>
    <w:rsid w:val="00BA0E6A"/>
    <w:rsid w:val="00BA5D80"/>
    <w:rsid w:val="00BB432E"/>
    <w:rsid w:val="00BC17E5"/>
    <w:rsid w:val="00BC2650"/>
    <w:rsid w:val="00BD1121"/>
    <w:rsid w:val="00C05660"/>
    <w:rsid w:val="00C34F2D"/>
    <w:rsid w:val="00C400B5"/>
    <w:rsid w:val="00C41B3D"/>
    <w:rsid w:val="00C45B8E"/>
    <w:rsid w:val="00C60AA4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65AF6"/>
    <w:rsid w:val="00D66DCB"/>
    <w:rsid w:val="00D66F5C"/>
    <w:rsid w:val="00DB47DD"/>
    <w:rsid w:val="00DB7CB0"/>
    <w:rsid w:val="00DD65B2"/>
    <w:rsid w:val="00DE7841"/>
    <w:rsid w:val="00E464CD"/>
    <w:rsid w:val="00E47B1B"/>
    <w:rsid w:val="00E81A56"/>
    <w:rsid w:val="00E844E4"/>
    <w:rsid w:val="00E97806"/>
    <w:rsid w:val="00EA1572"/>
    <w:rsid w:val="00EB1D8F"/>
    <w:rsid w:val="00EB4982"/>
    <w:rsid w:val="00EC449F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D112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D112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D112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D112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D112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D112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D112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D112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D112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D112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D112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D112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D112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D112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D112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D112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D112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D112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D112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1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121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D112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BD112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BD112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BD112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D1121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BD112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D112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D112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D1121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BD1121"/>
    <w:rPr>
      <w:szCs w:val="20"/>
    </w:rPr>
  </w:style>
  <w:style w:type="character" w:customStyle="1" w:styleId="EndnoteTextChar">
    <w:name w:val="Endnote Text Char"/>
    <w:link w:val="EndnoteText"/>
    <w:uiPriority w:val="49"/>
    <w:rsid w:val="00BD1121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D112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BD112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D1121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D1121"/>
    <w:pPr>
      <w:ind w:left="567" w:right="567" w:firstLine="0"/>
    </w:pPr>
  </w:style>
  <w:style w:type="character" w:styleId="FootnoteReference">
    <w:name w:val="footnote reference"/>
    <w:uiPriority w:val="5"/>
    <w:rsid w:val="00BD112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D112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D1121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BD1121"/>
    <w:pPr>
      <w:numPr>
        <w:numId w:val="6"/>
      </w:numPr>
    </w:pPr>
  </w:style>
  <w:style w:type="paragraph" w:styleId="ListBullet">
    <w:name w:val="List Bullet"/>
    <w:basedOn w:val="Normal"/>
    <w:uiPriority w:val="1"/>
    <w:rsid w:val="00BD112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D112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D112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D112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D112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D1121"/>
    <w:pPr>
      <w:ind w:left="720"/>
      <w:contextualSpacing/>
    </w:pPr>
  </w:style>
  <w:style w:type="numbering" w:customStyle="1" w:styleId="ListBullets">
    <w:name w:val="ListBullets"/>
    <w:uiPriority w:val="99"/>
    <w:rsid w:val="00BD112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D112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D112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D112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D1121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BD112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D112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D112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D112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D112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D112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D112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D112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D112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D112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BD112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BD112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D112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D112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D1121"/>
  </w:style>
  <w:style w:type="paragraph" w:styleId="BlockText">
    <w:name w:val="Block Text"/>
    <w:basedOn w:val="Normal"/>
    <w:uiPriority w:val="99"/>
    <w:semiHidden/>
    <w:unhideWhenUsed/>
    <w:rsid w:val="00BD112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D112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11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D112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D11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D112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D1121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BD112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D112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D112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D11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121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D1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1121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1121"/>
  </w:style>
  <w:style w:type="character" w:customStyle="1" w:styleId="DateChar">
    <w:name w:val="Date Char"/>
    <w:basedOn w:val="DefaultParagraphFont"/>
    <w:link w:val="Dat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D112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1121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D112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BD112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D112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D112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D112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D112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D112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D1121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BD112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D112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112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1121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D112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D112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D112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D112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D112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D112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D112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D112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D112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D112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D112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D112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D112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D1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D112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D112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D1121"/>
    <w:rPr>
      <w:lang w:val="es-ES"/>
    </w:rPr>
  </w:style>
  <w:style w:type="paragraph" w:styleId="List">
    <w:name w:val="List"/>
    <w:basedOn w:val="Normal"/>
    <w:uiPriority w:val="99"/>
    <w:semiHidden/>
    <w:unhideWhenUsed/>
    <w:rsid w:val="00BD112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D112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D112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D112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D112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D112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D112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D112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D112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D112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D112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D112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D112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D112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D112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D11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D1121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D11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D1121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BD112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D112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D112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D112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D112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D112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D11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D1121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D112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D112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D112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D112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BD112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D112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D1121"/>
    <w:rPr>
      <w:smallCaps/>
      <w:color w:val="C0504D" w:themeColor="accent2"/>
      <w:u w:val="single"/>
      <w:lang w:val="es-ES"/>
    </w:rPr>
  </w:style>
  <w:style w:type="character" w:customStyle="1" w:styleId="lblseg">
    <w:name w:val="lblseg"/>
    <w:rsid w:val="006C53D1"/>
    <w:rPr>
      <w:lang w:val="es-ES"/>
    </w:rPr>
  </w:style>
  <w:style w:type="table" w:styleId="LightGrid">
    <w:name w:val="Light Grid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BD112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D112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D112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D112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D112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D112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D112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D112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D112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D112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D112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D112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D112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D112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BD112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D112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D112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D112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BD112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BD112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D112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D112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D112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D112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D112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D1121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BD1121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D112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D112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D112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D112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D112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D112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D112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D112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D112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D112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D112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D112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BD112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BD112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BD112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BD112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BD112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BD112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BD112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BD112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1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121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BD112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BD112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BD112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BD112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BD1121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BD112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BD112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D112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BD1121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BD1121"/>
    <w:rPr>
      <w:szCs w:val="20"/>
    </w:rPr>
  </w:style>
  <w:style w:type="character" w:customStyle="1" w:styleId="EndnoteTextChar">
    <w:name w:val="Endnote Text Char"/>
    <w:link w:val="EndnoteText"/>
    <w:uiPriority w:val="49"/>
    <w:rsid w:val="00BD1121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D112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BD112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BD1121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D1121"/>
    <w:pPr>
      <w:ind w:left="567" w:right="567" w:firstLine="0"/>
    </w:pPr>
  </w:style>
  <w:style w:type="character" w:styleId="FootnoteReference">
    <w:name w:val="footnote reference"/>
    <w:uiPriority w:val="5"/>
    <w:rsid w:val="00BD112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BD112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BD1121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BD1121"/>
    <w:pPr>
      <w:numPr>
        <w:numId w:val="6"/>
      </w:numPr>
    </w:pPr>
  </w:style>
  <w:style w:type="paragraph" w:styleId="ListBullet">
    <w:name w:val="List Bullet"/>
    <w:basedOn w:val="Normal"/>
    <w:uiPriority w:val="1"/>
    <w:rsid w:val="00BD112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D112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D112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D112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D112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BD1121"/>
    <w:pPr>
      <w:ind w:left="720"/>
      <w:contextualSpacing/>
    </w:pPr>
  </w:style>
  <w:style w:type="numbering" w:customStyle="1" w:styleId="ListBullets">
    <w:name w:val="ListBullets"/>
    <w:uiPriority w:val="99"/>
    <w:rsid w:val="00BD112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BD112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D112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BD112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BD1121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BD112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D112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D112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BD112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D112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D112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D112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D112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BD112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D112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BD112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BD112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BD112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BD112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D112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D112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BD1121"/>
  </w:style>
  <w:style w:type="paragraph" w:styleId="BlockText">
    <w:name w:val="Block Text"/>
    <w:basedOn w:val="Normal"/>
    <w:uiPriority w:val="99"/>
    <w:semiHidden/>
    <w:unhideWhenUsed/>
    <w:rsid w:val="00BD112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D112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11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D112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D11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D112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D1121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BD112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BD112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D112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D11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121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D11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1121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1121"/>
  </w:style>
  <w:style w:type="character" w:customStyle="1" w:styleId="DateChar">
    <w:name w:val="Date Char"/>
    <w:basedOn w:val="DefaultParagraphFont"/>
    <w:link w:val="Dat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D112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1121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D112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BD112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BD112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D112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D112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D112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D112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D1121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BD112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D112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112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1121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BD112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D112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D112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D112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D112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D112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D112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D112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D112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D112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D112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D112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D112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BD112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BD1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BD112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BD112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BD1121"/>
    <w:rPr>
      <w:lang w:val="es-ES"/>
    </w:rPr>
  </w:style>
  <w:style w:type="paragraph" w:styleId="List">
    <w:name w:val="List"/>
    <w:basedOn w:val="Normal"/>
    <w:uiPriority w:val="99"/>
    <w:semiHidden/>
    <w:unhideWhenUsed/>
    <w:rsid w:val="00BD112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D112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D112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D112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D112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D112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D112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D112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D112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D112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D112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D112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D112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D112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D112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BD11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D1121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D11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D1121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BD112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D112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D112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D112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BD112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BD112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BD11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D1121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BD112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BD112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D112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D112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D1121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BD112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BD112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BD1121"/>
    <w:rPr>
      <w:smallCaps/>
      <w:color w:val="C0504D" w:themeColor="accent2"/>
      <w:u w:val="single"/>
      <w:lang w:val="es-ES"/>
    </w:rPr>
  </w:style>
  <w:style w:type="character" w:customStyle="1" w:styleId="lblseg">
    <w:name w:val="lblseg"/>
    <w:rsid w:val="006C53D1"/>
    <w:rPr>
      <w:lang w:val="es-ES"/>
    </w:rPr>
  </w:style>
  <w:style w:type="table" w:styleId="LightGrid">
    <w:name w:val="Light Grid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D112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D112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D112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D112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D112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D112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D112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D112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D112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BD112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D112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D112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D112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D112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D112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D112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D112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D112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D112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D112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D112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D112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D112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D112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D112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D112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D112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BD112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D112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D112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D112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D112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BD112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BD112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112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D112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D112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D112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D112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D112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D112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D112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BD1121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BD1121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D112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817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2017-08-07T09:39:00Z</cp:lastPrinted>
  <dcterms:created xsi:type="dcterms:W3CDTF">2017-08-07T10:08:00Z</dcterms:created>
  <dcterms:modified xsi:type="dcterms:W3CDTF">2017-08-07T10:40:00Z</dcterms:modified>
</cp:coreProperties>
</file>