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32161A">
        <w:t>xxx</w:t>
      </w:r>
      <w:r w:rsidR="00584890">
        <w:t>v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32161A">
        <w:t>PERU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32161A">
        <w:t>XXX</w:t>
      </w:r>
      <w:r w:rsidR="00584890">
        <w:t>V</w:t>
      </w:r>
      <w:r>
        <w:t xml:space="preserve"> </w:t>
      </w:r>
      <w:r w:rsidR="00357E7D">
        <w:t>–</w:t>
      </w:r>
      <w:r>
        <w:t xml:space="preserve"> </w:t>
      </w:r>
      <w:r w:rsidR="0032161A">
        <w:t>Peru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B97093" w:rsidRDefault="00B26ECA" w:rsidP="006D3E92">
      <w:pPr>
        <w:jc w:val="center"/>
        <w:rPr>
          <w:b/>
        </w:rPr>
      </w:pPr>
      <w:r w:rsidRPr="00B97093">
        <w:rPr>
          <w:b/>
        </w:rPr>
        <w:t>_______________</w:t>
      </w:r>
    </w:p>
    <w:p w:rsidR="00B26ECA" w:rsidRPr="00B97093" w:rsidRDefault="00B26ECA" w:rsidP="006D3E92">
      <w:pPr>
        <w:jc w:val="center"/>
        <w:rPr>
          <w:szCs w:val="18"/>
        </w:rPr>
      </w:pPr>
    </w:p>
    <w:p w:rsidR="00B26ECA" w:rsidRPr="00B97093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32161A">
        <w:t>XXXV</w:t>
      </w:r>
      <w:r w:rsidR="009724F3">
        <w:t xml:space="preserve"> </w:t>
      </w:r>
      <w:r w:rsidR="00357E7D">
        <w:t xml:space="preserve">– </w:t>
      </w:r>
      <w:r w:rsidR="0032161A">
        <w:t>Peru</w:t>
      </w:r>
      <w:r w:rsidR="005A6FC8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32161A">
        <w:t xml:space="preserve"> 85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3216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2161A" w:rsidRDefault="0032161A" w:rsidP="0032161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2161A" w:rsidRDefault="0032161A" w:rsidP="0032161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 w:rsidR="005A6FC8">
        <w:rPr>
          <w:rFonts w:ascii="Arial" w:hAnsi="Arial" w:cs="Arial"/>
        </w:rPr>
        <w:t>Spani</w:t>
      </w:r>
      <w:r>
        <w:rPr>
          <w:rFonts w:ascii="Arial" w:hAnsi="Arial" w:cs="Arial"/>
        </w:rPr>
        <w:t>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2161A">
      <w:t>G/MA/TAR/RS/554</w:t>
    </w:r>
  </w:p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2161A">
      <w:t xml:space="preserve">- </w:t>
    </w:r>
    <w:r w:rsidRPr="0032161A">
      <w:fldChar w:fldCharType="begin"/>
    </w:r>
    <w:r w:rsidRPr="0032161A">
      <w:instrText xml:space="preserve"> PAGE </w:instrText>
    </w:r>
    <w:r w:rsidRPr="0032161A">
      <w:fldChar w:fldCharType="separate"/>
    </w:r>
    <w:r w:rsidR="00972C68">
      <w:rPr>
        <w:noProof/>
      </w:rPr>
      <w:t>2</w:t>
    </w:r>
    <w:r w:rsidRPr="0032161A">
      <w:fldChar w:fldCharType="end"/>
    </w:r>
    <w:r w:rsidRPr="0032161A">
      <w:t xml:space="preserve"> -</w:t>
    </w:r>
  </w:p>
  <w:p w:rsidR="00544326" w:rsidRPr="0032161A" w:rsidRDefault="00544326" w:rsidP="0032161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2161A">
      <w:t>G/MA/TAR/RS/554</w:t>
    </w:r>
  </w:p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2161A" w:rsidRPr="0032161A" w:rsidRDefault="0032161A" w:rsidP="0032161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2161A">
      <w:t xml:space="preserve">- </w:t>
    </w:r>
    <w:r w:rsidRPr="0032161A">
      <w:fldChar w:fldCharType="begin"/>
    </w:r>
    <w:r w:rsidRPr="0032161A">
      <w:instrText xml:space="preserve"> PAGE </w:instrText>
    </w:r>
    <w:r w:rsidRPr="0032161A">
      <w:fldChar w:fldCharType="separate"/>
    </w:r>
    <w:r w:rsidRPr="0032161A">
      <w:rPr>
        <w:noProof/>
      </w:rPr>
      <w:t>2</w:t>
    </w:r>
    <w:r w:rsidRPr="0032161A">
      <w:fldChar w:fldCharType="end"/>
    </w:r>
    <w:r w:rsidRPr="0032161A">
      <w:t xml:space="preserve"> -</w:t>
    </w:r>
  </w:p>
  <w:p w:rsidR="00544326" w:rsidRPr="0032161A" w:rsidRDefault="00544326" w:rsidP="0032161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2161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237BF0DD" wp14:editId="64D40D5F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2161A" w:rsidRDefault="0032161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E4B51" w:rsidP="00972C68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972C68">
            <w:rPr>
              <w:szCs w:val="16"/>
            </w:rPr>
            <w:t xml:space="preserve">8 </w:t>
          </w:r>
          <w:r w:rsidR="00FD06EE">
            <w:rPr>
              <w:szCs w:val="16"/>
            </w:rPr>
            <w:t>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72C68" w:rsidRDefault="00972C68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(18-2983)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972C68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32161A">
            <w:rPr>
              <w:bCs/>
              <w:szCs w:val="16"/>
            </w:rPr>
            <w:t>85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32161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0E4B51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161A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761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84890"/>
    <w:rsid w:val="005A0231"/>
    <w:rsid w:val="005A3CFA"/>
    <w:rsid w:val="005A6FC8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47A2F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724F3"/>
    <w:rsid w:val="00972C68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47D5"/>
    <w:rsid w:val="00B75B86"/>
    <w:rsid w:val="00B83BCC"/>
    <w:rsid w:val="00B97093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06EE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137</Words>
  <Characters>765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G/MA/TAR/RS/554</vt:lpwstr>
  </property>
</Properties>
</file>