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r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 w:rsidR="00A927B4">
        <w:t>LIX – Suisse-liechtenstein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Appelnotedebasdep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LTC</w:t>
      </w:r>
      <w:r w:rsidR="00D15CF5" w:rsidRPr="00D15CF5">
        <w:rPr>
          <w:rStyle w:val="Appelnotedebasdep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A927B4">
        <w:t>LIX – Suisse-Liechtenstein</w:t>
      </w:r>
      <w:r w:rsidR="00D15CF5" w:rsidRPr="00D15CF5">
        <w:rPr>
          <w:rStyle w:val="Appelnotedebasdep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Appelnotedebasdep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</w:t>
      </w:r>
      <w:r w:rsidR="000A3C67">
        <w:t> </w:t>
      </w:r>
      <w:r w:rsidRPr="00D15CF5">
        <w:t>SH</w:t>
      </w:r>
      <w:r w:rsidR="00307C1C">
        <w:t>2007</w:t>
      </w:r>
      <w:r w:rsidR="00A32B3D" w:rsidRPr="00D15CF5">
        <w:t xml:space="preserve">, qui a été approuvé à la session d'examen multilatéral tenue le </w:t>
      </w:r>
      <w:r w:rsidR="00BA3FCF">
        <w:t>28 May</w:t>
      </w:r>
      <w:r w:rsidR="000A3C67">
        <w:t> </w:t>
      </w:r>
      <w:r w:rsidR="00D15CF5">
        <w:t>2018</w:t>
      </w:r>
      <w:r w:rsidR="00A32B3D" w:rsidRPr="00D15CF5">
        <w:t>.</w:t>
      </w:r>
    </w:p>
    <w:p w:rsidR="001147C1" w:rsidRPr="00D15CF5" w:rsidRDefault="001147C1" w:rsidP="00D15CF5"/>
    <w:p w:rsidR="001147C1" w:rsidRPr="00946013" w:rsidRDefault="00D15CF5" w:rsidP="00D15CF5">
      <w:pPr>
        <w:jc w:val="center"/>
        <w:rPr>
          <w:b/>
        </w:rPr>
      </w:pPr>
      <w:r w:rsidRPr="00946013">
        <w:rPr>
          <w:b/>
        </w:rPr>
        <w:t>_______________</w:t>
      </w:r>
    </w:p>
    <w:p w:rsidR="001147C1" w:rsidRPr="00B72960" w:rsidRDefault="001147C1" w:rsidP="00D15CF5">
      <w:pPr>
        <w:rPr>
          <w:szCs w:val="18"/>
        </w:rPr>
      </w:pPr>
    </w:p>
    <w:p w:rsidR="00A32B3D" w:rsidRPr="00B72960" w:rsidRDefault="00A32B3D" w:rsidP="00D15CF5">
      <w:pPr>
        <w:rPr>
          <w:szCs w:val="18"/>
        </w:rPr>
      </w:pPr>
    </w:p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A927B4">
        <w:t>LIX – Suisse-Liechtenstein</w:t>
      </w:r>
      <w:r w:rsidR="00A927B4" w:rsidRPr="00D15CF5">
        <w:t xml:space="preserve"> </w:t>
      </w:r>
      <w:r w:rsidRPr="00D15CF5">
        <w:t>seront considérées comme approuvées et seront officiellement certifiées.</w:t>
      </w:r>
    </w:p>
    <w:p w:rsidR="00337700" w:rsidRPr="00E22E78" w:rsidRDefault="00480BB1" w:rsidP="002B516E">
      <w:r w:rsidRPr="00D15CF5">
        <w:br w:type="page"/>
      </w:r>
      <w:r w:rsidR="00D87E53" w:rsidRPr="00D15CF5">
        <w:lastRenderedPageBreak/>
        <w:t>P</w:t>
      </w:r>
      <w:r w:rsidR="00E22E78">
        <w:t xml:space="preserve">ages </w:t>
      </w:r>
      <w:r w:rsidR="00D87E53" w:rsidRPr="00D15CF5">
        <w:t xml:space="preserve">3 </w:t>
      </w:r>
      <w:r w:rsidR="00E22E78">
        <w:t xml:space="preserve">à </w:t>
      </w:r>
      <w:r w:rsidR="0034424D">
        <w:t>254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073F95">
        <w:t>, Excel</w:t>
      </w:r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</w:t>
      </w:r>
      <w:r w:rsidR="00FA0776">
        <w:t>ée</w:t>
      </w:r>
      <w:r w:rsidR="00D15CF5">
        <w:t xml:space="preserve"> disponible sur demande</w:t>
      </w:r>
      <w:r w:rsidRPr="00D15CF5">
        <w:t>)</w:t>
      </w:r>
    </w:p>
    <w:sectPr w:rsidR="00337700" w:rsidRPr="00E22E78" w:rsidSect="006B29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FA0776" w:rsidP="00FA0776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FA0776" w:rsidP="00FA0776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A0776" w:rsidRDefault="00FA0776" w:rsidP="00FA0776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30 novembre 2011, WT/L/831.</w:t>
      </w:r>
    </w:p>
  </w:footnote>
  <w:footnote w:id="3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En </w:t>
      </w:r>
      <w:r w:rsidR="00A927B4">
        <w:t xml:space="preserve">français </w:t>
      </w:r>
      <w:r w:rsidRPr="00D15CF5">
        <w:t>seulement.</w:t>
      </w:r>
    </w:p>
  </w:footnote>
  <w:footnote w:id="4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76" w:rsidRPr="00FA0776" w:rsidRDefault="00FA0776" w:rsidP="00FA0776">
    <w:pPr>
      <w:pStyle w:val="En-tte"/>
      <w:spacing w:after="240"/>
      <w:jc w:val="center"/>
    </w:pPr>
    <w:r w:rsidRPr="00FA0776">
      <w:t>G/MA/TAR/RS/554</w:t>
    </w:r>
  </w:p>
  <w:p w:rsidR="00FA0776" w:rsidRPr="00FA0776" w:rsidRDefault="00FA0776" w:rsidP="00FA0776">
    <w:pPr>
      <w:pStyle w:val="En-tte"/>
      <w:pBdr>
        <w:bottom w:val="single" w:sz="4" w:space="1" w:color="auto"/>
      </w:pBdr>
      <w:jc w:val="center"/>
    </w:pPr>
    <w:r w:rsidRPr="00FA0776">
      <w:t xml:space="preserve">- </w:t>
    </w:r>
    <w:r w:rsidRPr="00FA0776">
      <w:fldChar w:fldCharType="begin"/>
    </w:r>
    <w:r w:rsidRPr="00FA0776">
      <w:instrText xml:space="preserve"> PAGE  \* Arabic  \* MERGEFORMAT </w:instrText>
    </w:r>
    <w:r w:rsidRPr="00FA0776">
      <w:fldChar w:fldCharType="separate"/>
    </w:r>
    <w:r w:rsidRPr="00FA0776">
      <w:rPr>
        <w:noProof/>
      </w:rPr>
      <w:t>1</w:t>
    </w:r>
    <w:r w:rsidRPr="00FA0776">
      <w:fldChar w:fldCharType="end"/>
    </w:r>
    <w:r w:rsidRPr="00FA077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76" w:rsidRPr="00FA0776" w:rsidRDefault="00FA0776" w:rsidP="00FA0776">
    <w:pPr>
      <w:pStyle w:val="En-tte"/>
      <w:spacing w:after="240"/>
      <w:jc w:val="center"/>
    </w:pPr>
    <w:r w:rsidRPr="00FA0776">
      <w:t>G/MA/TAR/RS/5</w:t>
    </w:r>
    <w:r w:rsidR="00A927B4">
      <w:t>65</w:t>
    </w:r>
  </w:p>
  <w:p w:rsidR="00FA0776" w:rsidRPr="00FA0776" w:rsidRDefault="00FA0776" w:rsidP="00FA0776">
    <w:pPr>
      <w:pStyle w:val="En-tte"/>
      <w:pBdr>
        <w:bottom w:val="single" w:sz="4" w:space="1" w:color="auto"/>
      </w:pBdr>
      <w:jc w:val="center"/>
    </w:pPr>
    <w:r w:rsidRPr="00FA0776">
      <w:t xml:space="preserve">- </w:t>
    </w:r>
    <w:r w:rsidRPr="00FA0776">
      <w:fldChar w:fldCharType="begin"/>
    </w:r>
    <w:r w:rsidRPr="00FA0776">
      <w:instrText xml:space="preserve"> PAGE  \* Arabic  \* MERGEFORMAT </w:instrText>
    </w:r>
    <w:r w:rsidRPr="00FA0776">
      <w:fldChar w:fldCharType="separate"/>
    </w:r>
    <w:r w:rsidR="001B7407">
      <w:rPr>
        <w:noProof/>
      </w:rPr>
      <w:t>2</w:t>
    </w:r>
    <w:r w:rsidRPr="00FA0776">
      <w:fldChar w:fldCharType="end"/>
    </w:r>
    <w:r w:rsidRPr="00FA077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FA0776" w:rsidRPr="00FA0776" w:rsidTr="00FA077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FA0776" w:rsidP="00FA0776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FA0776" w:rsidP="00FA077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FA0776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FA0776" w:rsidRPr="00FA0776" w:rsidTr="00FA077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A0776" w:rsidRPr="00FA0776" w:rsidRDefault="00FA0776" w:rsidP="00FA0776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FA0776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5F7968DA" wp14:editId="4FB85101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A0776" w:rsidRPr="00FA0776" w:rsidRDefault="00FA0776" w:rsidP="00FA077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A0776" w:rsidRPr="00FA0776" w:rsidTr="00FA077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A0776" w:rsidRPr="00FA0776" w:rsidRDefault="00FA0776" w:rsidP="00FA077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A0776" w:rsidRPr="00FA0776" w:rsidRDefault="00FA0776" w:rsidP="00A927B4">
          <w:pPr>
            <w:jc w:val="right"/>
            <w:rPr>
              <w:rFonts w:eastAsia="Verdana" w:cs="Verdana"/>
              <w:b/>
              <w:szCs w:val="18"/>
            </w:rPr>
          </w:pPr>
          <w:r w:rsidRPr="00FA0776">
            <w:rPr>
              <w:b/>
              <w:szCs w:val="18"/>
            </w:rPr>
            <w:t>G/MA/TAR/RS/5</w:t>
          </w:r>
          <w:r w:rsidR="00A927B4">
            <w:rPr>
              <w:b/>
              <w:szCs w:val="18"/>
            </w:rPr>
            <w:t>65</w:t>
          </w:r>
        </w:p>
      </w:tc>
    </w:tr>
    <w:tr w:rsidR="00FA0776" w:rsidRPr="00FA0776" w:rsidTr="00FA077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FA0776" w:rsidP="00FA0776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1B7407" w:rsidP="008265B4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20</w:t>
          </w:r>
          <w:r w:rsidR="00A927B4">
            <w:rPr>
              <w:rFonts w:eastAsia="Verdana" w:cs="Verdana"/>
              <w:szCs w:val="18"/>
            </w:rPr>
            <w:t xml:space="preserve"> juin </w:t>
          </w:r>
          <w:r w:rsidR="00FA0776" w:rsidRPr="00FA0776">
            <w:rPr>
              <w:rFonts w:eastAsia="Verdana" w:cs="Verdana"/>
              <w:szCs w:val="18"/>
            </w:rPr>
            <w:t>2018</w:t>
          </w:r>
        </w:p>
      </w:tc>
    </w:tr>
    <w:tr w:rsidR="00FA0776" w:rsidRPr="00FA0776" w:rsidTr="00FA077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A0776" w:rsidRPr="00FA0776" w:rsidRDefault="00FA0776" w:rsidP="001B7407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FA0776">
            <w:rPr>
              <w:rFonts w:eastAsia="Verdana" w:cs="Verdana"/>
              <w:color w:val="FF0000"/>
              <w:szCs w:val="18"/>
            </w:rPr>
            <w:t>(18</w:t>
          </w:r>
          <w:r w:rsidRPr="00FA0776">
            <w:rPr>
              <w:rFonts w:eastAsia="Verdana" w:cs="Verdana"/>
              <w:color w:val="FF0000"/>
              <w:szCs w:val="18"/>
            </w:rPr>
            <w:noBreakHyphen/>
          </w:r>
          <w:r w:rsidR="001B7407">
            <w:rPr>
              <w:rFonts w:eastAsia="Verdana" w:cs="Verdana"/>
              <w:color w:val="FF0000"/>
              <w:szCs w:val="18"/>
            </w:rPr>
            <w:t>3853</w:t>
          </w:r>
          <w:r w:rsidRPr="00FA0776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A0776" w:rsidRPr="00FA0776" w:rsidRDefault="00FA0776" w:rsidP="00A927B4">
          <w:pPr>
            <w:jc w:val="right"/>
            <w:rPr>
              <w:rFonts w:eastAsia="Verdana" w:cs="Verdana"/>
              <w:szCs w:val="18"/>
            </w:rPr>
          </w:pPr>
          <w:r w:rsidRPr="00FA0776">
            <w:rPr>
              <w:rFonts w:eastAsia="Verdana" w:cs="Verdana"/>
              <w:szCs w:val="18"/>
            </w:rPr>
            <w:t xml:space="preserve">Page: </w:t>
          </w:r>
          <w:r w:rsidRPr="00FA0776">
            <w:rPr>
              <w:rFonts w:eastAsia="Verdana" w:cs="Verdana"/>
              <w:szCs w:val="18"/>
            </w:rPr>
            <w:fldChar w:fldCharType="begin"/>
          </w:r>
          <w:r w:rsidRPr="00FA077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A0776">
            <w:rPr>
              <w:rFonts w:eastAsia="Verdana" w:cs="Verdana"/>
              <w:szCs w:val="18"/>
            </w:rPr>
            <w:fldChar w:fldCharType="separate"/>
          </w:r>
          <w:r w:rsidR="001B7407">
            <w:rPr>
              <w:rFonts w:eastAsia="Verdana" w:cs="Verdana"/>
              <w:noProof/>
              <w:szCs w:val="18"/>
            </w:rPr>
            <w:t>1</w:t>
          </w:r>
          <w:r w:rsidRPr="00FA0776">
            <w:rPr>
              <w:rFonts w:eastAsia="Verdana" w:cs="Verdana"/>
              <w:szCs w:val="18"/>
            </w:rPr>
            <w:fldChar w:fldCharType="end"/>
          </w:r>
          <w:r w:rsidRPr="00FA0776">
            <w:rPr>
              <w:rFonts w:eastAsia="Verdana" w:cs="Verdana"/>
              <w:szCs w:val="18"/>
            </w:rPr>
            <w:t>/</w:t>
          </w:r>
          <w:r w:rsidR="0034424D">
            <w:rPr>
              <w:rFonts w:eastAsia="Verdana" w:cs="Verdana"/>
              <w:szCs w:val="18"/>
            </w:rPr>
            <w:t>254</w:t>
          </w:r>
        </w:p>
      </w:tc>
    </w:tr>
    <w:tr w:rsidR="00FA0776" w:rsidRPr="00FA0776" w:rsidTr="00FA077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A0776" w:rsidRPr="00FA0776" w:rsidRDefault="00FA0776" w:rsidP="00FA0776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FA077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A0776" w:rsidRPr="00FA0776" w:rsidRDefault="00FA0776" w:rsidP="00FA0776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FA0776" w:rsidRDefault="00DD65B2" w:rsidP="00FA077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73F95"/>
    <w:rsid w:val="000A3C67"/>
    <w:rsid w:val="000A7098"/>
    <w:rsid w:val="000B12F9"/>
    <w:rsid w:val="000B5972"/>
    <w:rsid w:val="000C3951"/>
    <w:rsid w:val="000C724C"/>
    <w:rsid w:val="000D1532"/>
    <w:rsid w:val="000D23F0"/>
    <w:rsid w:val="000E24C5"/>
    <w:rsid w:val="000F15EE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B7407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B516E"/>
    <w:rsid w:val="002D5A5B"/>
    <w:rsid w:val="002F155E"/>
    <w:rsid w:val="00305DCC"/>
    <w:rsid w:val="003064DC"/>
    <w:rsid w:val="00307C1C"/>
    <w:rsid w:val="003216DB"/>
    <w:rsid w:val="00322364"/>
    <w:rsid w:val="003267CD"/>
    <w:rsid w:val="00327A73"/>
    <w:rsid w:val="00334600"/>
    <w:rsid w:val="00337700"/>
    <w:rsid w:val="003422F5"/>
    <w:rsid w:val="00342A86"/>
    <w:rsid w:val="0034424D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2320B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B292F"/>
    <w:rsid w:val="006E0C67"/>
    <w:rsid w:val="006E5050"/>
    <w:rsid w:val="006F1D8B"/>
    <w:rsid w:val="0070059A"/>
    <w:rsid w:val="00727F5B"/>
    <w:rsid w:val="00735ADA"/>
    <w:rsid w:val="00736B43"/>
    <w:rsid w:val="007546DF"/>
    <w:rsid w:val="00763960"/>
    <w:rsid w:val="00771001"/>
    <w:rsid w:val="00781F11"/>
    <w:rsid w:val="00795114"/>
    <w:rsid w:val="007A761F"/>
    <w:rsid w:val="007B4290"/>
    <w:rsid w:val="007B7BB1"/>
    <w:rsid w:val="007C4766"/>
    <w:rsid w:val="007D3788"/>
    <w:rsid w:val="007D39B5"/>
    <w:rsid w:val="007D41BD"/>
    <w:rsid w:val="00817E7E"/>
    <w:rsid w:val="0082570F"/>
    <w:rsid w:val="008265B4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6013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927B4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72960"/>
    <w:rsid w:val="00B83FE6"/>
    <w:rsid w:val="00B86771"/>
    <w:rsid w:val="00BA3FCF"/>
    <w:rsid w:val="00BB1B27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E7D99"/>
    <w:rsid w:val="00CF59CB"/>
    <w:rsid w:val="00D15CF5"/>
    <w:rsid w:val="00D33C8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22E78"/>
    <w:rsid w:val="00E464CD"/>
    <w:rsid w:val="00E55F31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18AB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A0776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FC0D4-6C60-4CF2-977D-A972058F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145</Words>
  <Characters>836</Characters>
  <Application>Microsoft Office Word</Application>
  <DocSecurity>0</DocSecurity>
  <Lines>19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1</cp:revision>
  <cp:lastPrinted>2018-05-18T09:56:00Z</cp:lastPrinted>
  <dcterms:created xsi:type="dcterms:W3CDTF">2018-06-04T08:00:00Z</dcterms:created>
  <dcterms:modified xsi:type="dcterms:W3CDTF">2018-06-20T07:57:00Z</dcterms:modified>
</cp:coreProperties>
</file>