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r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 w:rsidR="00A75D40">
        <w:t>XVIII</w:t>
      </w:r>
      <w:r w:rsidRPr="00D15CF5">
        <w:t xml:space="preserve"> – </w:t>
      </w:r>
      <w:r w:rsidR="00A75D40">
        <w:t>Afrique DU SUD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Appelnotedebasdep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</w:t>
      </w:r>
      <w:proofErr w:type="spellStart"/>
      <w:r w:rsidRPr="00D15CF5">
        <w:t>LTC</w:t>
      </w:r>
      <w:proofErr w:type="spellEnd"/>
      <w:r w:rsidR="00D15CF5" w:rsidRPr="00D15CF5">
        <w:rPr>
          <w:rStyle w:val="Appelnotedebasdep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A75D40">
        <w:t>XVIII</w:t>
      </w:r>
      <w:r w:rsidR="00D87E53" w:rsidRPr="00D15CF5">
        <w:t xml:space="preserve"> –</w:t>
      </w:r>
      <w:r w:rsidR="00F612DF" w:rsidRPr="00D15CF5">
        <w:t xml:space="preserve"> </w:t>
      </w:r>
      <w:r w:rsidR="00A75D40">
        <w:t>Afrique du Sud</w:t>
      </w:r>
      <w:r w:rsidR="00D15CF5" w:rsidRPr="00D15CF5">
        <w:rPr>
          <w:rStyle w:val="Appelnotedebasdep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Appelnotedebasdep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 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</w:t>
      </w:r>
      <w:r w:rsidR="00A75D40">
        <w:t> </w:t>
      </w:r>
      <w:r w:rsidR="00D15CF5">
        <w:t>janvier 2018</w:t>
      </w:r>
      <w:r w:rsidR="00A32B3D" w:rsidRPr="00D15CF5">
        <w:t>.</w:t>
      </w:r>
      <w:r w:rsidR="00A75D40">
        <w:rPr>
          <w:rStyle w:val="Appelnotedebasdep"/>
        </w:rPr>
        <w:footnoteReference w:id="5"/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EC72F8">
        <w:t>X</w:t>
      </w:r>
      <w:r w:rsidR="008E7701">
        <w:t>V</w:t>
      </w:r>
      <w:r w:rsidR="00EC72F8">
        <w:t>III</w:t>
      </w:r>
      <w:r w:rsidR="00F612DF" w:rsidRPr="00D15CF5">
        <w:t xml:space="preserve"> </w:t>
      </w:r>
      <w:r w:rsidR="00480BB1" w:rsidRPr="00D15CF5">
        <w:t>–</w:t>
      </w:r>
      <w:r w:rsidRPr="00D15CF5">
        <w:t xml:space="preserve"> </w:t>
      </w:r>
      <w:r w:rsidR="00EC72F8">
        <w:t>Afrique du Sud</w:t>
      </w:r>
      <w:r w:rsidRPr="00D15CF5">
        <w:t xml:space="preserve"> seront considérées comme approuvées et seront officiellement certifiées.</w:t>
      </w:r>
    </w:p>
    <w:p w:rsidR="00337700" w:rsidRPr="00D15CF5" w:rsidRDefault="00480BB1" w:rsidP="00D15CF5">
      <w:r w:rsidRPr="00D15CF5">
        <w:br w:type="page"/>
      </w:r>
      <w:r w:rsidR="00DC2A0F">
        <w:lastRenderedPageBreak/>
        <w:t>Pages</w:t>
      </w:r>
      <w:r w:rsidR="00D87E53" w:rsidRPr="00D15CF5">
        <w:t xml:space="preserve"> 3 </w:t>
      </w:r>
      <w:r w:rsidR="00DC2A0F">
        <w:t xml:space="preserve">à </w:t>
      </w:r>
      <w:r w:rsidR="00D15CF5">
        <w:t>7</w:t>
      </w:r>
      <w:r w:rsidR="009C3D5D" w:rsidRPr="00D15CF5">
        <w:t>5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DC2A0F">
        <w:t>,</w:t>
      </w:r>
      <w:r w:rsidR="00A720B8" w:rsidRPr="00D15CF5">
        <w:t xml:space="preserve"> Microsoft</w:t>
      </w:r>
      <w:r w:rsidR="00451A81" w:rsidRPr="00D15CF5">
        <w:t xml:space="preserve"> Access</w:t>
      </w:r>
      <w:r w:rsidR="00DC2A0F">
        <w:t xml:space="preserve"> et Microsoft Excel</w:t>
      </w:r>
      <w:r w:rsidR="00451A81" w:rsidRPr="00D15CF5">
        <w:t xml:space="preserve"> </w:t>
      </w:r>
      <w:r w:rsidRPr="00D15CF5">
        <w:t>joint</w:t>
      </w:r>
      <w:r w:rsidR="00A720B8" w:rsidRPr="00D15CF5">
        <w:t>s</w:t>
      </w:r>
      <w:r w:rsidR="00D15CF5">
        <w:t>; version imprimable disponible sur demande</w:t>
      </w:r>
      <w:r w:rsidRPr="00D15CF5">
        <w:t>)</w:t>
      </w:r>
    </w:p>
    <w:sectPr w:rsidR="00337700" w:rsidRPr="00D15CF5" w:rsidSect="002A45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D15CF5" w:rsidP="00D15CF5">
    <w:pPr>
      <w:pStyle w:val="Pieddepage"/>
    </w:pPr>
    <w:r w:rsidRPr="00D15CF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Pieddepage"/>
    </w:pPr>
    <w:r w:rsidRPr="00D15CF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Pieddepage"/>
    </w:pPr>
    <w:r w:rsidRPr="00D15CF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30 novembre 2011, </w:t>
      </w:r>
      <w:proofErr w:type="spellStart"/>
      <w:r w:rsidRPr="00D15CF5">
        <w:t>WT</w:t>
      </w:r>
      <w:proofErr w:type="spellEnd"/>
      <w:r w:rsidRPr="00D15CF5">
        <w:t>/L/831.</w:t>
      </w:r>
    </w:p>
  </w:footnote>
  <w:footnote w:id="3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En anglais seulement.</w:t>
      </w:r>
    </w:p>
  </w:footnote>
  <w:footnote w:id="4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26 mars 1980 relative aux procédures de modification et de rectification des listes de concessions tarifaires, GATT </w:t>
      </w:r>
      <w:proofErr w:type="spellStart"/>
      <w:r w:rsidRPr="00D15CF5">
        <w:t>IBDD</w:t>
      </w:r>
      <w:proofErr w:type="spellEnd"/>
      <w:r w:rsidRPr="00D15CF5">
        <w:t>, S27/26.</w:t>
      </w:r>
    </w:p>
  </w:footnote>
  <w:footnote w:id="5">
    <w:p w:rsidR="00A75D40" w:rsidRPr="00A75D40" w:rsidRDefault="00A75D4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75D40">
        <w:t xml:space="preserve">Ne comprend pas les engagements de la </w:t>
      </w:r>
      <w:r w:rsidR="001023CC">
        <w:t>P</w:t>
      </w:r>
      <w:r w:rsidRPr="00A75D40">
        <w:t>artie IV de la Liste, o</w:t>
      </w:r>
      <w:r>
        <w:t>ù</w:t>
      </w:r>
      <w:r w:rsidRPr="00A75D40">
        <w:t xml:space="preserve"> figure une notification plus récente de l'Afrique du Sud. Voir G/MA/TAR/RS/524.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En-tte"/>
      <w:spacing w:after="240"/>
      <w:jc w:val="center"/>
    </w:pPr>
    <w:r w:rsidRPr="00D15CF5">
      <w:t>G/MA/TAR/RS/537</w:t>
    </w:r>
  </w:p>
  <w:p w:rsidR="00D15CF5" w:rsidRPr="00D15CF5" w:rsidRDefault="00D15CF5" w:rsidP="00D15CF5">
    <w:pPr>
      <w:pStyle w:val="En-tte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Pr="00D15CF5">
      <w:t>1</w:t>
    </w:r>
    <w:r w:rsidRPr="00D15CF5">
      <w:fldChar w:fldCharType="end"/>
    </w:r>
    <w:r w:rsidRPr="00D15CF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En-tte"/>
      <w:spacing w:after="240"/>
      <w:jc w:val="center"/>
    </w:pPr>
    <w:r w:rsidRPr="00D15CF5">
      <w:t>G/MA/TAR/RS/</w:t>
    </w:r>
    <w:r w:rsidR="00EC72F8">
      <w:t>546</w:t>
    </w:r>
  </w:p>
  <w:p w:rsidR="00D15CF5" w:rsidRPr="00D15CF5" w:rsidRDefault="00D15CF5" w:rsidP="00D15CF5">
    <w:pPr>
      <w:pStyle w:val="En-tte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="00A406AC">
      <w:rPr>
        <w:noProof/>
      </w:rPr>
      <w:t>2</w:t>
    </w:r>
    <w:r w:rsidRPr="00D15CF5">
      <w:fldChar w:fldCharType="end"/>
    </w:r>
    <w:r w:rsidRPr="00D15CF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15CF5" w:rsidRPr="00D15CF5" w:rsidTr="00D15C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D15CF5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D15CF5" w:rsidRPr="00D15CF5" w:rsidTr="00D15C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32F2FEA4" wp14:editId="2F1FA256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15CF5" w:rsidRPr="00D15CF5" w:rsidTr="00D15C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A75D40">
          <w:pPr>
            <w:jc w:val="right"/>
            <w:rPr>
              <w:rFonts w:eastAsia="Verdana" w:cs="Verdana"/>
              <w:b/>
              <w:szCs w:val="18"/>
            </w:rPr>
          </w:pPr>
          <w:r w:rsidRPr="00D15CF5">
            <w:rPr>
              <w:b/>
              <w:szCs w:val="18"/>
            </w:rPr>
            <w:t>G/MA/TAR/RS/5</w:t>
          </w:r>
          <w:r w:rsidR="00A75D40">
            <w:rPr>
              <w:b/>
              <w:szCs w:val="18"/>
            </w:rPr>
            <w:t>46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A406AC" w:rsidP="00736B4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 mai</w:t>
          </w:r>
          <w:r w:rsidR="00D15CF5" w:rsidRPr="00D15CF5">
            <w:rPr>
              <w:rFonts w:eastAsia="Verdana" w:cs="Verdana"/>
              <w:szCs w:val="18"/>
            </w:rPr>
            <w:t> 2018</w:t>
          </w:r>
        </w:p>
      </w:tc>
    </w:tr>
    <w:tr w:rsidR="00D15CF5" w:rsidRPr="00D15CF5" w:rsidTr="00D15C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A406AC">
          <w:pPr>
            <w:jc w:val="left"/>
            <w:rPr>
              <w:rFonts w:eastAsia="Verdana" w:cs="Verdana"/>
              <w:b/>
              <w:szCs w:val="18"/>
            </w:rPr>
          </w:pPr>
          <w:r w:rsidRPr="00D15CF5">
            <w:rPr>
              <w:rFonts w:eastAsia="Verdana" w:cs="Verdana"/>
              <w:color w:val="FF0000"/>
              <w:szCs w:val="18"/>
            </w:rPr>
            <w:t>(18</w:t>
          </w:r>
          <w:r w:rsidRPr="00D15CF5">
            <w:rPr>
              <w:rFonts w:eastAsia="Verdana" w:cs="Verdana"/>
              <w:color w:val="FF0000"/>
              <w:szCs w:val="18"/>
            </w:rPr>
            <w:noBreakHyphen/>
          </w:r>
          <w:r w:rsidR="00A406AC">
            <w:rPr>
              <w:rFonts w:eastAsia="Verdana" w:cs="Verdana"/>
              <w:color w:val="FF0000"/>
              <w:szCs w:val="18"/>
            </w:rPr>
            <w:t>2729</w:t>
          </w:r>
          <w:r w:rsidRPr="00D15C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736B43">
          <w:pPr>
            <w:jc w:val="righ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szCs w:val="18"/>
            </w:rPr>
            <w:t xml:space="preserve">Page: </w:t>
          </w:r>
          <w:r w:rsidRPr="00D15CF5">
            <w:rPr>
              <w:rFonts w:eastAsia="Verdana" w:cs="Verdana"/>
              <w:szCs w:val="18"/>
            </w:rPr>
            <w:fldChar w:fldCharType="begin"/>
          </w:r>
          <w:r w:rsidRPr="00D15CF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15CF5">
            <w:rPr>
              <w:rFonts w:eastAsia="Verdana" w:cs="Verdana"/>
              <w:szCs w:val="18"/>
            </w:rPr>
            <w:fldChar w:fldCharType="separate"/>
          </w:r>
          <w:r w:rsidR="00A406AC">
            <w:rPr>
              <w:rFonts w:eastAsia="Verdana" w:cs="Verdana"/>
              <w:noProof/>
              <w:szCs w:val="18"/>
            </w:rPr>
            <w:t>1</w:t>
          </w:r>
          <w:r w:rsidRPr="00D15CF5">
            <w:rPr>
              <w:rFonts w:eastAsia="Verdana" w:cs="Verdana"/>
              <w:szCs w:val="18"/>
            </w:rPr>
            <w:fldChar w:fldCharType="end"/>
          </w:r>
          <w:r w:rsidRPr="00D15CF5">
            <w:rPr>
              <w:rFonts w:eastAsia="Verdana" w:cs="Verdana"/>
              <w:szCs w:val="18"/>
            </w:rPr>
            <w:t>/</w:t>
          </w:r>
          <w:r w:rsidR="00736B43">
            <w:rPr>
              <w:rFonts w:eastAsia="Verdana" w:cs="Verdana"/>
              <w:szCs w:val="18"/>
            </w:rPr>
            <w:t>75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15CF5" w:rsidRDefault="00DD65B2" w:rsidP="00D15CF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23CC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4591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2570F"/>
    <w:rsid w:val="00834FB6"/>
    <w:rsid w:val="008402D9"/>
    <w:rsid w:val="00842D59"/>
    <w:rsid w:val="0085388D"/>
    <w:rsid w:val="00885409"/>
    <w:rsid w:val="00894675"/>
    <w:rsid w:val="008A1305"/>
    <w:rsid w:val="008C6AD2"/>
    <w:rsid w:val="008E7701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06AC"/>
    <w:rsid w:val="00A45D18"/>
    <w:rsid w:val="00A46611"/>
    <w:rsid w:val="00A60556"/>
    <w:rsid w:val="00A67526"/>
    <w:rsid w:val="00A720B8"/>
    <w:rsid w:val="00A73F8C"/>
    <w:rsid w:val="00A75D40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C2A0F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C72F8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B9666-DDD8-4EF3-80E2-0EDD49B6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152</Words>
  <Characters>833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2018-05-02T07:53:00Z</cp:lastPrinted>
  <dcterms:created xsi:type="dcterms:W3CDTF">2018-05-02T13:09:00Z</dcterms:created>
  <dcterms:modified xsi:type="dcterms:W3CDTF">2018-05-02T13:38:00Z</dcterms:modified>
</cp:coreProperties>
</file>