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C34B38" w:rsidP="00A128BF">
      <w:pPr>
        <w:pStyle w:val="Title2"/>
      </w:pPr>
      <w:r>
        <w:t>SCHEDULE CXX</w:t>
      </w:r>
      <w:r w:rsidR="00A128BF" w:rsidRPr="00A128BF">
        <w:t xml:space="preserve"> </w:t>
      </w:r>
      <w:r>
        <w:t>–</w:t>
      </w:r>
      <w:r w:rsidR="00A128BF" w:rsidRPr="00A128BF">
        <w:t xml:space="preserve"> </w:t>
      </w:r>
      <w:r>
        <w:t>SIERRA LEONE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C34B38">
        <w:t>CXX</w:t>
      </w:r>
      <w:r>
        <w:t xml:space="preserve"> </w:t>
      </w:r>
      <w:r w:rsidR="00357E7D">
        <w:t>–</w:t>
      </w:r>
      <w:r>
        <w:t xml:space="preserve"> </w:t>
      </w:r>
      <w:r w:rsidR="00C34B38">
        <w:t>Sierra Leone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687915" w:rsidRDefault="00B26ECA" w:rsidP="006D3E92">
      <w:pPr>
        <w:jc w:val="center"/>
        <w:rPr>
          <w:b/>
        </w:rPr>
      </w:pPr>
      <w:r w:rsidRPr="00687915">
        <w:rPr>
          <w:b/>
        </w:rP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C34B38">
        <w:t>CXX</w:t>
      </w:r>
      <w:r w:rsidR="00357E7D">
        <w:t xml:space="preserve"> – </w:t>
      </w:r>
      <w:r w:rsidR="00C34B38">
        <w:t>Sierra Leone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405EF9">
        <w:t>80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4B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4B38" w:rsidRDefault="00C34B38" w:rsidP="00C34B38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4B38" w:rsidRDefault="00C34B38" w:rsidP="00C34B38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38" w:rsidRPr="00C34B38" w:rsidRDefault="00C34B38" w:rsidP="00C34B3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4B38">
      <w:t>G/MA/TAR/RS/544</w:t>
    </w:r>
  </w:p>
  <w:p w:rsidR="00C34B38" w:rsidRPr="00C34B38" w:rsidRDefault="00C34B38" w:rsidP="00C34B3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4B38" w:rsidRPr="00C34B38" w:rsidRDefault="00C34B38" w:rsidP="00C34B3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4B38">
      <w:t xml:space="preserve">- </w:t>
    </w:r>
    <w:r w:rsidRPr="00C34B38">
      <w:fldChar w:fldCharType="begin"/>
    </w:r>
    <w:r w:rsidRPr="00C34B38">
      <w:instrText xml:space="preserve"> PAGE </w:instrText>
    </w:r>
    <w:r w:rsidRPr="00C34B38">
      <w:fldChar w:fldCharType="separate"/>
    </w:r>
    <w:r w:rsidR="004B0B82">
      <w:rPr>
        <w:noProof/>
      </w:rPr>
      <w:t>2</w:t>
    </w:r>
    <w:r w:rsidRPr="00C34B38">
      <w:fldChar w:fldCharType="end"/>
    </w:r>
    <w:r w:rsidRPr="00C34B38">
      <w:t xml:space="preserve"> -</w:t>
    </w:r>
  </w:p>
  <w:p w:rsidR="00544326" w:rsidRPr="00C34B38" w:rsidRDefault="00544326" w:rsidP="00C34B38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38" w:rsidRPr="00C34B38" w:rsidRDefault="00C34B38" w:rsidP="00C34B3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4B38">
      <w:t>G/MA/TAR/RS/544</w:t>
    </w:r>
  </w:p>
  <w:p w:rsidR="00C34B38" w:rsidRPr="00C34B38" w:rsidRDefault="00C34B38" w:rsidP="00C34B3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4B38" w:rsidRPr="00C34B38" w:rsidRDefault="00C34B38" w:rsidP="00C34B38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4B38">
      <w:t xml:space="preserve">- </w:t>
    </w:r>
    <w:r w:rsidRPr="00C34B38">
      <w:fldChar w:fldCharType="begin"/>
    </w:r>
    <w:r w:rsidRPr="00C34B38">
      <w:instrText xml:space="preserve"> PAGE </w:instrText>
    </w:r>
    <w:r w:rsidRPr="00C34B38">
      <w:fldChar w:fldCharType="separate"/>
    </w:r>
    <w:r w:rsidRPr="00C34B38">
      <w:rPr>
        <w:noProof/>
      </w:rPr>
      <w:t>2</w:t>
    </w:r>
    <w:r w:rsidRPr="00C34B38">
      <w:fldChar w:fldCharType="end"/>
    </w:r>
    <w:r w:rsidRPr="00C34B38">
      <w:t xml:space="preserve"> -</w:t>
    </w:r>
  </w:p>
  <w:p w:rsidR="00544326" w:rsidRPr="00C34B38" w:rsidRDefault="00544326" w:rsidP="00C34B38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4B38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07CC021B" wp14:editId="38797EAE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4B38" w:rsidRDefault="00C34B38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G/MA/TAR/RS/544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4B0B82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B0B82" w:rsidRDefault="004B0B82" w:rsidP="0009164E">
          <w:pPr>
            <w:jc w:val="left"/>
            <w:rPr>
              <w:color w:val="FF0000"/>
            </w:rPr>
          </w:pPr>
          <w:bookmarkStart w:id="3" w:name="bmkSerial" w:colFirst="0" w:colLast="0"/>
          <w:r w:rsidRPr="004B0B82">
            <w:rPr>
              <w:color w:val="FF0000"/>
            </w:rPr>
            <w:t>(18-2724)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4B0B82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405EF9">
            <w:rPr>
              <w:bCs/>
              <w:szCs w:val="16"/>
            </w:rPr>
            <w:t>80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4B38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A172D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B0B82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87915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A2050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783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G/MA/TAR/RS/544</vt:lpwstr>
  </property>
</Properties>
</file>