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l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</w:t>
      </w:r>
      <w:r w:rsidR="00704290">
        <w:t>XXXVIII</w:t>
      </w:r>
      <w:r w:rsidRPr="00D15CF5">
        <w:t xml:space="preserve"> – </w:t>
      </w:r>
      <w:r w:rsidR="00704290">
        <w:t>PAPOUASIE-NOUVELLE-GUINéE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FootnoteReference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LTC</w:t>
      </w:r>
      <w:r w:rsidR="00D15CF5" w:rsidRPr="00D15CF5">
        <w:rPr>
          <w:rStyle w:val="FootnoteReference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704290">
        <w:t>CXXXVIII</w:t>
      </w:r>
      <w:r w:rsidR="00D87E53" w:rsidRPr="00D15CF5">
        <w:t xml:space="preserve"> </w:t>
      </w:r>
      <w:r w:rsidR="00DC2DDB">
        <w:t>–</w:t>
      </w:r>
      <w:r w:rsidR="00F612DF" w:rsidRPr="00D15CF5">
        <w:t xml:space="preserve"> </w:t>
      </w:r>
      <w:r w:rsidR="00704290">
        <w:t>Papouasie-Nouvelle-Guinée</w:t>
      </w:r>
      <w:r w:rsidR="00D15CF5" w:rsidRPr="00D15CF5">
        <w:rPr>
          <w:rStyle w:val="FootnoteReference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FootnoteReference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</w:t>
      </w:r>
      <w:r w:rsidR="00704290">
        <w:t> </w:t>
      </w:r>
      <w:r w:rsidR="00D15CF5">
        <w:t>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</w:t>
      </w:r>
      <w:r w:rsidR="00704290">
        <w:t>XXXVIII</w:t>
      </w:r>
      <w:r w:rsidR="00F612DF" w:rsidRPr="00D15CF5">
        <w:t xml:space="preserve"> </w:t>
      </w:r>
      <w:r w:rsidR="00DC2DDB">
        <w:t>–</w:t>
      </w:r>
      <w:r w:rsidRPr="00D15CF5">
        <w:t xml:space="preserve"> </w:t>
      </w:r>
      <w:r w:rsidR="00704290">
        <w:t>Papouasie</w:t>
      </w:r>
      <w:r w:rsidR="00704290">
        <w:noBreakHyphen/>
        <w:t>Nouvelle</w:t>
      </w:r>
      <w:r w:rsidR="00704290">
        <w:noBreakHyphen/>
        <w:t>Guinée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704290">
        <w:t>ages 3 à 83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E83C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Footer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30 novembre 2011, WT/L/831.</w:t>
      </w:r>
    </w:p>
  </w:footnote>
  <w:footnote w:id="3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</w:t>
    </w:r>
    <w:r w:rsidR="00704290">
      <w:t>41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AE4037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FB30BF0" wp14:editId="32DDC3D0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704290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704290">
            <w:rPr>
              <w:b/>
              <w:szCs w:val="18"/>
            </w:rPr>
            <w:t>41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B744A0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704290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B744A0">
            <w:rPr>
              <w:rFonts w:eastAsia="Verdana" w:cs="Verdana"/>
              <w:color w:val="FF0000"/>
              <w:szCs w:val="18"/>
            </w:rPr>
            <w:t>2723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704290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AE4037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704290">
            <w:rPr>
              <w:rFonts w:eastAsia="Verdana" w:cs="Verdana"/>
              <w:szCs w:val="18"/>
            </w:rPr>
            <w:t>83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04290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7F3523"/>
    <w:rsid w:val="00817E7E"/>
    <w:rsid w:val="0082570F"/>
    <w:rsid w:val="00834FB6"/>
    <w:rsid w:val="008402D9"/>
    <w:rsid w:val="00842D59"/>
    <w:rsid w:val="0085388D"/>
    <w:rsid w:val="00876862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E4037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54528"/>
    <w:rsid w:val="00B744A0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2DDB"/>
    <w:rsid w:val="00DD1BF7"/>
    <w:rsid w:val="00DD65B2"/>
    <w:rsid w:val="00DE3E3D"/>
    <w:rsid w:val="00E205CA"/>
    <w:rsid w:val="00E31E2C"/>
    <w:rsid w:val="00E464CD"/>
    <w:rsid w:val="00E611E1"/>
    <w:rsid w:val="00E730F0"/>
    <w:rsid w:val="00E80F91"/>
    <w:rsid w:val="00E81A56"/>
    <w:rsid w:val="00E827D3"/>
    <w:rsid w:val="00E83C0D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D85C7-8C12-4EE1-A6FA-29BBB3CE8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865</Characters>
  <Application>Microsoft Office Word</Application>
  <DocSecurity>0</DocSecurity>
  <Lines>20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2018-05-02T10:48:00Z</dcterms:created>
  <dcterms:modified xsi:type="dcterms:W3CDTF">2018-05-02T12:18:00Z</dcterms:modified>
</cp:coreProperties>
</file>