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9770B3">
        <w:rPr>
          <w:caps w:val="0"/>
        </w:rPr>
        <w:t>CXXXIV</w:t>
      </w:r>
      <w:r w:rsidRPr="009C3D5D">
        <w:rPr>
          <w:caps w:val="0"/>
        </w:rPr>
        <w:t xml:space="preserve"> – </w:t>
      </w:r>
      <w:r w:rsidR="009770B3">
        <w:rPr>
          <w:caps w:val="0"/>
        </w:rPr>
        <w:t>MONGOLIE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="00B76811">
        <w:t>p</w:t>
      </w:r>
      <w:r w:rsidRPr="009C3D5D">
        <w:t>rocédure pour l'introduction des modifications du SH20</w:t>
      </w:r>
      <w:r w:rsidR="00F612DF" w:rsidRPr="009C3D5D">
        <w:t>12</w:t>
      </w:r>
      <w:r w:rsidRPr="009C3D5D">
        <w:t xml:space="preserve"> dans les </w:t>
      </w:r>
      <w:r w:rsidR="00480C2E">
        <w:t>l</w:t>
      </w:r>
      <w:r w:rsidRPr="009C3D5D">
        <w:t xml:space="preserve">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="00B76811">
        <w:t xml:space="preserve">jointes de la </w:t>
      </w:r>
      <w:r w:rsidR="00480C2E">
        <w:t>L</w:t>
      </w:r>
      <w:r w:rsidRPr="009C3D5D">
        <w:t xml:space="preserve">iste </w:t>
      </w:r>
      <w:r w:rsidR="009770B3">
        <w:t>CXXXIV</w:t>
      </w:r>
      <w:r w:rsidR="00D87E53" w:rsidRPr="009C3D5D">
        <w:t xml:space="preserve"> –</w:t>
      </w:r>
      <w:r w:rsidR="00F612DF" w:rsidRPr="009C3D5D">
        <w:t xml:space="preserve"> </w:t>
      </w:r>
      <w:r w:rsidR="009770B3">
        <w:t>Mongolie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</w:t>
      </w:r>
      <w:r w:rsidR="00B76811">
        <w:t>stribuées en application de la d</w:t>
      </w:r>
      <w:r w:rsidR="00A32B3D" w:rsidRPr="009C3D5D">
        <w:t>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</w:t>
      </w:r>
      <w:r w:rsidR="00734887">
        <w:t> </w:t>
      </w:r>
      <w:r w:rsidRPr="009C3D5D">
        <w:t>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9770B3">
        <w:t>CXXXIV</w:t>
      </w:r>
      <w:r w:rsidR="009770B3" w:rsidRPr="009C3D5D">
        <w:t xml:space="preserve"> – </w:t>
      </w:r>
      <w:r w:rsidR="009770B3">
        <w:t>Mongolie</w:t>
      </w:r>
      <w:r w:rsidR="009770B3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5F3DB3">
        <w:t xml:space="preserve">ages 3 à </w:t>
      </w:r>
      <w:r w:rsidR="004305B0">
        <w:t>79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4305B0">
        <w:t xml:space="preserve"> et</w:t>
      </w:r>
      <w:r w:rsidR="00A720B8" w:rsidRPr="009C3D5D">
        <w:t xml:space="preserve"> Microsoft</w:t>
      </w:r>
      <w:r w:rsidR="00451A81" w:rsidRPr="009C3D5D">
        <w:t xml:space="preserve"> Access</w:t>
      </w:r>
      <w:r w:rsidR="005F3DB3">
        <w:t xml:space="preserve"> </w:t>
      </w:r>
      <w:r w:rsidRPr="009C3D5D">
        <w:t>joint</w:t>
      </w:r>
      <w:r w:rsidR="00A720B8" w:rsidRPr="009C3D5D">
        <w:t>s</w:t>
      </w:r>
      <w:r w:rsidR="005F3DB3">
        <w:t>; version imprimable disponible sur demande)</w:t>
      </w:r>
    </w:p>
    <w:sectPr w:rsidR="00337700" w:rsidRPr="009C3D5D" w:rsidSect="005A07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9770B3" w:rsidP="009770B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9770B3" w:rsidP="009770B3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770B3" w:rsidRDefault="009770B3" w:rsidP="009770B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0B3" w:rsidRPr="009770B3" w:rsidRDefault="009770B3" w:rsidP="009770B3">
    <w:pPr>
      <w:pStyle w:val="Header"/>
      <w:spacing w:after="240"/>
      <w:jc w:val="center"/>
    </w:pPr>
    <w:r w:rsidRPr="009770B3">
      <w:t>G/MA/TAR/RS/535</w:t>
    </w:r>
  </w:p>
  <w:p w:rsidR="009770B3" w:rsidRPr="009770B3" w:rsidRDefault="009770B3" w:rsidP="009770B3">
    <w:pPr>
      <w:pStyle w:val="Header"/>
      <w:pBdr>
        <w:bottom w:val="single" w:sz="4" w:space="1" w:color="auto"/>
      </w:pBdr>
      <w:jc w:val="center"/>
    </w:pPr>
    <w:r w:rsidRPr="009770B3">
      <w:t xml:space="preserve">- </w:t>
    </w:r>
    <w:r w:rsidRPr="009770B3">
      <w:fldChar w:fldCharType="begin"/>
    </w:r>
    <w:r w:rsidRPr="009770B3">
      <w:instrText xml:space="preserve"> PAGE  \* Arabic  \* MERGEFORMAT </w:instrText>
    </w:r>
    <w:r w:rsidRPr="009770B3">
      <w:fldChar w:fldCharType="separate"/>
    </w:r>
    <w:r w:rsidRPr="009770B3">
      <w:rPr>
        <w:noProof/>
      </w:rPr>
      <w:t>1</w:t>
    </w:r>
    <w:r w:rsidRPr="009770B3">
      <w:fldChar w:fldCharType="end"/>
    </w:r>
    <w:r w:rsidRPr="009770B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0B3" w:rsidRPr="009770B3" w:rsidRDefault="009770B3" w:rsidP="009770B3">
    <w:pPr>
      <w:pStyle w:val="Header"/>
      <w:spacing w:after="240"/>
      <w:jc w:val="center"/>
    </w:pPr>
    <w:r w:rsidRPr="009770B3">
      <w:t>G/MA/TAR/RS/535</w:t>
    </w:r>
  </w:p>
  <w:p w:rsidR="009770B3" w:rsidRPr="009770B3" w:rsidRDefault="009770B3" w:rsidP="009770B3">
    <w:pPr>
      <w:pStyle w:val="Header"/>
      <w:pBdr>
        <w:bottom w:val="single" w:sz="4" w:space="1" w:color="auto"/>
      </w:pBdr>
      <w:jc w:val="center"/>
    </w:pPr>
    <w:r w:rsidRPr="009770B3">
      <w:t xml:space="preserve">- </w:t>
    </w:r>
    <w:r w:rsidRPr="009770B3">
      <w:fldChar w:fldCharType="begin"/>
    </w:r>
    <w:r w:rsidRPr="009770B3">
      <w:instrText xml:space="preserve"> PAGE  \* Arabic  \* MERGEFORMAT </w:instrText>
    </w:r>
    <w:r w:rsidRPr="009770B3">
      <w:fldChar w:fldCharType="separate"/>
    </w:r>
    <w:r w:rsidR="003B5430">
      <w:rPr>
        <w:noProof/>
      </w:rPr>
      <w:t>2</w:t>
    </w:r>
    <w:r w:rsidRPr="009770B3">
      <w:fldChar w:fldCharType="end"/>
    </w:r>
    <w:r w:rsidRPr="009770B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770B3" w:rsidRPr="009770B3" w:rsidTr="009770B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770B3" w:rsidRPr="009770B3" w:rsidRDefault="009770B3" w:rsidP="009770B3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770B3" w:rsidRPr="009770B3" w:rsidRDefault="009770B3" w:rsidP="009770B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770B3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770B3" w:rsidRPr="009770B3" w:rsidTr="009770B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770B3" w:rsidRPr="009770B3" w:rsidRDefault="009770B3" w:rsidP="009770B3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9770B3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D7AA506" wp14:editId="7519C40C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770B3" w:rsidRPr="009770B3" w:rsidRDefault="009770B3" w:rsidP="009770B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770B3" w:rsidRPr="009770B3" w:rsidTr="009770B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770B3" w:rsidRPr="009770B3" w:rsidRDefault="009770B3" w:rsidP="009770B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770B3" w:rsidRPr="009770B3" w:rsidRDefault="009770B3" w:rsidP="009770B3">
          <w:pPr>
            <w:jc w:val="right"/>
            <w:rPr>
              <w:rFonts w:eastAsia="Verdana" w:cs="Verdana"/>
              <w:b/>
              <w:szCs w:val="18"/>
            </w:rPr>
          </w:pPr>
          <w:r w:rsidRPr="009770B3">
            <w:rPr>
              <w:b/>
              <w:szCs w:val="18"/>
            </w:rPr>
            <w:t>G/MA/TAR/RS/535</w:t>
          </w:r>
        </w:p>
      </w:tc>
    </w:tr>
    <w:tr w:rsidR="009770B3" w:rsidRPr="009770B3" w:rsidTr="009770B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770B3" w:rsidRPr="009770B3" w:rsidRDefault="009770B3" w:rsidP="009770B3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770B3" w:rsidRPr="009770B3" w:rsidRDefault="003B5430" w:rsidP="009770B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3 avril</w:t>
          </w:r>
          <w:r w:rsidR="009770B3" w:rsidRPr="009770B3">
            <w:rPr>
              <w:rFonts w:eastAsia="Verdana" w:cs="Verdana"/>
              <w:szCs w:val="18"/>
            </w:rPr>
            <w:t> 2018</w:t>
          </w:r>
        </w:p>
      </w:tc>
    </w:tr>
    <w:tr w:rsidR="009770B3" w:rsidRPr="009770B3" w:rsidTr="009770B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770B3" w:rsidRPr="009770B3" w:rsidRDefault="009770B3" w:rsidP="009770B3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9770B3">
            <w:rPr>
              <w:rFonts w:eastAsia="Verdana" w:cs="Verdana"/>
              <w:color w:val="FF0000"/>
              <w:szCs w:val="18"/>
            </w:rPr>
            <w:t>(18</w:t>
          </w:r>
          <w:r w:rsidRPr="009770B3">
            <w:rPr>
              <w:rFonts w:eastAsia="Verdana" w:cs="Verdana"/>
              <w:color w:val="FF0000"/>
              <w:szCs w:val="18"/>
            </w:rPr>
            <w:noBreakHyphen/>
          </w:r>
          <w:r w:rsidR="003B5430">
            <w:rPr>
              <w:rFonts w:eastAsia="Verdana" w:cs="Verdana"/>
              <w:color w:val="FF0000"/>
              <w:szCs w:val="18"/>
            </w:rPr>
            <w:t>1985</w:t>
          </w:r>
          <w:r w:rsidRPr="009770B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770B3" w:rsidRPr="009770B3" w:rsidRDefault="009770B3" w:rsidP="001A05E5">
          <w:pPr>
            <w:jc w:val="right"/>
            <w:rPr>
              <w:rFonts w:eastAsia="Verdana" w:cs="Verdana"/>
              <w:szCs w:val="18"/>
            </w:rPr>
          </w:pPr>
          <w:r w:rsidRPr="009770B3">
            <w:rPr>
              <w:rFonts w:eastAsia="Verdana" w:cs="Verdana"/>
              <w:szCs w:val="18"/>
            </w:rPr>
            <w:t xml:space="preserve">Page: </w:t>
          </w:r>
          <w:r w:rsidRPr="009770B3">
            <w:rPr>
              <w:rFonts w:eastAsia="Verdana" w:cs="Verdana"/>
              <w:szCs w:val="18"/>
            </w:rPr>
            <w:fldChar w:fldCharType="begin"/>
          </w:r>
          <w:r w:rsidRPr="009770B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770B3">
            <w:rPr>
              <w:rFonts w:eastAsia="Verdana" w:cs="Verdana"/>
              <w:szCs w:val="18"/>
            </w:rPr>
            <w:fldChar w:fldCharType="separate"/>
          </w:r>
          <w:r w:rsidR="003B5430">
            <w:rPr>
              <w:rFonts w:eastAsia="Verdana" w:cs="Verdana"/>
              <w:noProof/>
              <w:szCs w:val="18"/>
            </w:rPr>
            <w:t>1</w:t>
          </w:r>
          <w:r w:rsidRPr="009770B3">
            <w:rPr>
              <w:rFonts w:eastAsia="Verdana" w:cs="Verdana"/>
              <w:szCs w:val="18"/>
            </w:rPr>
            <w:fldChar w:fldCharType="end"/>
          </w:r>
          <w:r w:rsidRPr="009770B3">
            <w:rPr>
              <w:rFonts w:eastAsia="Verdana" w:cs="Verdana"/>
              <w:szCs w:val="18"/>
            </w:rPr>
            <w:t>/</w:t>
          </w:r>
          <w:r w:rsidR="001A05E5">
            <w:rPr>
              <w:rFonts w:eastAsia="Verdana" w:cs="Verdana"/>
              <w:szCs w:val="18"/>
            </w:rPr>
            <w:t>79</w:t>
          </w:r>
        </w:p>
      </w:tc>
    </w:tr>
    <w:tr w:rsidR="009770B3" w:rsidRPr="009770B3" w:rsidTr="009770B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770B3" w:rsidRPr="009770B3" w:rsidRDefault="009770B3" w:rsidP="009770B3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9770B3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770B3" w:rsidRPr="009770B3" w:rsidRDefault="009770B3" w:rsidP="009770B3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9770B3" w:rsidRDefault="00DD65B2" w:rsidP="009770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A05E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5430"/>
    <w:rsid w:val="003B6D4C"/>
    <w:rsid w:val="003C0EE2"/>
    <w:rsid w:val="003C72E6"/>
    <w:rsid w:val="003D0198"/>
    <w:rsid w:val="003E4BFE"/>
    <w:rsid w:val="003F0353"/>
    <w:rsid w:val="00400AF3"/>
    <w:rsid w:val="00410C09"/>
    <w:rsid w:val="004305B0"/>
    <w:rsid w:val="0043612A"/>
    <w:rsid w:val="00441A98"/>
    <w:rsid w:val="00444320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07E5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4887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2EE7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770B3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A3DB-DEE9-4436-9B32-B0B79EFE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807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2018-03-27T14:18:00Z</dcterms:created>
  <dcterms:modified xsi:type="dcterms:W3CDTF">2018-04-03T08:32:00Z</dcterms:modified>
</cp:coreProperties>
</file>