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bookmarkStart w:id="0" w:name="_GoBack"/>
      <w:bookmarkEnd w:id="0"/>
      <w:r w:rsidRPr="00E258D3">
        <w:rPr>
          <w:caps w:val="0"/>
          <w:kern w:val="0"/>
        </w:rPr>
        <w:t>RECTIFICACIÓN Y MODIFICACIÓN DE LAS LISTAS</w:t>
      </w:r>
    </w:p>
    <w:p w:rsidR="00BE389F" w:rsidRPr="00E16A9E" w:rsidRDefault="00E258D3" w:rsidP="00E16A9E">
      <w:pPr>
        <w:pStyle w:val="Title2"/>
      </w:pPr>
      <w:r w:rsidRPr="00E16A9E">
        <w:t xml:space="preserve">LISTA </w:t>
      </w:r>
      <w:r w:rsidR="008D1042">
        <w:t>XCIX</w:t>
      </w:r>
      <w:r w:rsidRPr="00E16A9E">
        <w:t xml:space="preserve"> </w:t>
      </w:r>
      <w:r w:rsidR="00B3579F">
        <w:t>-</w:t>
      </w:r>
      <w:r w:rsidRPr="00E16A9E">
        <w:t xml:space="preserve"> </w:t>
      </w:r>
      <w:r w:rsidR="008D1042">
        <w:t>BARBADOS</w:t>
      </w:r>
    </w:p>
    <w:p w:rsidR="00BE389F" w:rsidRPr="00E16A9E" w:rsidRDefault="00193F3A" w:rsidP="00E16A9E">
      <w:pPr>
        <w:pStyle w:val="Title3"/>
      </w:pPr>
      <w:r w:rsidRPr="00E16A9E">
        <w:t>Comunicación de la Secretaría</w:t>
      </w:r>
      <w:r w:rsidR="00E258D3" w:rsidRPr="00E16A9E">
        <w:rPr>
          <w:rStyle w:val="FootnoteReference"/>
        </w:rPr>
        <w:footnoteReference w:id="1"/>
      </w:r>
    </w:p>
    <w:p w:rsidR="00BE389F" w:rsidRDefault="00741A59" w:rsidP="00942EE9"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B3579F">
        <w:t xml:space="preserve">de </w:t>
      </w:r>
      <w:r w:rsidR="00486743" w:rsidRPr="00E258D3">
        <w:t>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 xml:space="preserve">caciones adjuntas de la Lista </w:t>
      </w:r>
      <w:r w:rsidR="008D1042" w:rsidRPr="008D1042">
        <w:t>XCIX - Barbados</w:t>
      </w:r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E0595B">
        <w:t xml:space="preserve">de </w:t>
      </w:r>
      <w:r w:rsidR="00486743" w:rsidRPr="00E258D3">
        <w:t>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</w:t>
      </w:r>
      <w:proofErr w:type="spellStart"/>
      <w:r w:rsidR="00486743" w:rsidRPr="00E258D3">
        <w:t>SA</w:t>
      </w:r>
      <w:proofErr w:type="spellEnd"/>
      <w:r w:rsidR="00486743" w:rsidRPr="00E258D3">
        <w:t xml:space="preserve">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8D1042">
        <w:t>15</w:t>
      </w:r>
      <w:r w:rsidR="00E258D3">
        <w:t xml:space="preserve"> de </w:t>
      </w:r>
      <w:r w:rsidR="008D1042">
        <w:t xml:space="preserve">enero </w:t>
      </w:r>
      <w:r w:rsidR="00E258D3">
        <w:t>de 201</w:t>
      </w:r>
      <w:r w:rsidR="008D1042">
        <w:t>8</w:t>
      </w:r>
      <w:r w:rsidR="00486743" w:rsidRPr="00E258D3">
        <w:t>.</w:t>
      </w:r>
    </w:p>
    <w:p w:rsidR="00942EE9" w:rsidRPr="00E258D3" w:rsidRDefault="00942EE9" w:rsidP="00942EE9"/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E0595B">
        <w:t xml:space="preserve">Lista </w:t>
      </w:r>
      <w:r w:rsidR="008D1042">
        <w:t>XCIX</w:t>
      </w:r>
      <w:r w:rsidR="008D1042" w:rsidRPr="00E16A9E">
        <w:t xml:space="preserve"> </w:t>
      </w:r>
      <w:r w:rsidR="008D1042">
        <w:t>-</w:t>
      </w:r>
      <w:r w:rsidR="008D1042" w:rsidRPr="00E16A9E">
        <w:t xml:space="preserve"> </w:t>
      </w:r>
      <w:r w:rsidR="008D1042">
        <w:t>Barbados</w:t>
      </w:r>
      <w:r w:rsidR="008D1042" w:rsidRPr="00E258D3">
        <w:t xml:space="preserve"> </w:t>
      </w:r>
      <w:r w:rsidRPr="00E258D3">
        <w:t>se considerarán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="00942EE9">
        <w:lastRenderedPageBreak/>
        <w:t xml:space="preserve">PP </w:t>
      </w:r>
      <w:r w:rsidR="001D17C6" w:rsidRPr="00E258D3">
        <w:t>3</w:t>
      </w:r>
      <w:r w:rsidR="00405B6D">
        <w:t>-</w:t>
      </w:r>
      <w:r w:rsidR="008D1042">
        <w:t>6</w:t>
      </w:r>
      <w:r w:rsidR="002F32BB">
        <w:t>5</w:t>
      </w:r>
      <w:r w:rsidR="001D17C6" w:rsidRPr="00E258D3">
        <w:t xml:space="preserve"> </w:t>
      </w:r>
      <w:r w:rsidRPr="00E258D3">
        <w:t xml:space="preserve">Offset (fichero en </w:t>
      </w:r>
      <w:r w:rsidR="003A49F0">
        <w:t>PDF</w:t>
      </w:r>
      <w:r w:rsidR="008D1042">
        <w:t>, Excel</w:t>
      </w:r>
      <w:r w:rsidR="003A49F0">
        <w:t xml:space="preserve"> y Microsoft </w:t>
      </w:r>
      <w:r w:rsidRPr="00E258D3">
        <w:t>Access adjunto)</w:t>
      </w:r>
    </w:p>
    <w:sectPr w:rsidR="00741A59" w:rsidRPr="00E258D3" w:rsidSect="00AC04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258D3" w:rsidRDefault="0025785E">
      <w:r w:rsidRPr="00E258D3">
        <w:separator/>
      </w:r>
    </w:p>
  </w:endnote>
  <w:endnote w:type="continuationSeparator" w:id="0">
    <w:p w:rsidR="0025785E" w:rsidRPr="00E258D3" w:rsidRDefault="0025785E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8D1042" w:rsidP="008D104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8D1042" w:rsidP="008D104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8D1042" w:rsidRDefault="008D1042" w:rsidP="008D104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258D3" w:rsidRDefault="0025785E" w:rsidP="00BE389F">
      <w:r w:rsidRPr="00E258D3">
        <w:separator/>
      </w:r>
    </w:p>
  </w:footnote>
  <w:footnote w:type="continuationSeparator" w:id="0">
    <w:p w:rsidR="0025785E" w:rsidRPr="00E258D3" w:rsidRDefault="0025785E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 xml:space="preserve">, documento </w:t>
      </w:r>
      <w:proofErr w:type="spellStart"/>
      <w:r w:rsidRPr="00E258D3">
        <w:t>WT</w:t>
      </w:r>
      <w:proofErr w:type="spellEnd"/>
      <w:r w:rsidRPr="00E258D3">
        <w:t>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="00035BD8">
        <w:t xml:space="preserve"> Decisión de 26 de marzo de </w:t>
      </w:r>
      <w:r w:rsidRPr="00E258D3">
        <w:t xml:space="preserve">1980 sobre los procedimientos para la modificación o rectificación de las Listas de concesiones arancelarias, </w:t>
      </w:r>
      <w:proofErr w:type="spellStart"/>
      <w:r w:rsidRPr="00E258D3">
        <w:t>IBDD</w:t>
      </w:r>
      <w:proofErr w:type="spellEnd"/>
      <w:r w:rsidRPr="00E258D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42" w:rsidRPr="008D1042" w:rsidRDefault="008D1042" w:rsidP="008D1042">
    <w:pPr>
      <w:pStyle w:val="Header"/>
      <w:spacing w:after="240"/>
      <w:jc w:val="center"/>
    </w:pPr>
    <w:r w:rsidRPr="008D1042">
      <w:t>G/</w:t>
    </w:r>
    <w:proofErr w:type="spellStart"/>
    <w:r w:rsidRPr="008D1042">
      <w:t>MA</w:t>
    </w:r>
    <w:proofErr w:type="spellEnd"/>
    <w:r w:rsidRPr="008D1042">
      <w:t>/</w:t>
    </w:r>
    <w:proofErr w:type="spellStart"/>
    <w:r w:rsidRPr="008D1042">
      <w:t>TAR</w:t>
    </w:r>
    <w:proofErr w:type="spellEnd"/>
    <w:r w:rsidRPr="008D1042">
      <w:t>/RS/514</w:t>
    </w:r>
  </w:p>
  <w:p w:rsidR="008D1042" w:rsidRPr="008D1042" w:rsidRDefault="008D1042" w:rsidP="008D1042">
    <w:pPr>
      <w:pStyle w:val="Header"/>
      <w:pBdr>
        <w:bottom w:val="single" w:sz="4" w:space="1" w:color="auto"/>
      </w:pBdr>
      <w:jc w:val="center"/>
    </w:pPr>
    <w:r w:rsidRPr="008D1042">
      <w:t xml:space="preserve">- </w:t>
    </w:r>
    <w:r w:rsidRPr="008D1042">
      <w:fldChar w:fldCharType="begin"/>
    </w:r>
    <w:r w:rsidRPr="008D1042">
      <w:instrText xml:space="preserve"> PAGE  \* Arabic  \* MERGEFORMAT </w:instrText>
    </w:r>
    <w:r w:rsidRPr="008D1042">
      <w:fldChar w:fldCharType="separate"/>
    </w:r>
    <w:r w:rsidRPr="008D1042">
      <w:rPr>
        <w:noProof/>
      </w:rPr>
      <w:t>1</w:t>
    </w:r>
    <w:r w:rsidRPr="008D1042">
      <w:fldChar w:fldCharType="end"/>
    </w:r>
    <w:r w:rsidRPr="008D104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42" w:rsidRPr="008D1042" w:rsidRDefault="008D1042" w:rsidP="008D1042">
    <w:pPr>
      <w:pStyle w:val="Header"/>
      <w:spacing w:after="240"/>
      <w:jc w:val="center"/>
    </w:pPr>
    <w:r w:rsidRPr="008D1042">
      <w:t>G/</w:t>
    </w:r>
    <w:proofErr w:type="spellStart"/>
    <w:r w:rsidRPr="008D1042">
      <w:t>MA</w:t>
    </w:r>
    <w:proofErr w:type="spellEnd"/>
    <w:r w:rsidRPr="008D1042">
      <w:t>/</w:t>
    </w:r>
    <w:proofErr w:type="spellStart"/>
    <w:r w:rsidRPr="008D1042">
      <w:t>TAR</w:t>
    </w:r>
    <w:proofErr w:type="spellEnd"/>
    <w:r w:rsidRPr="008D1042">
      <w:t>/RS/514</w:t>
    </w:r>
  </w:p>
  <w:p w:rsidR="008D1042" w:rsidRPr="008D1042" w:rsidRDefault="008D1042" w:rsidP="008D1042">
    <w:pPr>
      <w:pStyle w:val="Header"/>
      <w:pBdr>
        <w:bottom w:val="single" w:sz="4" w:space="1" w:color="auto"/>
      </w:pBdr>
      <w:jc w:val="center"/>
    </w:pPr>
    <w:r w:rsidRPr="008D1042">
      <w:t xml:space="preserve">- </w:t>
    </w:r>
    <w:r w:rsidRPr="008D1042">
      <w:fldChar w:fldCharType="begin"/>
    </w:r>
    <w:r w:rsidRPr="008D1042">
      <w:instrText xml:space="preserve"> PAGE  \* Arabic  \* MERGEFORMAT </w:instrText>
    </w:r>
    <w:r w:rsidRPr="008D1042">
      <w:fldChar w:fldCharType="separate"/>
    </w:r>
    <w:r w:rsidR="00A766FA">
      <w:rPr>
        <w:noProof/>
      </w:rPr>
      <w:t>2</w:t>
    </w:r>
    <w:r w:rsidRPr="008D1042">
      <w:fldChar w:fldCharType="end"/>
    </w:r>
    <w:r w:rsidRPr="008D104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8D1042" w:rsidRPr="008D1042" w:rsidTr="008D104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D1042" w:rsidRPr="008D1042" w:rsidRDefault="008D1042" w:rsidP="008D1042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D1042" w:rsidRPr="008D1042" w:rsidRDefault="008D1042" w:rsidP="008D104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8D1042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8D1042" w:rsidRPr="008D1042" w:rsidTr="008D104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D1042" w:rsidRPr="008D1042" w:rsidRDefault="008D1042" w:rsidP="008D1042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8D1042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DD1B989" wp14:editId="01C795CA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D1042" w:rsidRPr="008D1042" w:rsidRDefault="008D1042" w:rsidP="008D104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D1042" w:rsidRPr="008D1042" w:rsidTr="008D104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D1042" w:rsidRPr="008D1042" w:rsidRDefault="008D1042" w:rsidP="008D104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D1042" w:rsidRPr="008D1042" w:rsidRDefault="008D1042" w:rsidP="008D1042">
          <w:pPr>
            <w:jc w:val="right"/>
            <w:rPr>
              <w:rFonts w:eastAsia="Verdana" w:cs="Verdana"/>
              <w:b/>
              <w:szCs w:val="18"/>
            </w:rPr>
          </w:pPr>
          <w:r w:rsidRPr="008D1042">
            <w:rPr>
              <w:b/>
              <w:szCs w:val="18"/>
            </w:rPr>
            <w:t>G/</w:t>
          </w:r>
          <w:proofErr w:type="spellStart"/>
          <w:r w:rsidRPr="008D1042">
            <w:rPr>
              <w:b/>
              <w:szCs w:val="18"/>
            </w:rPr>
            <w:t>MA</w:t>
          </w:r>
          <w:proofErr w:type="spellEnd"/>
          <w:r w:rsidRPr="008D1042">
            <w:rPr>
              <w:b/>
              <w:szCs w:val="18"/>
            </w:rPr>
            <w:t>/</w:t>
          </w:r>
          <w:proofErr w:type="spellStart"/>
          <w:r w:rsidRPr="008D1042">
            <w:rPr>
              <w:b/>
              <w:szCs w:val="18"/>
            </w:rPr>
            <w:t>TAR</w:t>
          </w:r>
          <w:proofErr w:type="spellEnd"/>
          <w:r w:rsidRPr="008D1042">
            <w:rPr>
              <w:b/>
              <w:szCs w:val="18"/>
            </w:rPr>
            <w:t>/RS/514</w:t>
          </w:r>
        </w:p>
      </w:tc>
    </w:tr>
    <w:tr w:rsidR="008D1042" w:rsidRPr="008D1042" w:rsidTr="008D104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D1042" w:rsidRPr="008D1042" w:rsidRDefault="008D1042" w:rsidP="008D1042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D1042" w:rsidRPr="008D1042" w:rsidRDefault="00A766FA" w:rsidP="008D104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7</w:t>
          </w:r>
          <w:r w:rsidR="00942EE9">
            <w:rPr>
              <w:rFonts w:eastAsia="Verdana" w:cs="Verdana"/>
              <w:szCs w:val="18"/>
            </w:rPr>
            <w:t xml:space="preserve"> </w:t>
          </w:r>
          <w:r w:rsidR="008D1042" w:rsidRPr="008D1042">
            <w:rPr>
              <w:rFonts w:eastAsia="Verdana" w:cs="Verdana"/>
              <w:szCs w:val="18"/>
            </w:rPr>
            <w:t>de</w:t>
          </w:r>
          <w:r w:rsidR="00942EE9">
            <w:rPr>
              <w:rFonts w:eastAsia="Verdana" w:cs="Verdana"/>
              <w:szCs w:val="18"/>
            </w:rPr>
            <w:t xml:space="preserve"> </w:t>
          </w:r>
          <w:r w:rsidR="008D1042" w:rsidRPr="008D1042">
            <w:rPr>
              <w:rFonts w:eastAsia="Verdana" w:cs="Verdana"/>
              <w:szCs w:val="18"/>
            </w:rPr>
            <w:t>febrero</w:t>
          </w:r>
          <w:r w:rsidR="00942EE9">
            <w:rPr>
              <w:rFonts w:eastAsia="Verdana" w:cs="Verdana"/>
              <w:szCs w:val="18"/>
            </w:rPr>
            <w:t xml:space="preserve"> </w:t>
          </w:r>
          <w:r w:rsidR="008D1042" w:rsidRPr="008D1042">
            <w:rPr>
              <w:rFonts w:eastAsia="Verdana" w:cs="Verdana"/>
              <w:szCs w:val="18"/>
            </w:rPr>
            <w:t>de</w:t>
          </w:r>
          <w:r w:rsidR="00942EE9">
            <w:rPr>
              <w:rFonts w:eastAsia="Verdana" w:cs="Verdana"/>
              <w:szCs w:val="18"/>
            </w:rPr>
            <w:t xml:space="preserve"> </w:t>
          </w:r>
          <w:r w:rsidR="008D1042" w:rsidRPr="008D1042">
            <w:rPr>
              <w:rFonts w:eastAsia="Verdana" w:cs="Verdana"/>
              <w:szCs w:val="18"/>
            </w:rPr>
            <w:t>2018</w:t>
          </w:r>
        </w:p>
      </w:tc>
    </w:tr>
    <w:tr w:rsidR="008D1042" w:rsidRPr="008D1042" w:rsidTr="008D104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D1042" w:rsidRPr="008D1042" w:rsidRDefault="008D1042" w:rsidP="008D1042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8D1042">
            <w:rPr>
              <w:rFonts w:eastAsia="Verdana" w:cs="Verdana"/>
              <w:color w:val="FF0000"/>
              <w:szCs w:val="18"/>
            </w:rPr>
            <w:t>(18</w:t>
          </w:r>
          <w:r w:rsidRPr="008D1042">
            <w:rPr>
              <w:rFonts w:eastAsia="Verdana" w:cs="Verdana"/>
              <w:color w:val="FF0000"/>
              <w:szCs w:val="18"/>
            </w:rPr>
            <w:noBreakHyphen/>
          </w:r>
          <w:r w:rsidR="00A766FA">
            <w:rPr>
              <w:rFonts w:eastAsia="Verdana" w:cs="Verdana"/>
              <w:color w:val="FF0000"/>
              <w:szCs w:val="18"/>
            </w:rPr>
            <w:t>0848</w:t>
          </w:r>
          <w:r w:rsidRPr="008D104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D1042" w:rsidRPr="008D1042" w:rsidRDefault="008D1042" w:rsidP="009E721B">
          <w:pPr>
            <w:jc w:val="right"/>
            <w:rPr>
              <w:rFonts w:eastAsia="Verdana" w:cs="Verdana"/>
              <w:szCs w:val="18"/>
            </w:rPr>
          </w:pPr>
          <w:r w:rsidRPr="008D1042">
            <w:rPr>
              <w:rFonts w:eastAsia="Verdana" w:cs="Verdana"/>
              <w:szCs w:val="18"/>
            </w:rPr>
            <w:t xml:space="preserve">Página: </w:t>
          </w:r>
          <w:r w:rsidRPr="008D1042">
            <w:rPr>
              <w:rFonts w:eastAsia="Verdana" w:cs="Verdana"/>
              <w:szCs w:val="18"/>
            </w:rPr>
            <w:fldChar w:fldCharType="begin"/>
          </w:r>
          <w:r w:rsidRPr="008D104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D1042">
            <w:rPr>
              <w:rFonts w:eastAsia="Verdana" w:cs="Verdana"/>
              <w:szCs w:val="18"/>
            </w:rPr>
            <w:fldChar w:fldCharType="separate"/>
          </w:r>
          <w:r w:rsidR="00A766FA">
            <w:rPr>
              <w:rFonts w:eastAsia="Verdana" w:cs="Verdana"/>
              <w:noProof/>
              <w:szCs w:val="18"/>
            </w:rPr>
            <w:t>1</w:t>
          </w:r>
          <w:r w:rsidRPr="008D1042">
            <w:rPr>
              <w:rFonts w:eastAsia="Verdana" w:cs="Verdana"/>
              <w:szCs w:val="18"/>
            </w:rPr>
            <w:fldChar w:fldCharType="end"/>
          </w:r>
          <w:r w:rsidRPr="008D1042">
            <w:rPr>
              <w:rFonts w:eastAsia="Verdana" w:cs="Verdana"/>
              <w:szCs w:val="18"/>
            </w:rPr>
            <w:t>/</w:t>
          </w:r>
          <w:r w:rsidR="009E721B">
            <w:rPr>
              <w:rFonts w:eastAsia="Verdana" w:cs="Verdana"/>
              <w:szCs w:val="18"/>
            </w:rPr>
            <w:t>65</w:t>
          </w:r>
        </w:p>
      </w:tc>
    </w:tr>
    <w:tr w:rsidR="008D1042" w:rsidRPr="008D1042" w:rsidTr="008D104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D1042" w:rsidRPr="008D1042" w:rsidRDefault="008D1042" w:rsidP="008D1042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8D1042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D1042" w:rsidRPr="008D1042" w:rsidRDefault="008D1042" w:rsidP="008D1042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3251" w:rsidRPr="008D1042" w:rsidRDefault="00DD3251" w:rsidP="008D10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35BD8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150EC"/>
    <w:rsid w:val="003353F3"/>
    <w:rsid w:val="003679D1"/>
    <w:rsid w:val="003A12C1"/>
    <w:rsid w:val="003A49F0"/>
    <w:rsid w:val="003C782B"/>
    <w:rsid w:val="003D1A2B"/>
    <w:rsid w:val="00405B6D"/>
    <w:rsid w:val="00416766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80603"/>
    <w:rsid w:val="00886260"/>
    <w:rsid w:val="00887FA1"/>
    <w:rsid w:val="008A0335"/>
    <w:rsid w:val="008C7C88"/>
    <w:rsid w:val="008D1042"/>
    <w:rsid w:val="008E7EE0"/>
    <w:rsid w:val="00911F8C"/>
    <w:rsid w:val="00927E18"/>
    <w:rsid w:val="00930FF5"/>
    <w:rsid w:val="00941DBC"/>
    <w:rsid w:val="00942EE9"/>
    <w:rsid w:val="00965B58"/>
    <w:rsid w:val="00973C9B"/>
    <w:rsid w:val="0098115D"/>
    <w:rsid w:val="00986E6D"/>
    <w:rsid w:val="009E721B"/>
    <w:rsid w:val="009E7B06"/>
    <w:rsid w:val="009F424B"/>
    <w:rsid w:val="00A2358C"/>
    <w:rsid w:val="00A477D2"/>
    <w:rsid w:val="00A563C5"/>
    <w:rsid w:val="00A602C7"/>
    <w:rsid w:val="00A73D9F"/>
    <w:rsid w:val="00A766FA"/>
    <w:rsid w:val="00A9436B"/>
    <w:rsid w:val="00A967F9"/>
    <w:rsid w:val="00AA023E"/>
    <w:rsid w:val="00AA0A99"/>
    <w:rsid w:val="00AC043D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5553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158</Words>
  <Characters>819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2018-02-07T12:48:00Z</cp:lastPrinted>
  <dcterms:created xsi:type="dcterms:W3CDTF">2018-02-07T14:05:00Z</dcterms:created>
  <dcterms:modified xsi:type="dcterms:W3CDTF">2018-02-07T14:48:00Z</dcterms:modified>
</cp:coreProperties>
</file>