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r w:rsidRPr="00E258D3">
        <w:rPr>
          <w:caps w:val="0"/>
          <w:kern w:val="0"/>
        </w:rPr>
        <w:t>RECTIFICACIÓN Y MODIFICACIÓN DE LAS LISTAS</w:t>
      </w:r>
    </w:p>
    <w:p w:rsidR="00BE389F" w:rsidRPr="00E16A9E" w:rsidRDefault="00E258D3" w:rsidP="00E16A9E">
      <w:pPr>
        <w:pStyle w:val="Title2"/>
      </w:pPr>
      <w:r w:rsidRPr="00E16A9E">
        <w:t xml:space="preserve">LISTA </w:t>
      </w:r>
      <w:r w:rsidR="00B3579F">
        <w:t>V</w:t>
      </w:r>
      <w:r w:rsidR="00E16A9E" w:rsidRPr="00E16A9E">
        <w:t>I</w:t>
      </w:r>
      <w:r w:rsidRPr="00E16A9E">
        <w:t xml:space="preserve"> </w:t>
      </w:r>
      <w:r w:rsidR="00B3579F">
        <w:t>-</w:t>
      </w:r>
      <w:r w:rsidRPr="00E16A9E">
        <w:t xml:space="preserve"> </w:t>
      </w:r>
      <w:r w:rsidR="00B3579F">
        <w:t>SRI LANKA</w:t>
      </w:r>
    </w:p>
    <w:p w:rsidR="00BE389F" w:rsidRPr="00E16A9E" w:rsidRDefault="00193F3A" w:rsidP="00E16A9E">
      <w:pPr>
        <w:pStyle w:val="Title3"/>
      </w:pPr>
      <w:r w:rsidRPr="00E16A9E">
        <w:t>Comunicación de la Secretaría</w:t>
      </w:r>
      <w:r w:rsidR="00E258D3" w:rsidRPr="00E16A9E">
        <w:rPr>
          <w:rStyle w:val="FootnoteReference"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B3579F">
        <w:t xml:space="preserve">de </w:t>
      </w:r>
      <w:r w:rsidR="00486743" w:rsidRPr="00E258D3">
        <w:t>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B3579F">
        <w:t>V</w:t>
      </w:r>
      <w:r w:rsidR="00E0595B" w:rsidRPr="00E0595B">
        <w:t xml:space="preserve">I </w:t>
      </w:r>
      <w:r w:rsidR="00B3579F">
        <w:t>-</w:t>
      </w:r>
      <w:r w:rsidR="00E0595B" w:rsidRPr="00E0595B">
        <w:t xml:space="preserve"> </w:t>
      </w:r>
      <w:r w:rsidR="00B3579F">
        <w:t>Sri Lanka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E0595B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SA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B3579F">
        <w:t>22</w:t>
      </w:r>
      <w:r w:rsidR="00E258D3">
        <w:t xml:space="preserve"> de </w:t>
      </w:r>
      <w:r w:rsidR="00B3579F">
        <w:t>septiembre</w:t>
      </w:r>
      <w:r w:rsidR="00E258D3">
        <w:t xml:space="preserve">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E0595B">
        <w:t xml:space="preserve">Lista </w:t>
      </w:r>
      <w:r w:rsidR="00B3579F">
        <w:t>VI -</w:t>
      </w:r>
      <w:r w:rsidR="00E0595B" w:rsidRPr="00E0595B">
        <w:t xml:space="preserve"> </w:t>
      </w:r>
      <w:r w:rsidR="00B3579F">
        <w:t>Sri Lanka</w:t>
      </w:r>
      <w:r w:rsidR="00F165EC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002E99">
        <w:lastRenderedPageBreak/>
        <w:t>Páginas</w:t>
      </w:r>
      <w:r w:rsidRPr="00E258D3">
        <w:t xml:space="preserve"> </w:t>
      </w:r>
      <w:r w:rsidR="001D17C6" w:rsidRPr="00E258D3">
        <w:t>3</w:t>
      </w:r>
      <w:r w:rsidR="002044E7" w:rsidRPr="00E258D3">
        <w:t xml:space="preserve"> </w:t>
      </w:r>
      <w:r w:rsidR="00405B6D">
        <w:t>-</w:t>
      </w:r>
      <w:r w:rsidRPr="00E258D3">
        <w:t xml:space="preserve"> </w:t>
      </w:r>
      <w:r w:rsidR="002F32BB">
        <w:t>55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8A0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B3579F" w:rsidP="00B3579F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B3579F" w:rsidP="00B3579F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3579F" w:rsidRDefault="00B3579F" w:rsidP="00B3579F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>, documento WT/L/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9F" w:rsidRPr="00B3579F" w:rsidRDefault="00B3579F" w:rsidP="00B3579F">
    <w:pPr>
      <w:pStyle w:val="Header"/>
      <w:spacing w:after="240"/>
      <w:jc w:val="center"/>
    </w:pPr>
    <w:r w:rsidRPr="00B3579F">
      <w:t>G/MA/TAR/RS/510</w:t>
    </w:r>
  </w:p>
  <w:p w:rsidR="00B3579F" w:rsidRPr="00B3579F" w:rsidRDefault="00B3579F" w:rsidP="00B3579F">
    <w:pPr>
      <w:pStyle w:val="Header"/>
      <w:pBdr>
        <w:bottom w:val="single" w:sz="4" w:space="1" w:color="auto"/>
      </w:pBdr>
      <w:jc w:val="center"/>
    </w:pPr>
    <w:r w:rsidRPr="00B3579F">
      <w:t xml:space="preserve">- </w:t>
    </w:r>
    <w:r w:rsidRPr="00B3579F">
      <w:fldChar w:fldCharType="begin"/>
    </w:r>
    <w:r w:rsidRPr="00B3579F">
      <w:instrText xml:space="preserve"> PAGE  \* Arabic  \* MERGEFORMAT </w:instrText>
    </w:r>
    <w:r w:rsidRPr="00B3579F">
      <w:fldChar w:fldCharType="separate"/>
    </w:r>
    <w:r w:rsidRPr="00B3579F">
      <w:rPr>
        <w:noProof/>
      </w:rPr>
      <w:t>1</w:t>
    </w:r>
    <w:r w:rsidRPr="00B3579F">
      <w:fldChar w:fldCharType="end"/>
    </w:r>
    <w:r w:rsidRPr="00B3579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9F" w:rsidRPr="00B3579F" w:rsidRDefault="00B3579F" w:rsidP="00B3579F">
    <w:pPr>
      <w:pStyle w:val="Header"/>
      <w:spacing w:after="240"/>
      <w:jc w:val="center"/>
    </w:pPr>
    <w:r w:rsidRPr="00B3579F">
      <w:t>G/MA/TAR/RS/510</w:t>
    </w:r>
  </w:p>
  <w:p w:rsidR="00B3579F" w:rsidRPr="00B3579F" w:rsidRDefault="00B3579F" w:rsidP="00B3579F">
    <w:pPr>
      <w:pStyle w:val="Header"/>
      <w:pBdr>
        <w:bottom w:val="single" w:sz="4" w:space="1" w:color="auto"/>
      </w:pBdr>
      <w:jc w:val="center"/>
    </w:pPr>
    <w:r w:rsidRPr="00B3579F">
      <w:t xml:space="preserve">- </w:t>
    </w:r>
    <w:r w:rsidRPr="00B3579F">
      <w:fldChar w:fldCharType="begin"/>
    </w:r>
    <w:r w:rsidRPr="00B3579F">
      <w:instrText xml:space="preserve"> PAGE  \* Arabic  \* MERGEFORMAT </w:instrText>
    </w:r>
    <w:r w:rsidRPr="00B3579F">
      <w:fldChar w:fldCharType="separate"/>
    </w:r>
    <w:r w:rsidR="00265B3D">
      <w:rPr>
        <w:noProof/>
      </w:rPr>
      <w:t>2</w:t>
    </w:r>
    <w:r w:rsidRPr="00B3579F">
      <w:fldChar w:fldCharType="end"/>
    </w:r>
    <w:r w:rsidRPr="00B3579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B3579F" w:rsidRPr="00B3579F" w:rsidTr="00B3579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3579F" w:rsidRPr="00B3579F" w:rsidRDefault="00B3579F" w:rsidP="00B3579F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3579F" w:rsidRPr="00B3579F" w:rsidRDefault="00B3579F" w:rsidP="00B3579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3579F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3579F" w:rsidRPr="00B3579F" w:rsidTr="00B3579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3579F" w:rsidRPr="00B3579F" w:rsidRDefault="00B3579F" w:rsidP="00B3579F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B3579F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AA836CB" wp14:editId="424ADAAB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3579F" w:rsidRPr="00B3579F" w:rsidRDefault="00B3579F" w:rsidP="00B3579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3579F" w:rsidRPr="00B3579F" w:rsidTr="00B3579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3579F" w:rsidRPr="00B3579F" w:rsidRDefault="00B3579F" w:rsidP="00B3579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3579F" w:rsidRPr="00B3579F" w:rsidRDefault="00B3579F" w:rsidP="00B3579F">
          <w:pPr>
            <w:jc w:val="right"/>
            <w:rPr>
              <w:rFonts w:eastAsia="Verdana" w:cs="Verdana"/>
              <w:b/>
              <w:szCs w:val="18"/>
            </w:rPr>
          </w:pPr>
          <w:r w:rsidRPr="00B3579F">
            <w:rPr>
              <w:b/>
              <w:szCs w:val="18"/>
            </w:rPr>
            <w:t>G/MA/TAR/RS/510</w:t>
          </w:r>
        </w:p>
      </w:tc>
    </w:tr>
    <w:tr w:rsidR="00B3579F" w:rsidRPr="00B3579F" w:rsidTr="00B3579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3579F" w:rsidRPr="00B3579F" w:rsidRDefault="00B3579F" w:rsidP="00B3579F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3579F" w:rsidRPr="00B3579F" w:rsidRDefault="00265B3D" w:rsidP="00B3579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B3579F" w:rsidRPr="00B3579F">
            <w:rPr>
              <w:rFonts w:eastAsia="Verdana" w:cs="Verdana"/>
              <w:szCs w:val="18"/>
            </w:rPr>
            <w:t> de diciembre de 2017</w:t>
          </w:r>
        </w:p>
      </w:tc>
    </w:tr>
    <w:tr w:rsidR="00B3579F" w:rsidRPr="00B3579F" w:rsidTr="00B3579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3579F" w:rsidRPr="00B3579F" w:rsidRDefault="00B3579F" w:rsidP="00265B3D">
          <w:pPr>
            <w:jc w:val="left"/>
            <w:rPr>
              <w:rFonts w:eastAsia="Verdana" w:cs="Verdana"/>
              <w:b/>
              <w:szCs w:val="18"/>
            </w:rPr>
          </w:pPr>
          <w:bookmarkStart w:id="5" w:name="bmkSerial" w:colFirst="0" w:colLast="0"/>
          <w:bookmarkStart w:id="6" w:name="bmkTotPages" w:colFirst="1" w:colLast="1"/>
          <w:bookmarkEnd w:id="4"/>
          <w:r w:rsidRPr="00B3579F">
            <w:rPr>
              <w:rFonts w:eastAsia="Verdana" w:cs="Verdana"/>
              <w:color w:val="FF0000"/>
              <w:szCs w:val="18"/>
            </w:rPr>
            <w:t>(17</w:t>
          </w:r>
          <w:r w:rsidRPr="00B3579F">
            <w:rPr>
              <w:rFonts w:eastAsia="Verdana" w:cs="Verdana"/>
              <w:color w:val="FF0000"/>
              <w:szCs w:val="18"/>
            </w:rPr>
            <w:noBreakHyphen/>
          </w:r>
          <w:r w:rsidR="00265B3D">
            <w:rPr>
              <w:rFonts w:eastAsia="Verdana" w:cs="Verdana"/>
              <w:color w:val="FF0000"/>
              <w:szCs w:val="18"/>
            </w:rPr>
            <w:t>6721</w:t>
          </w:r>
          <w:bookmarkStart w:id="7" w:name="_GoBack"/>
          <w:bookmarkEnd w:id="7"/>
          <w:r w:rsidRPr="00B3579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3579F" w:rsidRPr="00B3579F" w:rsidRDefault="00B3579F" w:rsidP="00B3579F">
          <w:pPr>
            <w:jc w:val="right"/>
            <w:rPr>
              <w:rFonts w:eastAsia="Verdana" w:cs="Verdana"/>
              <w:szCs w:val="18"/>
            </w:rPr>
          </w:pPr>
          <w:r w:rsidRPr="00B3579F">
            <w:rPr>
              <w:rFonts w:eastAsia="Verdana" w:cs="Verdana"/>
              <w:szCs w:val="18"/>
            </w:rPr>
            <w:t xml:space="preserve">Página: </w:t>
          </w:r>
          <w:r w:rsidRPr="00B3579F">
            <w:rPr>
              <w:rFonts w:eastAsia="Verdana" w:cs="Verdana"/>
              <w:szCs w:val="18"/>
            </w:rPr>
            <w:fldChar w:fldCharType="begin"/>
          </w:r>
          <w:r w:rsidRPr="00B3579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3579F">
            <w:rPr>
              <w:rFonts w:eastAsia="Verdana" w:cs="Verdana"/>
              <w:szCs w:val="18"/>
            </w:rPr>
            <w:fldChar w:fldCharType="separate"/>
          </w:r>
          <w:r w:rsidR="00265B3D">
            <w:rPr>
              <w:rFonts w:eastAsia="Verdana" w:cs="Verdana"/>
              <w:noProof/>
              <w:szCs w:val="18"/>
            </w:rPr>
            <w:t>1</w:t>
          </w:r>
          <w:r w:rsidRPr="00B3579F">
            <w:rPr>
              <w:rFonts w:eastAsia="Verdana" w:cs="Verdana"/>
              <w:szCs w:val="18"/>
            </w:rPr>
            <w:fldChar w:fldCharType="end"/>
          </w:r>
          <w:r w:rsidRPr="00B3579F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55</w:t>
          </w:r>
        </w:p>
      </w:tc>
    </w:tr>
    <w:tr w:rsidR="00B3579F" w:rsidRPr="00B3579F" w:rsidTr="00B3579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3579F" w:rsidRPr="00B3579F" w:rsidRDefault="00B3579F" w:rsidP="00B3579F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5"/>
          <w:bookmarkEnd w:id="6"/>
          <w:r w:rsidRPr="00B3579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3579F" w:rsidRPr="00B3579F" w:rsidRDefault="00B3579F" w:rsidP="00B3579F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3251" w:rsidRPr="00B3579F" w:rsidRDefault="00DD3251" w:rsidP="00B357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150EC"/>
    <w:rsid w:val="003353F3"/>
    <w:rsid w:val="003679D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162</Words>
  <Characters>817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2017-07-14T10:30:00Z</cp:lastPrinted>
  <dcterms:created xsi:type="dcterms:W3CDTF">2017-12-07T08:23:00Z</dcterms:created>
  <dcterms:modified xsi:type="dcterms:W3CDTF">2017-12-07T08:38:00Z</dcterms:modified>
</cp:coreProperties>
</file>