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r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 w:rsidR="00FA0776">
        <w:t>XXX</w:t>
      </w:r>
      <w:r w:rsidR="00E22E78">
        <w:t>V</w:t>
      </w:r>
      <w:r w:rsidRPr="00D15CF5">
        <w:t xml:space="preserve"> – </w:t>
      </w:r>
      <w:r w:rsidR="00FA0776">
        <w:t>PÉROU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Appelnotedebasdep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</w:t>
      </w:r>
      <w:proofErr w:type="spellStart"/>
      <w:r w:rsidRPr="00D15CF5">
        <w:t>LTC</w:t>
      </w:r>
      <w:proofErr w:type="spellEnd"/>
      <w:r w:rsidR="00D15CF5" w:rsidRPr="00D15CF5">
        <w:rPr>
          <w:rStyle w:val="Appelnotedebasdep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FA0776">
        <w:t>XXXV</w:t>
      </w:r>
      <w:r w:rsidR="00D87E53" w:rsidRPr="00D15CF5">
        <w:t xml:space="preserve"> –</w:t>
      </w:r>
      <w:r w:rsidR="00F612DF" w:rsidRPr="00D15CF5">
        <w:t xml:space="preserve"> </w:t>
      </w:r>
      <w:r w:rsidR="00FA0776">
        <w:t>Pérou</w:t>
      </w:r>
      <w:r w:rsidR="00D15CF5" w:rsidRPr="00D15CF5">
        <w:rPr>
          <w:rStyle w:val="Appelnotedebasdep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Appelnotedebasdep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</w:t>
      </w:r>
      <w:r w:rsidR="000A3C67">
        <w:t> </w:t>
      </w:r>
      <w:r w:rsidRPr="00D15CF5">
        <w:t>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</w:t>
      </w:r>
      <w:r w:rsidR="000A3C67">
        <w:t> </w:t>
      </w:r>
      <w:r w:rsidR="00D15CF5">
        <w:t>janvier</w:t>
      </w:r>
      <w:r w:rsidR="000A3C67">
        <w:t> </w:t>
      </w:r>
      <w:r w:rsidR="00D15CF5">
        <w:t>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FA0776">
        <w:t>XXXV</w:t>
      </w:r>
      <w:r w:rsidR="00FA0776" w:rsidRPr="00D15CF5">
        <w:t xml:space="preserve"> – </w:t>
      </w:r>
      <w:r w:rsidR="00FA0776">
        <w:t>Pérou</w:t>
      </w:r>
      <w:r w:rsidR="00FA0776" w:rsidRPr="00D15CF5">
        <w:t xml:space="preserve"> </w:t>
      </w:r>
      <w:r w:rsidRPr="00D15CF5">
        <w:t>seront considérées comme approuvées et seront officiellement certifiées.</w:t>
      </w:r>
    </w:p>
    <w:p w:rsidR="00337700" w:rsidRPr="00E22E78" w:rsidRDefault="00480BB1" w:rsidP="002B516E">
      <w:r w:rsidRPr="00D15CF5">
        <w:br w:type="page"/>
      </w:r>
      <w:r w:rsidR="00D87E53" w:rsidRPr="00D15CF5">
        <w:lastRenderedPageBreak/>
        <w:t>P</w:t>
      </w:r>
      <w:r w:rsidR="00E22E78">
        <w:t xml:space="preserve">ages </w:t>
      </w:r>
      <w:r w:rsidR="00D87E53" w:rsidRPr="00D15CF5">
        <w:t xml:space="preserve">3 </w:t>
      </w:r>
      <w:r w:rsidR="00E22E78">
        <w:t xml:space="preserve">à </w:t>
      </w:r>
      <w:r w:rsidR="00FA0776">
        <w:t>85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</w:t>
      </w:r>
      <w:r w:rsidR="00FA0776">
        <w:t>ée</w:t>
      </w:r>
      <w:r w:rsidR="00D15CF5">
        <w:t xml:space="preserve"> disponible sur demande</w:t>
      </w:r>
      <w:r w:rsidRPr="00D15CF5">
        <w:t>)</w:t>
      </w:r>
    </w:p>
    <w:sectPr w:rsidR="00337700" w:rsidRPr="00E22E78" w:rsidSect="006B29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FA0776" w:rsidP="00FA0776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FA0776" w:rsidP="00FA0776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A0776" w:rsidRDefault="00FA0776" w:rsidP="00FA0776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30 novembre 2011, </w:t>
      </w:r>
      <w:proofErr w:type="spellStart"/>
      <w:r w:rsidRPr="00D15CF5">
        <w:t>WT</w:t>
      </w:r>
      <w:proofErr w:type="spellEnd"/>
      <w:r w:rsidRPr="00D15CF5">
        <w:t>/L/831.</w:t>
      </w:r>
    </w:p>
  </w:footnote>
  <w:footnote w:id="3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En </w:t>
      </w:r>
      <w:r w:rsidR="00CE7D99">
        <w:t>espagnol</w:t>
      </w:r>
      <w:r w:rsidRPr="00D15CF5">
        <w:t xml:space="preserve"> seulement.</w:t>
      </w:r>
    </w:p>
  </w:footnote>
  <w:footnote w:id="4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26 mars 1980 relative aux procédures de modification et de rectification des listes de concessions tarifaires, GATT </w:t>
      </w:r>
      <w:proofErr w:type="spellStart"/>
      <w:r w:rsidRPr="00D15CF5">
        <w:t>IBDD</w:t>
      </w:r>
      <w:proofErr w:type="spellEnd"/>
      <w:r w:rsidRPr="00D15CF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76" w:rsidRPr="00FA0776" w:rsidRDefault="00FA0776" w:rsidP="00FA0776">
    <w:pPr>
      <w:pStyle w:val="En-tte"/>
      <w:spacing w:after="240"/>
      <w:jc w:val="center"/>
    </w:pPr>
    <w:r w:rsidRPr="00FA0776">
      <w:t>G/MA/TAR/RS/554</w:t>
    </w:r>
  </w:p>
  <w:p w:rsidR="00FA0776" w:rsidRPr="00FA0776" w:rsidRDefault="00FA0776" w:rsidP="00FA0776">
    <w:pPr>
      <w:pStyle w:val="En-tte"/>
      <w:pBdr>
        <w:bottom w:val="single" w:sz="4" w:space="1" w:color="auto"/>
      </w:pBdr>
      <w:jc w:val="center"/>
    </w:pPr>
    <w:r w:rsidRPr="00FA0776">
      <w:t xml:space="preserve">- </w:t>
    </w:r>
    <w:r w:rsidRPr="00FA0776">
      <w:fldChar w:fldCharType="begin"/>
    </w:r>
    <w:r w:rsidRPr="00FA0776">
      <w:instrText xml:space="preserve"> PAGE  \* Arabic  \* MERGEFORMAT </w:instrText>
    </w:r>
    <w:r w:rsidRPr="00FA0776">
      <w:fldChar w:fldCharType="separate"/>
    </w:r>
    <w:r w:rsidRPr="00FA0776">
      <w:rPr>
        <w:noProof/>
      </w:rPr>
      <w:t>1</w:t>
    </w:r>
    <w:r w:rsidRPr="00FA0776">
      <w:fldChar w:fldCharType="end"/>
    </w:r>
    <w:r w:rsidRPr="00FA077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76" w:rsidRPr="00FA0776" w:rsidRDefault="00FA0776" w:rsidP="00FA0776">
    <w:pPr>
      <w:pStyle w:val="En-tte"/>
      <w:spacing w:after="240"/>
      <w:jc w:val="center"/>
    </w:pPr>
    <w:r w:rsidRPr="00FA0776">
      <w:t>G/MA/TAR/RS/554</w:t>
    </w:r>
  </w:p>
  <w:p w:rsidR="00FA0776" w:rsidRPr="00FA0776" w:rsidRDefault="00FA0776" w:rsidP="00FA0776">
    <w:pPr>
      <w:pStyle w:val="En-tte"/>
      <w:pBdr>
        <w:bottom w:val="single" w:sz="4" w:space="1" w:color="auto"/>
      </w:pBdr>
      <w:jc w:val="center"/>
    </w:pPr>
    <w:r w:rsidRPr="00FA0776">
      <w:t xml:space="preserve">- </w:t>
    </w:r>
    <w:r w:rsidRPr="00FA0776">
      <w:fldChar w:fldCharType="begin"/>
    </w:r>
    <w:r w:rsidRPr="00FA0776">
      <w:instrText xml:space="preserve"> PAGE  \* Arabic  \* MERGEFORMAT </w:instrText>
    </w:r>
    <w:r w:rsidRPr="00FA0776">
      <w:fldChar w:fldCharType="separate"/>
    </w:r>
    <w:r w:rsidR="008265B4">
      <w:rPr>
        <w:noProof/>
      </w:rPr>
      <w:t>2</w:t>
    </w:r>
    <w:r w:rsidRPr="00FA0776">
      <w:fldChar w:fldCharType="end"/>
    </w:r>
    <w:r w:rsidRPr="00FA077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A0776" w:rsidRPr="00FA0776" w:rsidTr="00FA077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FA0776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FA077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A077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A0776" w:rsidRPr="00FA0776" w:rsidTr="00FA077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A0776" w:rsidRPr="00FA0776" w:rsidRDefault="00FA0776" w:rsidP="00FA0776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FA0776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298FCC1C" wp14:editId="0C9619EE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0776" w:rsidRPr="00FA0776" w:rsidRDefault="00FA0776" w:rsidP="00FA077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A0776" w:rsidRPr="00FA0776" w:rsidTr="00FA077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A0776" w:rsidRPr="00FA0776" w:rsidRDefault="00FA0776" w:rsidP="00FA077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0776" w:rsidRPr="00FA0776" w:rsidRDefault="00FA0776" w:rsidP="00FA0776">
          <w:pPr>
            <w:jc w:val="right"/>
            <w:rPr>
              <w:rFonts w:eastAsia="Verdana" w:cs="Verdana"/>
              <w:b/>
              <w:szCs w:val="18"/>
            </w:rPr>
          </w:pPr>
          <w:r w:rsidRPr="00FA0776">
            <w:rPr>
              <w:b/>
              <w:szCs w:val="18"/>
            </w:rPr>
            <w:t>G/MA/TAR/RS/554</w:t>
          </w:r>
        </w:p>
      </w:tc>
    </w:tr>
    <w:tr w:rsidR="00FA0776" w:rsidRPr="00FA0776" w:rsidTr="00FA077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FA0776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76" w:rsidRPr="00FA0776" w:rsidRDefault="00FA0776" w:rsidP="008265B4">
          <w:pPr>
            <w:jc w:val="right"/>
            <w:rPr>
              <w:rFonts w:eastAsia="Verdana" w:cs="Verdana"/>
              <w:szCs w:val="18"/>
            </w:rPr>
          </w:pPr>
          <w:r w:rsidRPr="00FA0776">
            <w:rPr>
              <w:rFonts w:eastAsia="Verdana" w:cs="Verdana"/>
              <w:szCs w:val="18"/>
            </w:rPr>
            <w:t>1</w:t>
          </w:r>
          <w:r w:rsidR="008265B4">
            <w:rPr>
              <w:rFonts w:eastAsia="Verdana" w:cs="Verdana"/>
              <w:szCs w:val="18"/>
            </w:rPr>
            <w:t>8</w:t>
          </w:r>
          <w:r w:rsidRPr="00FA0776">
            <w:rPr>
              <w:rFonts w:eastAsia="Verdana" w:cs="Verdana"/>
              <w:szCs w:val="18"/>
            </w:rPr>
            <w:t> mai 2018</w:t>
          </w:r>
        </w:p>
      </w:tc>
    </w:tr>
    <w:tr w:rsidR="00FA0776" w:rsidRPr="00FA0776" w:rsidTr="00FA077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0776" w:rsidRPr="00FA0776" w:rsidRDefault="00FA0776" w:rsidP="00FA0776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FA0776">
            <w:rPr>
              <w:rFonts w:eastAsia="Verdana" w:cs="Verdana"/>
              <w:color w:val="FF0000"/>
              <w:szCs w:val="18"/>
            </w:rPr>
            <w:t>(18</w:t>
          </w:r>
          <w:r w:rsidRPr="00FA0776">
            <w:rPr>
              <w:rFonts w:eastAsia="Verdana" w:cs="Verdana"/>
              <w:color w:val="FF0000"/>
              <w:szCs w:val="18"/>
            </w:rPr>
            <w:noBreakHyphen/>
          </w:r>
          <w:r w:rsidR="008265B4">
            <w:rPr>
              <w:rFonts w:eastAsia="Verdana" w:cs="Verdana"/>
              <w:color w:val="FF0000"/>
              <w:szCs w:val="18"/>
            </w:rPr>
            <w:t>2983</w:t>
          </w:r>
          <w:r w:rsidRPr="00FA077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0776" w:rsidRPr="00FA0776" w:rsidRDefault="00FA0776" w:rsidP="008265B4">
          <w:pPr>
            <w:jc w:val="right"/>
            <w:rPr>
              <w:rFonts w:eastAsia="Verdana" w:cs="Verdana"/>
              <w:szCs w:val="18"/>
            </w:rPr>
          </w:pPr>
          <w:r w:rsidRPr="00FA0776">
            <w:rPr>
              <w:rFonts w:eastAsia="Verdana" w:cs="Verdana"/>
              <w:szCs w:val="18"/>
            </w:rPr>
            <w:t xml:space="preserve">Page: </w:t>
          </w:r>
          <w:r w:rsidRPr="00FA0776">
            <w:rPr>
              <w:rFonts w:eastAsia="Verdana" w:cs="Verdana"/>
              <w:szCs w:val="18"/>
            </w:rPr>
            <w:fldChar w:fldCharType="begin"/>
          </w:r>
          <w:r w:rsidRPr="00FA077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A0776">
            <w:rPr>
              <w:rFonts w:eastAsia="Verdana" w:cs="Verdana"/>
              <w:szCs w:val="18"/>
            </w:rPr>
            <w:fldChar w:fldCharType="separate"/>
          </w:r>
          <w:r w:rsidR="008265B4">
            <w:rPr>
              <w:rFonts w:eastAsia="Verdana" w:cs="Verdana"/>
              <w:noProof/>
              <w:szCs w:val="18"/>
            </w:rPr>
            <w:t>1</w:t>
          </w:r>
          <w:r w:rsidRPr="00FA0776">
            <w:rPr>
              <w:rFonts w:eastAsia="Verdana" w:cs="Verdana"/>
              <w:szCs w:val="18"/>
            </w:rPr>
            <w:fldChar w:fldCharType="end"/>
          </w:r>
          <w:r w:rsidRPr="00FA0776">
            <w:rPr>
              <w:rFonts w:eastAsia="Verdana" w:cs="Verdana"/>
              <w:szCs w:val="18"/>
            </w:rPr>
            <w:t>/</w:t>
          </w:r>
          <w:r w:rsidR="008265B4">
            <w:rPr>
              <w:rFonts w:eastAsia="Verdana" w:cs="Verdana"/>
              <w:szCs w:val="18"/>
            </w:rPr>
            <w:t>85</w:t>
          </w:r>
        </w:p>
      </w:tc>
    </w:tr>
    <w:tr w:rsidR="00FA0776" w:rsidRPr="00FA0776" w:rsidTr="00FA077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A0776" w:rsidRPr="00FA0776" w:rsidRDefault="00FA0776" w:rsidP="00FA0776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FA077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A0776" w:rsidRPr="00FA0776" w:rsidRDefault="00FA0776" w:rsidP="00FA0776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FA0776" w:rsidRDefault="00DD65B2" w:rsidP="00FA077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3C67"/>
    <w:rsid w:val="000A7098"/>
    <w:rsid w:val="000B12F9"/>
    <w:rsid w:val="000B5972"/>
    <w:rsid w:val="000C3951"/>
    <w:rsid w:val="000C724C"/>
    <w:rsid w:val="000D1532"/>
    <w:rsid w:val="000D23F0"/>
    <w:rsid w:val="000E24C5"/>
    <w:rsid w:val="000F15EE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B516E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2320B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B292F"/>
    <w:rsid w:val="006E0C67"/>
    <w:rsid w:val="006E5050"/>
    <w:rsid w:val="006F1D8B"/>
    <w:rsid w:val="0070059A"/>
    <w:rsid w:val="00727F5B"/>
    <w:rsid w:val="00735ADA"/>
    <w:rsid w:val="00736B43"/>
    <w:rsid w:val="007546DF"/>
    <w:rsid w:val="00763960"/>
    <w:rsid w:val="00771001"/>
    <w:rsid w:val="00781F11"/>
    <w:rsid w:val="00795114"/>
    <w:rsid w:val="007A761F"/>
    <w:rsid w:val="007B4290"/>
    <w:rsid w:val="007B7BB1"/>
    <w:rsid w:val="007C4766"/>
    <w:rsid w:val="007D3788"/>
    <w:rsid w:val="007D39B5"/>
    <w:rsid w:val="007D41BD"/>
    <w:rsid w:val="00817E7E"/>
    <w:rsid w:val="0082570F"/>
    <w:rsid w:val="008265B4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B1B27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E7D99"/>
    <w:rsid w:val="00CF59CB"/>
    <w:rsid w:val="00D15CF5"/>
    <w:rsid w:val="00D33C8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22E78"/>
    <w:rsid w:val="00E464CD"/>
    <w:rsid w:val="00E55F31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A0776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F059A-19B0-406C-9179-4D37F2793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144</Words>
  <Characters>791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2018-05-18T09:56:00Z</cp:lastPrinted>
  <dcterms:created xsi:type="dcterms:W3CDTF">2018-05-18T10:14:00Z</dcterms:created>
  <dcterms:modified xsi:type="dcterms:W3CDTF">2018-05-18T12:53:00Z</dcterms:modified>
</cp:coreProperties>
</file>