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284992">
        <w:t>LIII - niger</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284992">
        <w:t>LIII - Niger</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284992">
        <w:t>LIII - Niger</w:t>
      </w:r>
      <w:r w:rsidR="003A3651">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284992">
        <w:t>85</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93" w:rsidRDefault="002731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F87DDE">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w:t>
    </w:r>
    <w:r w:rsidR="00284992">
      <w:t>9</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273193">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3A27CF4B" wp14:editId="24484B96">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G/MA/TAR/RS/49</w:t>
          </w:r>
          <w:r w:rsidR="00284992">
            <w:rPr>
              <w:b/>
              <w:szCs w:val="16"/>
            </w:rPr>
            <w:t>9</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73193" w:rsidP="005603C2">
          <w:pPr>
            <w:jc w:val="right"/>
            <w:rPr>
              <w:szCs w:val="16"/>
            </w:rPr>
          </w:pPr>
          <w:r>
            <w:rPr>
              <w:szCs w:val="16"/>
            </w:rPr>
            <w:t xml:space="preserve">26 </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273193">
            <w:rPr>
              <w:color w:val="FF0000"/>
              <w:szCs w:val="16"/>
            </w:rPr>
            <w:t>4104</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284992">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273193">
            <w:rPr>
              <w:bCs/>
              <w:noProof/>
              <w:szCs w:val="16"/>
            </w:rPr>
            <w:t>1</w:t>
          </w:r>
          <w:r w:rsidRPr="00686DD0">
            <w:rPr>
              <w:bCs/>
              <w:szCs w:val="16"/>
            </w:rPr>
            <w:fldChar w:fldCharType="end"/>
          </w:r>
          <w:r w:rsidRPr="00686DD0">
            <w:rPr>
              <w:bCs/>
              <w:szCs w:val="16"/>
            </w:rPr>
            <w:t>/</w:t>
          </w:r>
          <w:bookmarkEnd w:id="4"/>
          <w:r w:rsidR="00284992">
            <w:rPr>
              <w:bCs/>
              <w:szCs w:val="16"/>
            </w:rPr>
            <w:t>85</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73193"/>
    <w:rsid w:val="00282314"/>
    <w:rsid w:val="00282622"/>
    <w:rsid w:val="0028499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3CDB"/>
    <w:rsid w:val="00B2539F"/>
    <w:rsid w:val="00B26ECA"/>
    <w:rsid w:val="00B32400"/>
    <w:rsid w:val="00B40CE6"/>
    <w:rsid w:val="00B52738"/>
    <w:rsid w:val="00B564F8"/>
    <w:rsid w:val="00B56EDC"/>
    <w:rsid w:val="00B670DE"/>
    <w:rsid w:val="00B83BCC"/>
    <w:rsid w:val="00B93089"/>
    <w:rsid w:val="00BB1F84"/>
    <w:rsid w:val="00BB535F"/>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548E"/>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2017-07-18T07:50:00Z</dcterms:created>
  <dcterms:modified xsi:type="dcterms:W3CDTF">2017-07-26T13:30:00Z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