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F5289A">
        <w:t>CX</w:t>
      </w:r>
      <w:r w:rsidR="001957B4">
        <w:t>X</w:t>
      </w:r>
      <w:r w:rsidR="00F5289A">
        <w:t>II – saint vincent and the grenadines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Pr="00335029" w:rsidRDefault="00B26ECA" w:rsidP="007612D3">
      <w:pPr>
        <w:rPr>
          <w:szCs w:val="18"/>
        </w:rPr>
      </w:pPr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F5289A">
        <w:t>CXXII – Saint Vincent and the Grenadines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Pr="00335029" w:rsidRDefault="00B26ECA" w:rsidP="00B26ECA">
      <w:pPr>
        <w:ind w:firstLine="567"/>
        <w:rPr>
          <w:szCs w:val="18"/>
        </w:rPr>
      </w:pPr>
    </w:p>
    <w:p w:rsidR="00B26ECA" w:rsidRPr="00335029" w:rsidRDefault="00B26ECA" w:rsidP="001C7498">
      <w:pPr>
        <w:jc w:val="center"/>
        <w:rPr>
          <w:b/>
          <w:szCs w:val="18"/>
        </w:rPr>
      </w:pPr>
      <w:r w:rsidRPr="00335029">
        <w:rPr>
          <w:b/>
          <w:szCs w:val="18"/>
        </w:rPr>
        <w:t>______________</w:t>
      </w:r>
    </w:p>
    <w:p w:rsidR="00B26ECA" w:rsidRPr="00335029" w:rsidRDefault="00B26ECA" w:rsidP="001C7498">
      <w:pPr>
        <w:jc w:val="center"/>
        <w:rPr>
          <w:szCs w:val="18"/>
        </w:rPr>
      </w:pPr>
    </w:p>
    <w:p w:rsidR="00B26ECA" w:rsidRPr="00335029" w:rsidRDefault="00B26ECA" w:rsidP="001C7498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 w:rsidR="00F5289A">
        <w:t xml:space="preserve">CXXII – Saint Vincent and the Grenadines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52CA" w:rsidRDefault="007852CA" w:rsidP="007612D3"/>
    <w:p w:rsidR="007852CA" w:rsidRDefault="007852CA" w:rsidP="007612D3"/>
    <w:p w:rsidR="007852CA" w:rsidRDefault="007852CA" w:rsidP="007852CA">
      <w:pPr>
        <w:tabs>
          <w:tab w:val="left" w:pos="7605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7852CA">
        <w:br w:type="page"/>
      </w:r>
      <w:r>
        <w:lastRenderedPageBreak/>
        <w:t>PP 3 –</w:t>
      </w:r>
      <w:r w:rsidR="009D576D">
        <w:t xml:space="preserve"> </w:t>
      </w:r>
      <w:r w:rsidR="00E6003F">
        <w:t>87</w:t>
      </w:r>
      <w:r w:rsidR="009D576D">
        <w:t xml:space="preserve"> </w:t>
      </w:r>
      <w:r w:rsidR="00CE7C15">
        <w:t xml:space="preserve">Offset </w:t>
      </w:r>
      <w:r w:rsidR="0096300D">
        <w:t>(PDF</w:t>
      </w:r>
      <w:r w:rsidR="001C7498">
        <w:t xml:space="preserve"> and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785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DBE" w:rsidRDefault="008D0DBE" w:rsidP="00ED54E0">
      <w:r>
        <w:separator/>
      </w:r>
    </w:p>
  </w:endnote>
  <w:endnote w:type="continuationSeparator" w:id="0">
    <w:p w:rsidR="008D0DBE" w:rsidRDefault="008D0DBE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DBE" w:rsidRDefault="008D0DBE" w:rsidP="00ED54E0">
      <w:r>
        <w:separator/>
      </w:r>
    </w:p>
  </w:footnote>
  <w:footnote w:type="continuationSeparator" w:id="0">
    <w:p w:rsidR="008D0DBE" w:rsidRDefault="008D0DBE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</w:t>
    </w:r>
    <w:r w:rsidR="00E6003F">
      <w:t>5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="00E76A49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Pr="007852C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5E5E7086" wp14:editId="680FB538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852CA" w:rsidRDefault="007852C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</w:t>
          </w:r>
          <w:r w:rsidR="00E6003F">
            <w:rPr>
              <w:b/>
              <w:szCs w:val="16"/>
            </w:rPr>
            <w:t>5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3D071B" w:rsidP="00E76A49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E76A49">
            <w:rPr>
              <w:szCs w:val="16"/>
            </w:rPr>
            <w:t>5</w:t>
          </w:r>
          <w:r w:rsidR="001C3B39">
            <w:rPr>
              <w:szCs w:val="16"/>
            </w:rPr>
            <w:t xml:space="preserve"> June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E76A49" w:rsidRDefault="00E76A49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(18-3991)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E6003F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E76A49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E6003F">
            <w:rPr>
              <w:bCs/>
              <w:szCs w:val="16"/>
            </w:rPr>
            <w:t>87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57B4"/>
    <w:rsid w:val="00196DE5"/>
    <w:rsid w:val="001B406C"/>
    <w:rsid w:val="001C3156"/>
    <w:rsid w:val="001C3B39"/>
    <w:rsid w:val="001C444B"/>
    <w:rsid w:val="001C7498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35029"/>
    <w:rsid w:val="00342DEF"/>
    <w:rsid w:val="00346968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071B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82EA6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00C5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506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2CA"/>
    <w:rsid w:val="0078542A"/>
    <w:rsid w:val="007906A9"/>
    <w:rsid w:val="007B0ED1"/>
    <w:rsid w:val="007B6E71"/>
    <w:rsid w:val="007D1C0C"/>
    <w:rsid w:val="007E0AE2"/>
    <w:rsid w:val="007E6507"/>
    <w:rsid w:val="007F2B8E"/>
    <w:rsid w:val="00807247"/>
    <w:rsid w:val="0081352E"/>
    <w:rsid w:val="00817762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0DBE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1ABF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6003F"/>
    <w:rsid w:val="00E70D85"/>
    <w:rsid w:val="00E76A49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289A"/>
    <w:rsid w:val="00F5347D"/>
    <w:rsid w:val="00F57029"/>
    <w:rsid w:val="00F6439A"/>
    <w:rsid w:val="00FA02C4"/>
    <w:rsid w:val="00FA13C7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149</Words>
  <Characters>833</Characters>
  <Application>Microsoft Office Word</Application>
  <DocSecurity>0</DocSecurity>
  <Lines>36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2018-06-14T08:29:00Z</dcterms:created>
  <dcterms:modified xsi:type="dcterms:W3CDTF">2018-06-26T06:50:00Z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G/MA/TAR/RS/553</vt:lpwstr>
  </property>
</Properties>
</file>