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bookmarkStart w:id="0" w:name="_GoBack"/>
      <w:bookmarkEnd w:id="0"/>
      <w:r>
        <w:t>rectification and modification of schedules</w:t>
      </w:r>
    </w:p>
    <w:p w:rsidR="00B26ECA" w:rsidRDefault="00B26ECA" w:rsidP="00EE6E81">
      <w:pPr>
        <w:pStyle w:val="Title2"/>
      </w:pPr>
      <w:r>
        <w:t xml:space="preserve">SCHEDULE </w:t>
      </w:r>
      <w:r w:rsidR="00BA261F">
        <w:t>CXXXI</w:t>
      </w:r>
      <w:r w:rsidR="00F55DA4">
        <w:t xml:space="preserve">V </w:t>
      </w:r>
      <w:r w:rsidR="00357E7D">
        <w:t>–</w:t>
      </w:r>
      <w:r>
        <w:t xml:space="preserve"> </w:t>
      </w:r>
      <w:r w:rsidR="00576F88">
        <w:t>m</w:t>
      </w:r>
      <w:r w:rsidR="00EE6E81">
        <w:t>ongolia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BA261F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BA261F">
        <w:t>CXXXIV</w:t>
      </w:r>
      <w:r>
        <w:t xml:space="preserve"> </w:t>
      </w:r>
      <w:r w:rsidR="00357E7D">
        <w:t>–</w:t>
      </w:r>
      <w:r>
        <w:t xml:space="preserve"> </w:t>
      </w:r>
      <w:r w:rsidR="008D3963">
        <w:t>M</w:t>
      </w:r>
      <w:r w:rsidR="00BA261F">
        <w:t>ongolia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Pr="000F0EC0" w:rsidRDefault="00B26ECA" w:rsidP="006D3E92">
      <w:pPr>
        <w:jc w:val="center"/>
        <w:rPr>
          <w:b/>
        </w:rPr>
      </w:pPr>
      <w:r w:rsidRPr="000F0EC0">
        <w:rPr>
          <w:b/>
        </w:rPr>
        <w:t>_______________</w:t>
      </w:r>
    </w:p>
    <w:p w:rsidR="00B26ECA" w:rsidRPr="0017020C" w:rsidRDefault="00B26ECA" w:rsidP="006D3E92">
      <w:pPr>
        <w:jc w:val="center"/>
        <w:rPr>
          <w:szCs w:val="18"/>
        </w:rPr>
      </w:pPr>
    </w:p>
    <w:p w:rsidR="00B26ECA" w:rsidRPr="0017020C" w:rsidRDefault="00B26ECA" w:rsidP="006D3E92">
      <w:pPr>
        <w:jc w:val="center"/>
        <w:rPr>
          <w:szCs w:val="18"/>
        </w:rPr>
      </w:pPr>
    </w:p>
    <w:p w:rsidR="005F222C" w:rsidRDefault="00B26ECA" w:rsidP="00BA261F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BA261F">
        <w:t xml:space="preserve">CXXXIV </w:t>
      </w:r>
      <w:r w:rsidR="00357E7D">
        <w:t xml:space="preserve">– </w:t>
      </w:r>
      <w:r w:rsidR="008D3963">
        <w:t>M</w:t>
      </w:r>
      <w:r w:rsidR="00BA261F">
        <w:t>ongolia</w:t>
      </w:r>
      <w:r w:rsidR="00357E7D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576F88" w:rsidP="00576F88">
      <w:pPr>
        <w:tabs>
          <w:tab w:val="left" w:pos="6630"/>
        </w:tabs>
      </w:pPr>
      <w:r>
        <w:tab/>
      </w:r>
    </w:p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686DD0" w:rsidRDefault="00686DD0" w:rsidP="00576F88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576F88">
        <w:t>79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8D39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8D3963" w:rsidRDefault="008D3963" w:rsidP="008D3963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8D3963" w:rsidRDefault="008D3963" w:rsidP="008D3963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In </w:t>
      </w:r>
      <w:r>
        <w:rPr>
          <w:rFonts w:ascii="Arial" w:hAnsi="Arial" w:cs="Arial"/>
        </w:rPr>
        <w:t>English</w:t>
      </w:r>
      <w:r>
        <w:t xml:space="preserve"> only.</w:t>
      </w:r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963" w:rsidRPr="008D3963" w:rsidRDefault="008D3963" w:rsidP="00576F8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D3963">
      <w:t>G/MA/TAR/RS/53</w:t>
    </w:r>
    <w:r w:rsidR="00AA0BB1">
      <w:t>5</w:t>
    </w:r>
  </w:p>
  <w:p w:rsidR="008D3963" w:rsidRPr="008D3963" w:rsidRDefault="008D3963" w:rsidP="008D396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8D3963" w:rsidRPr="008D3963" w:rsidRDefault="008D3963" w:rsidP="008D396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D3963">
      <w:t xml:space="preserve">- </w:t>
    </w:r>
    <w:r w:rsidRPr="008D3963">
      <w:fldChar w:fldCharType="begin"/>
    </w:r>
    <w:r w:rsidRPr="008D3963">
      <w:instrText xml:space="preserve"> PAGE </w:instrText>
    </w:r>
    <w:r w:rsidRPr="008D3963">
      <w:fldChar w:fldCharType="separate"/>
    </w:r>
    <w:r w:rsidR="00663579">
      <w:rPr>
        <w:noProof/>
      </w:rPr>
      <w:t>2</w:t>
    </w:r>
    <w:r w:rsidRPr="008D3963">
      <w:fldChar w:fldCharType="end"/>
    </w:r>
    <w:r w:rsidRPr="008D3963">
      <w:t xml:space="preserve"> -</w:t>
    </w:r>
  </w:p>
  <w:p w:rsidR="00544326" w:rsidRPr="008D3963" w:rsidRDefault="00544326" w:rsidP="008D3963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963" w:rsidRPr="008D3963" w:rsidRDefault="008D3963" w:rsidP="008D396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D3963">
      <w:t>G/MA/TAR/RS/532</w:t>
    </w:r>
  </w:p>
  <w:p w:rsidR="008D3963" w:rsidRPr="008D3963" w:rsidRDefault="008D3963" w:rsidP="008D396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8D3963" w:rsidRPr="008D3963" w:rsidRDefault="008D3963" w:rsidP="008D396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D3963">
      <w:t xml:space="preserve">- </w:t>
    </w:r>
    <w:r w:rsidRPr="008D3963">
      <w:fldChar w:fldCharType="begin"/>
    </w:r>
    <w:r w:rsidRPr="008D3963">
      <w:instrText xml:space="preserve"> PAGE </w:instrText>
    </w:r>
    <w:r w:rsidRPr="008D3963">
      <w:fldChar w:fldCharType="separate"/>
    </w:r>
    <w:r w:rsidRPr="008D3963">
      <w:rPr>
        <w:noProof/>
      </w:rPr>
      <w:t>2</w:t>
    </w:r>
    <w:r w:rsidRPr="008D3963">
      <w:fldChar w:fldCharType="end"/>
    </w:r>
    <w:r w:rsidRPr="008D3963">
      <w:t xml:space="preserve"> -</w:t>
    </w:r>
  </w:p>
  <w:p w:rsidR="00544326" w:rsidRPr="008D3963" w:rsidRDefault="00544326" w:rsidP="008D3963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8D3963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79323B23" wp14:editId="1713B351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8D3963" w:rsidRDefault="008D3963" w:rsidP="00EE6E81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G/MA/TAR/RS/53</w:t>
          </w:r>
          <w:r w:rsidR="00EE6E81">
            <w:rPr>
              <w:b/>
              <w:szCs w:val="16"/>
            </w:rPr>
            <w:t>5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523E79" w:rsidP="009601C7">
          <w:pPr>
            <w:jc w:val="right"/>
            <w:rPr>
              <w:szCs w:val="16"/>
            </w:rPr>
          </w:pPr>
          <w:r>
            <w:rPr>
              <w:szCs w:val="16"/>
            </w:rPr>
            <w:t>3 April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523E79" w:rsidP="0009164E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(18</w:t>
          </w:r>
          <w:r w:rsidRPr="00686DD0">
            <w:rPr>
              <w:color w:val="FF0000"/>
              <w:szCs w:val="16"/>
            </w:rPr>
            <w:t>-</w:t>
          </w:r>
          <w:r>
            <w:rPr>
              <w:color w:val="FF0000"/>
              <w:szCs w:val="16"/>
            </w:rPr>
            <w:t>1985</w:t>
          </w:r>
          <w:r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576F88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663579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576F88">
            <w:rPr>
              <w:bCs/>
              <w:szCs w:val="16"/>
            </w:rPr>
            <w:t>79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8D3963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evenAndOddHeaders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0F0EC0"/>
    <w:rsid w:val="0011356B"/>
    <w:rsid w:val="00117D68"/>
    <w:rsid w:val="001243A1"/>
    <w:rsid w:val="0013337F"/>
    <w:rsid w:val="001467CC"/>
    <w:rsid w:val="00152436"/>
    <w:rsid w:val="0017020C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66EB"/>
    <w:rsid w:val="004212C7"/>
    <w:rsid w:val="004239D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3E79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734F5"/>
    <w:rsid w:val="00576F88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63579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86481"/>
    <w:rsid w:val="0089342D"/>
    <w:rsid w:val="00893E85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01C7"/>
    <w:rsid w:val="0096300D"/>
    <w:rsid w:val="009A22C8"/>
    <w:rsid w:val="009A6F54"/>
    <w:rsid w:val="009D1A0B"/>
    <w:rsid w:val="009D576D"/>
    <w:rsid w:val="009E628E"/>
    <w:rsid w:val="009F16FC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0BB1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A261F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4EAB"/>
    <w:rsid w:val="00ED54E0"/>
    <w:rsid w:val="00EE6E81"/>
    <w:rsid w:val="00EF4403"/>
    <w:rsid w:val="00EF60E6"/>
    <w:rsid w:val="00F00317"/>
    <w:rsid w:val="00F21EBF"/>
    <w:rsid w:val="00F32397"/>
    <w:rsid w:val="00F36A17"/>
    <w:rsid w:val="00F40595"/>
    <w:rsid w:val="00F5347D"/>
    <w:rsid w:val="00F55DA4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137</Words>
  <Characters>783</Characters>
  <Application>Microsoft Office Word</Application>
  <DocSecurity>0</DocSecurity>
  <Lines>33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2018-04-03T08:40:00Z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G/MA/TAR/RS/532</vt:lpwstr>
  </property>
</Properties>
</file>