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D744D9">
        <w:rPr>
          <w:caps w:val="0"/>
        </w:rPr>
        <w:t>I</w:t>
      </w:r>
      <w:r w:rsidR="00621D74">
        <w:rPr>
          <w:caps w:val="0"/>
        </w:rPr>
        <w:t>X</w:t>
      </w:r>
      <w:r w:rsidRPr="009C3D5D">
        <w:rPr>
          <w:caps w:val="0"/>
        </w:rPr>
        <w:t xml:space="preserve"> – </w:t>
      </w:r>
      <w:r w:rsidR="00D744D9">
        <w:rPr>
          <w:caps w:val="0"/>
        </w:rPr>
        <w:t>CUBA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F858F9">
        <w:rPr>
          <w:rStyle w:val="FootnoteReference"/>
          <w:i w:val="0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>jointes de la Liste</w:t>
      </w:r>
      <w:r w:rsidR="00621D74">
        <w:t xml:space="preserve"> </w:t>
      </w:r>
      <w:r w:rsidR="00D744D9">
        <w:t>I</w:t>
      </w:r>
      <w:r w:rsidR="00621D74">
        <w:t xml:space="preserve">X – </w:t>
      </w:r>
      <w:r w:rsidR="00D744D9">
        <w:t>Cuba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>, qui a été approuvé à la session d'examen multilatéral tenue le</w:t>
      </w:r>
      <w:r w:rsidR="00621D74">
        <w:t xml:space="preserve"> 15 janvier 2018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D744D9">
        <w:t>I</w:t>
      </w:r>
      <w:r w:rsidR="00621D74">
        <w:t xml:space="preserve">X – </w:t>
      </w:r>
      <w:r w:rsidR="00D744D9">
        <w:t>Cuba</w:t>
      </w:r>
      <w:r w:rsidR="00621D74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F7524C">
        <w:t>P</w:t>
      </w:r>
      <w:r w:rsidR="00D87E53" w:rsidRPr="009C3D5D">
        <w:t xml:space="preserve"> 3 </w:t>
      </w:r>
      <w:r w:rsidR="00F7524C">
        <w:t>-</w:t>
      </w:r>
      <w:r w:rsidR="00D87E53" w:rsidRPr="009C3D5D">
        <w:t xml:space="preserve"> </w:t>
      </w:r>
      <w:r w:rsidR="00B52F45">
        <w:t>48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</w:t>
      </w:r>
      <w:bookmarkStart w:id="0" w:name="_GoBack"/>
      <w:bookmarkEnd w:id="0"/>
      <w:r w:rsidR="00A720B8" w:rsidRPr="009C3D5D">
        <w:t>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D071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354CA7" w:rsidP="00354CA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354CA7" w:rsidP="00354CA7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354CA7" w:rsidRDefault="00354CA7" w:rsidP="00354CA7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</w:t>
      </w:r>
      <w:r w:rsidR="00354CA7">
        <w:t>espagnol</w:t>
      </w:r>
      <w:r w:rsidRPr="009C3D5D">
        <w:t xml:space="preserve">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A7" w:rsidRPr="00354CA7" w:rsidRDefault="00354CA7" w:rsidP="00354CA7">
    <w:pPr>
      <w:pStyle w:val="Header"/>
      <w:spacing w:after="240"/>
      <w:jc w:val="center"/>
    </w:pPr>
    <w:r w:rsidRPr="00354CA7">
      <w:t>G/MA/TAR/RS/518</w:t>
    </w:r>
  </w:p>
  <w:p w:rsidR="00354CA7" w:rsidRPr="00354CA7" w:rsidRDefault="00354CA7" w:rsidP="00354CA7">
    <w:pPr>
      <w:pStyle w:val="Header"/>
      <w:pBdr>
        <w:bottom w:val="single" w:sz="4" w:space="1" w:color="auto"/>
      </w:pBdr>
      <w:jc w:val="center"/>
    </w:pPr>
    <w:r w:rsidRPr="00354CA7">
      <w:t xml:space="preserve">- </w:t>
    </w:r>
    <w:r w:rsidRPr="00354CA7">
      <w:fldChar w:fldCharType="begin"/>
    </w:r>
    <w:r w:rsidRPr="00354CA7">
      <w:instrText xml:space="preserve"> PAGE  \* Arabic  \* MERGEFORMAT </w:instrText>
    </w:r>
    <w:r w:rsidRPr="00354CA7">
      <w:fldChar w:fldCharType="separate"/>
    </w:r>
    <w:r w:rsidRPr="00354CA7">
      <w:rPr>
        <w:noProof/>
      </w:rPr>
      <w:t>1</w:t>
    </w:r>
    <w:r w:rsidRPr="00354CA7">
      <w:fldChar w:fldCharType="end"/>
    </w:r>
    <w:r w:rsidRPr="00354CA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A7" w:rsidRPr="00354CA7" w:rsidRDefault="00354CA7" w:rsidP="00354CA7">
    <w:pPr>
      <w:pStyle w:val="Header"/>
      <w:spacing w:after="240"/>
      <w:jc w:val="center"/>
    </w:pPr>
    <w:r w:rsidRPr="00354CA7">
      <w:t>G/MA/TAR/RS/518</w:t>
    </w:r>
  </w:p>
  <w:p w:rsidR="00354CA7" w:rsidRPr="00354CA7" w:rsidRDefault="00354CA7" w:rsidP="00354CA7">
    <w:pPr>
      <w:pStyle w:val="Header"/>
      <w:pBdr>
        <w:bottom w:val="single" w:sz="4" w:space="1" w:color="auto"/>
      </w:pBdr>
      <w:jc w:val="center"/>
    </w:pPr>
    <w:r w:rsidRPr="00354CA7">
      <w:t xml:space="preserve">- </w:t>
    </w:r>
    <w:r w:rsidRPr="00354CA7">
      <w:fldChar w:fldCharType="begin"/>
    </w:r>
    <w:r w:rsidRPr="00354CA7">
      <w:instrText xml:space="preserve"> PAGE  \* Arabic  \* MERGEFORMAT </w:instrText>
    </w:r>
    <w:r w:rsidRPr="00354CA7">
      <w:fldChar w:fldCharType="separate"/>
    </w:r>
    <w:r w:rsidR="00F7524C">
      <w:rPr>
        <w:noProof/>
      </w:rPr>
      <w:t>2</w:t>
    </w:r>
    <w:r w:rsidRPr="00354CA7">
      <w:fldChar w:fldCharType="end"/>
    </w:r>
    <w:r w:rsidRPr="00354CA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354CA7" w:rsidRPr="00354CA7" w:rsidTr="00354CA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54CA7" w:rsidRPr="00354CA7" w:rsidRDefault="00354CA7" w:rsidP="00354CA7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54CA7" w:rsidRPr="00354CA7" w:rsidRDefault="00354CA7" w:rsidP="00354CA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354CA7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54CA7" w:rsidRPr="00354CA7" w:rsidTr="00354CA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54CA7" w:rsidRPr="00354CA7" w:rsidRDefault="00354CA7" w:rsidP="00354CA7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354CA7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3CC5F8F4" wp14:editId="11EC8FBF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54CA7" w:rsidRPr="00354CA7" w:rsidRDefault="00354CA7" w:rsidP="00354CA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54CA7" w:rsidRPr="00354CA7" w:rsidTr="00354CA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54CA7" w:rsidRPr="00354CA7" w:rsidRDefault="00354CA7" w:rsidP="00354CA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54CA7" w:rsidRPr="00354CA7" w:rsidRDefault="00354CA7" w:rsidP="00354CA7">
          <w:pPr>
            <w:jc w:val="right"/>
            <w:rPr>
              <w:rFonts w:eastAsia="Verdana" w:cs="Verdana"/>
              <w:b/>
              <w:szCs w:val="18"/>
            </w:rPr>
          </w:pPr>
          <w:r w:rsidRPr="00354CA7">
            <w:rPr>
              <w:b/>
              <w:szCs w:val="18"/>
            </w:rPr>
            <w:t>G/MA/TAR/RS/518</w:t>
          </w:r>
        </w:p>
      </w:tc>
    </w:tr>
    <w:tr w:rsidR="00354CA7" w:rsidRPr="00354CA7" w:rsidTr="00354CA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54CA7" w:rsidRPr="00354CA7" w:rsidRDefault="00354CA7" w:rsidP="00354CA7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54CA7" w:rsidRPr="00354CA7" w:rsidRDefault="00354CA7" w:rsidP="00F7524C">
          <w:pPr>
            <w:jc w:val="right"/>
            <w:rPr>
              <w:rFonts w:eastAsia="Verdana" w:cs="Verdana"/>
              <w:szCs w:val="18"/>
            </w:rPr>
          </w:pPr>
          <w:r w:rsidRPr="00354CA7">
            <w:rPr>
              <w:rFonts w:eastAsia="Verdana" w:cs="Verdana"/>
              <w:szCs w:val="18"/>
            </w:rPr>
            <w:t>2</w:t>
          </w:r>
          <w:r w:rsidR="00F7524C">
            <w:rPr>
              <w:rFonts w:eastAsia="Verdana" w:cs="Verdana"/>
              <w:szCs w:val="18"/>
            </w:rPr>
            <w:t>8</w:t>
          </w:r>
          <w:r w:rsidRPr="00354CA7">
            <w:rPr>
              <w:rFonts w:eastAsia="Verdana" w:cs="Verdana"/>
              <w:szCs w:val="18"/>
            </w:rPr>
            <w:t> février 2018</w:t>
          </w:r>
        </w:p>
      </w:tc>
    </w:tr>
    <w:tr w:rsidR="00354CA7" w:rsidRPr="00354CA7" w:rsidTr="00354CA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54CA7" w:rsidRPr="00354CA7" w:rsidRDefault="00354CA7" w:rsidP="00354CA7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354CA7">
            <w:rPr>
              <w:rFonts w:eastAsia="Verdana" w:cs="Verdana"/>
              <w:color w:val="FF0000"/>
              <w:szCs w:val="18"/>
            </w:rPr>
            <w:t>(18</w:t>
          </w:r>
          <w:r w:rsidRPr="00354CA7">
            <w:rPr>
              <w:rFonts w:eastAsia="Verdana" w:cs="Verdana"/>
              <w:color w:val="FF0000"/>
              <w:szCs w:val="18"/>
            </w:rPr>
            <w:noBreakHyphen/>
          </w:r>
          <w:r w:rsidR="00F7524C">
            <w:rPr>
              <w:rFonts w:eastAsia="Verdana" w:cs="Verdana"/>
              <w:color w:val="FF0000"/>
              <w:szCs w:val="18"/>
            </w:rPr>
            <w:t>1264</w:t>
          </w:r>
          <w:r w:rsidRPr="00354CA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54CA7" w:rsidRPr="00354CA7" w:rsidRDefault="00354CA7" w:rsidP="00DB724B">
          <w:pPr>
            <w:jc w:val="right"/>
            <w:rPr>
              <w:rFonts w:eastAsia="Verdana" w:cs="Verdana"/>
              <w:szCs w:val="18"/>
            </w:rPr>
          </w:pPr>
          <w:r w:rsidRPr="00354CA7">
            <w:rPr>
              <w:rFonts w:eastAsia="Verdana" w:cs="Verdana"/>
              <w:szCs w:val="18"/>
            </w:rPr>
            <w:t xml:space="preserve">Page: </w:t>
          </w:r>
          <w:r w:rsidRPr="00354CA7">
            <w:rPr>
              <w:rFonts w:eastAsia="Verdana" w:cs="Verdana"/>
              <w:szCs w:val="18"/>
            </w:rPr>
            <w:fldChar w:fldCharType="begin"/>
          </w:r>
          <w:r w:rsidRPr="00354CA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54CA7">
            <w:rPr>
              <w:rFonts w:eastAsia="Verdana" w:cs="Verdana"/>
              <w:szCs w:val="18"/>
            </w:rPr>
            <w:fldChar w:fldCharType="separate"/>
          </w:r>
          <w:r w:rsidR="00F7524C">
            <w:rPr>
              <w:rFonts w:eastAsia="Verdana" w:cs="Verdana"/>
              <w:noProof/>
              <w:szCs w:val="18"/>
            </w:rPr>
            <w:t>1</w:t>
          </w:r>
          <w:r w:rsidRPr="00354CA7">
            <w:rPr>
              <w:rFonts w:eastAsia="Verdana" w:cs="Verdana"/>
              <w:szCs w:val="18"/>
            </w:rPr>
            <w:fldChar w:fldCharType="end"/>
          </w:r>
          <w:r w:rsidRPr="00354CA7">
            <w:rPr>
              <w:rFonts w:eastAsia="Verdana" w:cs="Verdana"/>
              <w:szCs w:val="18"/>
            </w:rPr>
            <w:t>/</w:t>
          </w:r>
          <w:r w:rsidR="00DB724B">
            <w:rPr>
              <w:rFonts w:eastAsia="Verdana" w:cs="Verdana"/>
              <w:szCs w:val="18"/>
            </w:rPr>
            <w:t>48</w:t>
          </w:r>
        </w:p>
      </w:tc>
    </w:tr>
    <w:tr w:rsidR="00354CA7" w:rsidRPr="00354CA7" w:rsidTr="00354CA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54CA7" w:rsidRPr="00354CA7" w:rsidRDefault="00354CA7" w:rsidP="00354CA7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354CA7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54CA7" w:rsidRPr="00354CA7" w:rsidRDefault="00354CA7" w:rsidP="00354CA7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354CA7" w:rsidRDefault="00DD65B2" w:rsidP="00354C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4CA7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92649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1D74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57C1E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8D1D9E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52F45"/>
    <w:rsid w:val="00B83FE6"/>
    <w:rsid w:val="00B86771"/>
    <w:rsid w:val="00BB3159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A03C6"/>
    <w:rsid w:val="00CB2591"/>
    <w:rsid w:val="00CD0195"/>
    <w:rsid w:val="00CD4097"/>
    <w:rsid w:val="00CD5EC3"/>
    <w:rsid w:val="00CE1C9D"/>
    <w:rsid w:val="00CF59CB"/>
    <w:rsid w:val="00D07114"/>
    <w:rsid w:val="00D420F2"/>
    <w:rsid w:val="00D65AF6"/>
    <w:rsid w:val="00D66DC8"/>
    <w:rsid w:val="00D66DCB"/>
    <w:rsid w:val="00D66F5C"/>
    <w:rsid w:val="00D72B3F"/>
    <w:rsid w:val="00D744D9"/>
    <w:rsid w:val="00D7503B"/>
    <w:rsid w:val="00D82AF6"/>
    <w:rsid w:val="00D87E53"/>
    <w:rsid w:val="00DB47DD"/>
    <w:rsid w:val="00DB724B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524C"/>
    <w:rsid w:val="00F84BAB"/>
    <w:rsid w:val="00F854DF"/>
    <w:rsid w:val="00F858F9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59BB9-EBAC-45C8-85C4-1A52B94B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742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2018-02-26T11:16:00Z</cp:lastPrinted>
  <dcterms:created xsi:type="dcterms:W3CDTF">2018-02-26T13:23:00Z</dcterms:created>
  <dcterms:modified xsi:type="dcterms:W3CDTF">2018-02-27T16:25:00Z</dcterms:modified>
</cp:coreProperties>
</file>