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3" w:rsidRPr="002C7EDC" w:rsidRDefault="007D2363" w:rsidP="002C7EDC">
      <w:pPr>
        <w:pStyle w:val="Title"/>
        <w:rPr>
          <w:caps w:val="0"/>
          <w:kern w:val="0"/>
        </w:rPr>
      </w:pPr>
      <w:r w:rsidRPr="00136081">
        <w:rPr>
          <w:caps w:val="0"/>
          <w:kern w:val="0"/>
        </w:rPr>
        <w:t>RECTIFICATION ET MODIFICATION DE</w:t>
      </w:r>
      <w:r w:rsidR="008D1C61" w:rsidRPr="00136081">
        <w:rPr>
          <w:caps w:val="0"/>
          <w:kern w:val="0"/>
        </w:rPr>
        <w:t>S</w:t>
      </w:r>
      <w:r w:rsidRPr="00136081">
        <w:rPr>
          <w:caps w:val="0"/>
          <w:kern w:val="0"/>
        </w:rPr>
        <w:t xml:space="preserve"> LISTES</w:t>
      </w:r>
    </w:p>
    <w:p w:rsidR="00313253" w:rsidRPr="002C7EDC" w:rsidRDefault="008D1C61" w:rsidP="002C7EDC">
      <w:pPr>
        <w:pStyle w:val="Title2"/>
        <w:rPr>
          <w:caps w:val="0"/>
        </w:rPr>
      </w:pPr>
      <w:r>
        <w:rPr>
          <w:caps w:val="0"/>
        </w:rPr>
        <w:t>LISTE CIII –</w:t>
      </w:r>
      <w:r w:rsidR="002C7EDC" w:rsidRPr="002C7EDC">
        <w:rPr>
          <w:caps w:val="0"/>
        </w:rPr>
        <w:t xml:space="preserve"> CAMEROUN</w:t>
      </w:r>
    </w:p>
    <w:p w:rsidR="00313253" w:rsidRPr="002C7EDC" w:rsidRDefault="002C7EDC" w:rsidP="002C7EDC">
      <w:pPr>
        <w:pStyle w:val="Title2"/>
        <w:rPr>
          <w:i/>
          <w:caps w:val="0"/>
        </w:rPr>
      </w:pPr>
      <w:r w:rsidRPr="002C7EDC">
        <w:rPr>
          <w:rStyle w:val="Heading2Char"/>
          <w:rFonts w:eastAsia="Calibri"/>
          <w:b w:val="0"/>
          <w:i/>
          <w:caps w:val="0"/>
        </w:rPr>
        <w:t>Communication du Secrétariat</w:t>
      </w:r>
      <w:r w:rsidRPr="002C7EDC">
        <w:rPr>
          <w:rStyle w:val="FootnoteReference"/>
          <w:rFonts w:cstheme="majorBidi"/>
          <w:bCs/>
          <w:i/>
          <w:caps w:val="0"/>
          <w:szCs w:val="26"/>
          <w:lang w:eastAsia="en-US"/>
        </w:rPr>
        <w:footnoteReference w:id="1"/>
      </w:r>
    </w:p>
    <w:p w:rsidR="00AE00B2" w:rsidRPr="002C7EDC" w:rsidRDefault="00AE00B2" w:rsidP="002C7EDC">
      <w:r w:rsidRPr="002C7EDC">
        <w:t>Conformément au paragraphe 1</w:t>
      </w:r>
      <w:r w:rsidR="002C7EDC">
        <w:t>8</w:t>
      </w:r>
      <w:r w:rsidRPr="002C7EDC">
        <w:t xml:space="preserve"> de la Procédure pour l'introduction des modifications du SH20</w:t>
      </w:r>
      <w:r w:rsidR="002C7EDC">
        <w:t>12</w:t>
      </w:r>
      <w:r w:rsidRPr="002C7EDC">
        <w:t xml:space="preserve"> dans les Listes de concessions</w:t>
      </w:r>
      <w:r w:rsidR="002C7EDC" w:rsidRPr="002C7EDC">
        <w:rPr>
          <w:rStyle w:val="FootnoteReference"/>
        </w:rPr>
        <w:footnoteReference w:id="2"/>
      </w:r>
      <w:r w:rsidRPr="002C7EDC">
        <w:t xml:space="preserve">, au moyen de la base de données </w:t>
      </w:r>
      <w:r w:rsidR="002C7EDC">
        <w:t>LTC</w:t>
      </w:r>
      <w:r w:rsidRPr="002C7EDC">
        <w:t>, les modifications ci</w:t>
      </w:r>
      <w:r w:rsidRPr="002C7EDC">
        <w:noBreakHyphen/>
        <w:t xml:space="preserve">jointes de la Liste CIII </w:t>
      </w:r>
      <w:r w:rsidR="008D1C61">
        <w:t>–</w:t>
      </w:r>
      <w:r w:rsidRPr="002C7EDC">
        <w:t xml:space="preserve"> Cameroun</w:t>
      </w:r>
      <w:r w:rsidR="002C7EDC" w:rsidRPr="002C7EDC">
        <w:rPr>
          <w:rStyle w:val="FootnoteReference"/>
        </w:rPr>
        <w:footnoteReference w:id="3"/>
      </w:r>
      <w:r w:rsidRPr="002C7EDC">
        <w:t xml:space="preserve"> sont distribuées en application de la Décision du 26 mars 1980</w:t>
      </w:r>
      <w:r w:rsidR="002C7EDC" w:rsidRPr="002C7EDC">
        <w:t>.</w:t>
      </w:r>
      <w:r w:rsidR="002C7EDC" w:rsidRPr="002C7EDC">
        <w:rPr>
          <w:rStyle w:val="FootnoteReference"/>
        </w:rPr>
        <w:footnoteReference w:id="4"/>
      </w:r>
      <w:r w:rsidR="002C7EDC" w:rsidRPr="002C7EDC">
        <w:t xml:space="preserve"> L</w:t>
      </w:r>
      <w:r w:rsidRPr="002C7EDC">
        <w:t>e document ci</w:t>
      </w:r>
      <w:r w:rsidRPr="002C7EDC">
        <w:noBreakHyphen/>
        <w:t>joint a été établi par le Secrétariat et correspond à la teneur du fichier électr</w:t>
      </w:r>
      <w:r w:rsidR="002C7EDC">
        <w:t>onique SH2012</w:t>
      </w:r>
      <w:r w:rsidRPr="002C7EDC">
        <w:t xml:space="preserve">, qui a été approuvé à la session d'examen multilatéral tenue le </w:t>
      </w:r>
      <w:r w:rsidR="002C7EDC">
        <w:t>23 juin 2017</w:t>
      </w:r>
      <w:r w:rsidRPr="002C7EDC">
        <w:t>.</w:t>
      </w:r>
    </w:p>
    <w:p w:rsidR="00AE00B2" w:rsidRPr="002C7EDC" w:rsidRDefault="00AE00B2" w:rsidP="002C7EDC">
      <w:pPr>
        <w:rPr>
          <w:lang w:eastAsia="en-GB"/>
        </w:rPr>
      </w:pPr>
    </w:p>
    <w:p w:rsidR="00AE00B2" w:rsidRPr="002C7EDC" w:rsidRDefault="002C7EDC" w:rsidP="002C7EDC">
      <w:pPr>
        <w:jc w:val="center"/>
        <w:rPr>
          <w:b/>
          <w:lang w:eastAsia="en-GB"/>
        </w:rPr>
      </w:pPr>
      <w:r w:rsidRPr="002C7EDC">
        <w:rPr>
          <w:b/>
          <w:lang w:eastAsia="en-GB"/>
        </w:rPr>
        <w:t>_______________</w:t>
      </w:r>
    </w:p>
    <w:p w:rsidR="00AE00B2" w:rsidRPr="002C7EDC" w:rsidRDefault="00AE00B2" w:rsidP="002C7EDC">
      <w:pPr>
        <w:rPr>
          <w:lang w:eastAsia="en-GB"/>
        </w:rPr>
      </w:pPr>
    </w:p>
    <w:p w:rsidR="00AE00B2" w:rsidRPr="002C7EDC" w:rsidRDefault="00AE00B2" w:rsidP="002C7EDC"/>
    <w:p w:rsidR="00AE00B2" w:rsidRPr="002C7EDC" w:rsidRDefault="00AE00B2" w:rsidP="002C7EDC">
      <w:r w:rsidRPr="002C7EDC">
        <w:t xml:space="preserve">Si aucune objection n'est notifiée au Secrétariat dans un délai de trois mois à compter de la date du présent document, les rectifications et modifications de la Liste CIII </w:t>
      </w:r>
      <w:r w:rsidR="008D1C61">
        <w:t>–</w:t>
      </w:r>
      <w:r w:rsidRPr="002C7EDC">
        <w:t xml:space="preserve"> Cameroun seront considérées comme approuvées et seront officiellement certifiées.</w:t>
      </w:r>
    </w:p>
    <w:p w:rsidR="00337700" w:rsidRPr="002C7EDC" w:rsidRDefault="00313253" w:rsidP="002C7EDC">
      <w:bookmarkStart w:id="0" w:name="_GoBack"/>
      <w:bookmarkEnd w:id="0"/>
      <w:r w:rsidRPr="002C7EDC">
        <w:br w:type="page"/>
      </w:r>
      <w:r w:rsidR="006F72F3">
        <w:lastRenderedPageBreak/>
        <w:t>PP</w:t>
      </w:r>
      <w:r w:rsidRPr="002C7EDC">
        <w:t xml:space="preserve"> 3 </w:t>
      </w:r>
      <w:r w:rsidR="006F72F3">
        <w:t>-</w:t>
      </w:r>
      <w:r w:rsidRPr="002C7EDC">
        <w:t xml:space="preserve"> </w:t>
      </w:r>
      <w:r w:rsidR="0016573E">
        <w:t>28</w:t>
      </w:r>
      <w:r w:rsidRPr="002C7EDC">
        <w:t xml:space="preserve"> – Offset (fichier</w:t>
      </w:r>
      <w:r w:rsidR="0016573E">
        <w:t xml:space="preserve">s </w:t>
      </w:r>
      <w:proofErr w:type="spellStart"/>
      <w:r w:rsidR="0016573E">
        <w:t>pdf</w:t>
      </w:r>
      <w:proofErr w:type="spellEnd"/>
      <w:r w:rsidR="0016573E">
        <w:t xml:space="preserve"> et Microsoft</w:t>
      </w:r>
      <w:r w:rsidRPr="002C7EDC">
        <w:t xml:space="preserve"> Access </w:t>
      </w:r>
      <w:r w:rsidR="004F77EE" w:rsidRPr="002C7EDC">
        <w:t>joint</w:t>
      </w:r>
      <w:r w:rsidR="0016573E">
        <w:t>s</w:t>
      </w:r>
      <w:r w:rsidR="004F77EE" w:rsidRPr="002C7EDC">
        <w:t>)</w:t>
      </w:r>
    </w:p>
    <w:sectPr w:rsidR="00337700" w:rsidRPr="002C7EDC" w:rsidSect="006808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0594" w:rsidRPr="002C7EDC" w:rsidRDefault="00F80594" w:rsidP="0002424F">
      <w:r w:rsidRPr="002C7EDC">
        <w:separator/>
      </w:r>
    </w:p>
  </w:endnote>
  <w:endnote w:type="continuationSeparator" w:id="0">
    <w:p w:rsidR="00F80594" w:rsidRPr="002C7EDC" w:rsidRDefault="00F80594" w:rsidP="0002424F">
      <w:r w:rsidRPr="002C7EDC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253" w:rsidRPr="002C7EDC" w:rsidRDefault="002C7EDC" w:rsidP="002C7ED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2C7EDC" w:rsidRDefault="002C7EDC" w:rsidP="002C7EDC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2C7EDC" w:rsidRDefault="002C7EDC" w:rsidP="002C7ED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0594" w:rsidRPr="002C7EDC" w:rsidRDefault="00F80594" w:rsidP="0002424F">
      <w:r w:rsidRPr="002C7EDC">
        <w:separator/>
      </w:r>
    </w:p>
  </w:footnote>
  <w:footnote w:type="continuationSeparator" w:id="0">
    <w:p w:rsidR="00F80594" w:rsidRPr="002C7EDC" w:rsidRDefault="00F80594" w:rsidP="0002424F">
      <w:r w:rsidRPr="002C7EDC">
        <w:continuationSeparator/>
      </w:r>
    </w:p>
  </w:footnote>
  <w:footnote w:id="1">
    <w:p w:rsidR="002C7EDC" w:rsidRPr="002C7EDC" w:rsidRDefault="002C7EDC">
      <w:pPr>
        <w:pStyle w:val="FootnoteText"/>
      </w:pPr>
      <w:r w:rsidRPr="002C7EDC">
        <w:rPr>
          <w:rStyle w:val="FootnoteReference"/>
        </w:rPr>
        <w:footnoteRef/>
      </w:r>
      <w:r w:rsidRPr="002C7EDC">
        <w:t xml:space="preserve"> Le présent document a été établi par le Secrétariat sous sa propre responsabilité et</w:t>
      </w:r>
      <w:r>
        <w:t xml:space="preserve"> est</w:t>
      </w:r>
      <w:r w:rsidRPr="002C7EDC">
        <w:t xml:space="preserve"> sans préjudice des positions des Membres ni de leurs droits et obligations dans le cadre de l'OMC.</w:t>
      </w:r>
    </w:p>
  </w:footnote>
  <w:footnote w:id="2">
    <w:p w:rsidR="002C7EDC" w:rsidRPr="002C7EDC" w:rsidRDefault="002C7EDC">
      <w:pPr>
        <w:pStyle w:val="FootnoteText"/>
      </w:pPr>
      <w:r w:rsidRPr="002C7EDC">
        <w:rPr>
          <w:rStyle w:val="FootnoteReference"/>
        </w:rPr>
        <w:footnoteRef/>
      </w:r>
      <w:r w:rsidRPr="002C7EDC">
        <w:t xml:space="preserve"> </w:t>
      </w:r>
      <w:r>
        <w:t>Décision du 30</w:t>
      </w:r>
      <w:r w:rsidRPr="002C7EDC">
        <w:t> </w:t>
      </w:r>
      <w:r>
        <w:t>novembre</w:t>
      </w:r>
      <w:r w:rsidRPr="002C7EDC">
        <w:t> </w:t>
      </w:r>
      <w:r>
        <w:t>2011, WT/L/831</w:t>
      </w:r>
      <w:r w:rsidRPr="002C7EDC">
        <w:t>.</w:t>
      </w:r>
    </w:p>
  </w:footnote>
  <w:footnote w:id="3">
    <w:p w:rsidR="002C7EDC" w:rsidRPr="002C7EDC" w:rsidRDefault="002C7EDC">
      <w:pPr>
        <w:pStyle w:val="FootnoteText"/>
      </w:pPr>
      <w:r w:rsidRPr="002C7EDC">
        <w:rPr>
          <w:rStyle w:val="FootnoteReference"/>
        </w:rPr>
        <w:footnoteRef/>
      </w:r>
      <w:r w:rsidRPr="002C7EDC">
        <w:t xml:space="preserve"> En français seulement.</w:t>
      </w:r>
    </w:p>
  </w:footnote>
  <w:footnote w:id="4">
    <w:p w:rsidR="002C7EDC" w:rsidRPr="002C7EDC" w:rsidRDefault="002C7EDC">
      <w:pPr>
        <w:pStyle w:val="FootnoteText"/>
      </w:pPr>
      <w:r w:rsidRPr="002C7EDC">
        <w:rPr>
          <w:rStyle w:val="FootnoteReference"/>
        </w:rPr>
        <w:footnoteRef/>
      </w:r>
      <w:r w:rsidRPr="002C7EDC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DC" w:rsidRPr="002C7EDC" w:rsidRDefault="002C7EDC" w:rsidP="002C7EDC">
    <w:pPr>
      <w:pStyle w:val="Header"/>
      <w:spacing w:after="240"/>
      <w:jc w:val="center"/>
    </w:pPr>
    <w:r w:rsidRPr="002C7EDC">
      <w:t>G/MA/TAR/RS/468</w:t>
    </w:r>
  </w:p>
  <w:p w:rsidR="002C7EDC" w:rsidRPr="002C7EDC" w:rsidRDefault="002C7EDC" w:rsidP="002C7EDC">
    <w:pPr>
      <w:pStyle w:val="Header"/>
      <w:pBdr>
        <w:bottom w:val="single" w:sz="4" w:space="1" w:color="auto"/>
      </w:pBdr>
      <w:jc w:val="center"/>
    </w:pPr>
    <w:r w:rsidRPr="002C7EDC">
      <w:t xml:space="preserve">- </w:t>
    </w:r>
    <w:r w:rsidRPr="002C7EDC">
      <w:fldChar w:fldCharType="begin"/>
    </w:r>
    <w:r w:rsidRPr="002C7EDC">
      <w:instrText xml:space="preserve"> PAGE  \* Arabic  \* MERGEFORMAT </w:instrText>
    </w:r>
    <w:r w:rsidRPr="002C7EDC">
      <w:fldChar w:fldCharType="separate"/>
    </w:r>
    <w:r w:rsidRPr="002C7EDC">
      <w:rPr>
        <w:noProof/>
      </w:rPr>
      <w:t>1</w:t>
    </w:r>
    <w:r w:rsidRPr="002C7EDC">
      <w:fldChar w:fldCharType="end"/>
    </w:r>
    <w:r w:rsidRPr="002C7EDC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EDC" w:rsidRPr="002C7EDC" w:rsidRDefault="002C7EDC" w:rsidP="002C7EDC">
    <w:pPr>
      <w:pStyle w:val="Header"/>
      <w:spacing w:after="240"/>
      <w:jc w:val="center"/>
    </w:pPr>
    <w:r w:rsidRPr="002C7EDC">
      <w:t>G/MA/TAR/RS/468</w:t>
    </w:r>
  </w:p>
  <w:p w:rsidR="002C7EDC" w:rsidRPr="002C7EDC" w:rsidRDefault="002C7EDC" w:rsidP="002C7EDC">
    <w:pPr>
      <w:pStyle w:val="Header"/>
      <w:pBdr>
        <w:bottom w:val="single" w:sz="4" w:space="1" w:color="auto"/>
      </w:pBdr>
      <w:jc w:val="center"/>
    </w:pPr>
    <w:r w:rsidRPr="002C7EDC">
      <w:t xml:space="preserve">- </w:t>
    </w:r>
    <w:r w:rsidRPr="002C7EDC">
      <w:fldChar w:fldCharType="begin"/>
    </w:r>
    <w:r w:rsidRPr="002C7EDC">
      <w:instrText xml:space="preserve"> PAGE  \* Arabic  \* MERGEFORMAT </w:instrText>
    </w:r>
    <w:r w:rsidRPr="002C7EDC">
      <w:fldChar w:fldCharType="separate"/>
    </w:r>
    <w:r w:rsidR="00916418">
      <w:rPr>
        <w:noProof/>
      </w:rPr>
      <w:t>2</w:t>
    </w:r>
    <w:r w:rsidRPr="002C7EDC">
      <w:fldChar w:fldCharType="end"/>
    </w:r>
    <w:r w:rsidRPr="002C7EDC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2C7EDC" w:rsidRPr="002C7EDC" w:rsidTr="002C7EDC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C7EDC" w:rsidRPr="002C7EDC" w:rsidRDefault="002C7EDC" w:rsidP="002C7EDC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C7EDC" w:rsidRPr="002C7EDC" w:rsidRDefault="002C7EDC" w:rsidP="002C7EDC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2C7EDC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2C7EDC" w:rsidRPr="002C7EDC" w:rsidTr="002C7EDC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C7EDC" w:rsidRPr="002C7EDC" w:rsidRDefault="002C7EDC" w:rsidP="002C7EDC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2C7EDC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77B72E41" wp14:editId="497660EF">
                <wp:extent cx="2376000" cy="720000"/>
                <wp:effectExtent l="0" t="0" r="5715" b="4445"/>
                <wp:docPr id="5" name="Imag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C7EDC" w:rsidRPr="002C7EDC" w:rsidRDefault="002C7EDC" w:rsidP="002C7EDC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C7EDC" w:rsidRPr="002C7EDC" w:rsidTr="002C7EDC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C7EDC" w:rsidRPr="002C7EDC" w:rsidRDefault="002C7EDC" w:rsidP="002C7EDC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C7EDC" w:rsidRPr="002C7EDC" w:rsidRDefault="002C7EDC" w:rsidP="002C7EDC">
          <w:pPr>
            <w:jc w:val="right"/>
            <w:rPr>
              <w:rFonts w:eastAsia="Verdana" w:cs="Verdana"/>
              <w:b/>
              <w:szCs w:val="18"/>
            </w:rPr>
          </w:pPr>
          <w:r w:rsidRPr="002C7EDC">
            <w:rPr>
              <w:b/>
              <w:szCs w:val="18"/>
            </w:rPr>
            <w:t>G/MA/TAR/RS/468</w:t>
          </w:r>
        </w:p>
      </w:tc>
    </w:tr>
    <w:tr w:rsidR="002C7EDC" w:rsidRPr="002C7EDC" w:rsidTr="002C7EDC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C7EDC" w:rsidRPr="002C7EDC" w:rsidRDefault="002C7EDC" w:rsidP="002C7EDC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C7EDC" w:rsidRPr="002C7EDC" w:rsidRDefault="006F72F3" w:rsidP="002C7EDC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18</w:t>
          </w:r>
          <w:r w:rsidR="002C7EDC" w:rsidRPr="002C7EDC">
            <w:rPr>
              <w:rFonts w:eastAsia="Verdana" w:cs="Verdana"/>
              <w:szCs w:val="18"/>
            </w:rPr>
            <w:t> juillet 2017</w:t>
          </w:r>
        </w:p>
      </w:tc>
    </w:tr>
    <w:tr w:rsidR="002C7EDC" w:rsidRPr="002C7EDC" w:rsidTr="002C7EDC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C7EDC" w:rsidRPr="002C7EDC" w:rsidRDefault="002C7EDC" w:rsidP="002C7EDC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2C7EDC">
            <w:rPr>
              <w:rFonts w:eastAsia="Verdana" w:cs="Verdana"/>
              <w:color w:val="FF0000"/>
              <w:szCs w:val="18"/>
            </w:rPr>
            <w:t>(17</w:t>
          </w:r>
          <w:r w:rsidRPr="002C7EDC">
            <w:rPr>
              <w:rFonts w:eastAsia="Verdana" w:cs="Verdana"/>
              <w:color w:val="FF0000"/>
              <w:szCs w:val="18"/>
            </w:rPr>
            <w:noBreakHyphen/>
          </w:r>
          <w:r w:rsidR="006F72F3">
            <w:rPr>
              <w:rFonts w:eastAsia="Verdana" w:cs="Verdana"/>
              <w:color w:val="FF0000"/>
              <w:szCs w:val="18"/>
            </w:rPr>
            <w:t>3907</w:t>
          </w:r>
          <w:r w:rsidRPr="002C7EDC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C7EDC" w:rsidRPr="002C7EDC" w:rsidRDefault="002C7EDC" w:rsidP="0016573E">
          <w:pPr>
            <w:jc w:val="right"/>
            <w:rPr>
              <w:rFonts w:eastAsia="Verdana" w:cs="Verdana"/>
              <w:szCs w:val="18"/>
            </w:rPr>
          </w:pPr>
          <w:r w:rsidRPr="002C7EDC">
            <w:rPr>
              <w:rFonts w:eastAsia="Verdana" w:cs="Verdana"/>
              <w:szCs w:val="18"/>
            </w:rPr>
            <w:t xml:space="preserve">Page: </w:t>
          </w:r>
          <w:r w:rsidRPr="002C7EDC">
            <w:rPr>
              <w:rFonts w:eastAsia="Verdana" w:cs="Verdana"/>
              <w:szCs w:val="18"/>
            </w:rPr>
            <w:fldChar w:fldCharType="begin"/>
          </w:r>
          <w:r w:rsidRPr="002C7EDC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C7EDC">
            <w:rPr>
              <w:rFonts w:eastAsia="Verdana" w:cs="Verdana"/>
              <w:szCs w:val="18"/>
            </w:rPr>
            <w:fldChar w:fldCharType="separate"/>
          </w:r>
          <w:r w:rsidR="00916418">
            <w:rPr>
              <w:rFonts w:eastAsia="Verdana" w:cs="Verdana"/>
              <w:noProof/>
              <w:szCs w:val="18"/>
            </w:rPr>
            <w:t>1</w:t>
          </w:r>
          <w:r w:rsidRPr="002C7EDC">
            <w:rPr>
              <w:rFonts w:eastAsia="Verdana" w:cs="Verdana"/>
              <w:szCs w:val="18"/>
            </w:rPr>
            <w:fldChar w:fldCharType="end"/>
          </w:r>
          <w:r w:rsidRPr="002C7EDC">
            <w:rPr>
              <w:rFonts w:eastAsia="Verdana" w:cs="Verdana"/>
              <w:szCs w:val="18"/>
            </w:rPr>
            <w:t>/</w:t>
          </w:r>
          <w:r w:rsidR="0016573E">
            <w:rPr>
              <w:rFonts w:eastAsia="Verdana" w:cs="Verdana"/>
              <w:szCs w:val="18"/>
            </w:rPr>
            <w:t>28</w:t>
          </w:r>
        </w:p>
      </w:tc>
    </w:tr>
    <w:tr w:rsidR="002C7EDC" w:rsidRPr="002C7EDC" w:rsidTr="002C7EDC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C7EDC" w:rsidRPr="002C7EDC" w:rsidRDefault="002C7EDC" w:rsidP="002C7EDC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2C7EDC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C7EDC" w:rsidRPr="002C7EDC" w:rsidRDefault="002C7EDC" w:rsidP="002C7EDC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2C7EDC" w:rsidRDefault="00DD65B2" w:rsidP="002C7ED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F97A619C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34EED97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25262"/>
    <w:multiLevelType w:val="multilevel"/>
    <w:tmpl w:val="10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7565E3"/>
    <w:multiLevelType w:val="multilevel"/>
    <w:tmpl w:val="10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D4C13"/>
    <w:multiLevelType w:val="multilevel"/>
    <w:tmpl w:val="10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3E948C5"/>
    <w:multiLevelType w:val="multilevel"/>
    <w:tmpl w:val="CFE2A6E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4">
    <w:nsid w:val="57454AB1"/>
    <w:multiLevelType w:val="multilevel"/>
    <w:tmpl w:val="80F6FFE2"/>
    <w:numStyleLink w:val="LegalHeadings"/>
  </w:abstractNum>
  <w:abstractNum w:abstractNumId="15">
    <w:nsid w:val="57551E12"/>
    <w:multiLevelType w:val="multilevel"/>
    <w:tmpl w:val="80F6FFE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6">
    <w:nsid w:val="57E6533B"/>
    <w:multiLevelType w:val="multilevel"/>
    <w:tmpl w:val="EC72634C"/>
    <w:name w:val="ListBulletTemplate"/>
    <w:lvl w:ilvl="0">
      <w:start w:val="1"/>
      <w:numFmt w:val="decimal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B937AA"/>
    <w:multiLevelType w:val="multilevel"/>
    <w:tmpl w:val="EC0645DC"/>
    <w:name w:val="WTO2010BodyLegal"/>
    <w:lvl w:ilvl="0">
      <w:start w:val="1"/>
      <w:numFmt w:val="decimal"/>
      <w:lvlRestart w:val="0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73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3"/>
    <w:rsid w:val="000074D5"/>
    <w:rsid w:val="0002424F"/>
    <w:rsid w:val="000331D6"/>
    <w:rsid w:val="0004567D"/>
    <w:rsid w:val="00055F11"/>
    <w:rsid w:val="00067D73"/>
    <w:rsid w:val="00071B26"/>
    <w:rsid w:val="00083CBE"/>
    <w:rsid w:val="000A7098"/>
    <w:rsid w:val="000C3951"/>
    <w:rsid w:val="000C724C"/>
    <w:rsid w:val="000D23F0"/>
    <w:rsid w:val="000E24C5"/>
    <w:rsid w:val="000F3D5B"/>
    <w:rsid w:val="00104D9E"/>
    <w:rsid w:val="00114B29"/>
    <w:rsid w:val="001171A2"/>
    <w:rsid w:val="00120B96"/>
    <w:rsid w:val="001273FC"/>
    <w:rsid w:val="001338F0"/>
    <w:rsid w:val="00136081"/>
    <w:rsid w:val="0014012F"/>
    <w:rsid w:val="0015650F"/>
    <w:rsid w:val="00163015"/>
    <w:rsid w:val="0016573E"/>
    <w:rsid w:val="00170783"/>
    <w:rsid w:val="00172B05"/>
    <w:rsid w:val="001775D1"/>
    <w:rsid w:val="001867F6"/>
    <w:rsid w:val="001B50DF"/>
    <w:rsid w:val="001D7618"/>
    <w:rsid w:val="001F6508"/>
    <w:rsid w:val="002149CB"/>
    <w:rsid w:val="00221619"/>
    <w:rsid w:val="002242B5"/>
    <w:rsid w:val="00255119"/>
    <w:rsid w:val="002650A4"/>
    <w:rsid w:val="00285658"/>
    <w:rsid w:val="00287066"/>
    <w:rsid w:val="00295BF7"/>
    <w:rsid w:val="002C7EDC"/>
    <w:rsid w:val="002D0D11"/>
    <w:rsid w:val="002D5A5B"/>
    <w:rsid w:val="002F5068"/>
    <w:rsid w:val="003064A9"/>
    <w:rsid w:val="00313253"/>
    <w:rsid w:val="003267CD"/>
    <w:rsid w:val="00334600"/>
    <w:rsid w:val="00337700"/>
    <w:rsid w:val="00342079"/>
    <w:rsid w:val="003422F5"/>
    <w:rsid w:val="00342A86"/>
    <w:rsid w:val="003553C7"/>
    <w:rsid w:val="00371F55"/>
    <w:rsid w:val="003874D2"/>
    <w:rsid w:val="003A0E78"/>
    <w:rsid w:val="003A19CB"/>
    <w:rsid w:val="003A58E5"/>
    <w:rsid w:val="003B6D4C"/>
    <w:rsid w:val="003C0EE2"/>
    <w:rsid w:val="003F0353"/>
    <w:rsid w:val="00410C09"/>
    <w:rsid w:val="0043612A"/>
    <w:rsid w:val="004365FA"/>
    <w:rsid w:val="00442061"/>
    <w:rsid w:val="004A030D"/>
    <w:rsid w:val="004A556E"/>
    <w:rsid w:val="004D00CB"/>
    <w:rsid w:val="004D5FBF"/>
    <w:rsid w:val="004F77EE"/>
    <w:rsid w:val="00514483"/>
    <w:rsid w:val="00534767"/>
    <w:rsid w:val="00541153"/>
    <w:rsid w:val="005631BA"/>
    <w:rsid w:val="00571EE1"/>
    <w:rsid w:val="00585782"/>
    <w:rsid w:val="00592965"/>
    <w:rsid w:val="005B571A"/>
    <w:rsid w:val="005B6ED7"/>
    <w:rsid w:val="005C6D4E"/>
    <w:rsid w:val="005D21E5"/>
    <w:rsid w:val="005E14C9"/>
    <w:rsid w:val="006248DB"/>
    <w:rsid w:val="00674833"/>
    <w:rsid w:val="0068080A"/>
    <w:rsid w:val="006A41F1"/>
    <w:rsid w:val="006A4BAD"/>
    <w:rsid w:val="006B2F04"/>
    <w:rsid w:val="006B38C8"/>
    <w:rsid w:val="006E0C67"/>
    <w:rsid w:val="006E5050"/>
    <w:rsid w:val="006F72F3"/>
    <w:rsid w:val="00705AED"/>
    <w:rsid w:val="007162C7"/>
    <w:rsid w:val="00727F5B"/>
    <w:rsid w:val="00735ADA"/>
    <w:rsid w:val="00737125"/>
    <w:rsid w:val="00754887"/>
    <w:rsid w:val="00795114"/>
    <w:rsid w:val="007A761F"/>
    <w:rsid w:val="007B01D9"/>
    <w:rsid w:val="007B21AF"/>
    <w:rsid w:val="007B4290"/>
    <w:rsid w:val="007B7BB1"/>
    <w:rsid w:val="007C04D5"/>
    <w:rsid w:val="007C4766"/>
    <w:rsid w:val="007D2363"/>
    <w:rsid w:val="007D39B5"/>
    <w:rsid w:val="007E50CC"/>
    <w:rsid w:val="00812198"/>
    <w:rsid w:val="00817E7E"/>
    <w:rsid w:val="00823E2B"/>
    <w:rsid w:val="00834FB6"/>
    <w:rsid w:val="008402D9"/>
    <w:rsid w:val="00842D59"/>
    <w:rsid w:val="0085388D"/>
    <w:rsid w:val="00857F9D"/>
    <w:rsid w:val="00870D76"/>
    <w:rsid w:val="00880114"/>
    <w:rsid w:val="00885409"/>
    <w:rsid w:val="00894675"/>
    <w:rsid w:val="008A1305"/>
    <w:rsid w:val="008C6AD2"/>
    <w:rsid w:val="008D1C61"/>
    <w:rsid w:val="00903A6F"/>
    <w:rsid w:val="009112F2"/>
    <w:rsid w:val="0091417D"/>
    <w:rsid w:val="00916418"/>
    <w:rsid w:val="009304CB"/>
    <w:rsid w:val="0093775F"/>
    <w:rsid w:val="009544AD"/>
    <w:rsid w:val="00966CFA"/>
    <w:rsid w:val="009A0D78"/>
    <w:rsid w:val="009B035B"/>
    <w:rsid w:val="009B6CF8"/>
    <w:rsid w:val="009C542E"/>
    <w:rsid w:val="009D63FB"/>
    <w:rsid w:val="009E5717"/>
    <w:rsid w:val="009F3C58"/>
    <w:rsid w:val="009F491D"/>
    <w:rsid w:val="00A047EB"/>
    <w:rsid w:val="00A10635"/>
    <w:rsid w:val="00A21DC7"/>
    <w:rsid w:val="00A37C79"/>
    <w:rsid w:val="00A46611"/>
    <w:rsid w:val="00A60556"/>
    <w:rsid w:val="00A67526"/>
    <w:rsid w:val="00A73F8C"/>
    <w:rsid w:val="00AA544C"/>
    <w:rsid w:val="00AB65CD"/>
    <w:rsid w:val="00AC7C4D"/>
    <w:rsid w:val="00AD1003"/>
    <w:rsid w:val="00AE00B2"/>
    <w:rsid w:val="00AE3C0C"/>
    <w:rsid w:val="00AF33E8"/>
    <w:rsid w:val="00B016F2"/>
    <w:rsid w:val="00B022FD"/>
    <w:rsid w:val="00B24B85"/>
    <w:rsid w:val="00B30392"/>
    <w:rsid w:val="00B440EA"/>
    <w:rsid w:val="00B45F9E"/>
    <w:rsid w:val="00B46156"/>
    <w:rsid w:val="00B50024"/>
    <w:rsid w:val="00B60592"/>
    <w:rsid w:val="00B83FE6"/>
    <w:rsid w:val="00B86771"/>
    <w:rsid w:val="00BC17E5"/>
    <w:rsid w:val="00BC2650"/>
    <w:rsid w:val="00BF6530"/>
    <w:rsid w:val="00C30AD7"/>
    <w:rsid w:val="00C34F2D"/>
    <w:rsid w:val="00C45B8E"/>
    <w:rsid w:val="00C47155"/>
    <w:rsid w:val="00C47345"/>
    <w:rsid w:val="00C56589"/>
    <w:rsid w:val="00C61468"/>
    <w:rsid w:val="00C65229"/>
    <w:rsid w:val="00C67AA4"/>
    <w:rsid w:val="00C71274"/>
    <w:rsid w:val="00C8431F"/>
    <w:rsid w:val="00CB2591"/>
    <w:rsid w:val="00CD0195"/>
    <w:rsid w:val="00CD4A49"/>
    <w:rsid w:val="00CD5EC3"/>
    <w:rsid w:val="00CE1C9D"/>
    <w:rsid w:val="00D420F2"/>
    <w:rsid w:val="00D42D44"/>
    <w:rsid w:val="00D43A94"/>
    <w:rsid w:val="00D65AF6"/>
    <w:rsid w:val="00D66DCB"/>
    <w:rsid w:val="00D66F5C"/>
    <w:rsid w:val="00D82AF6"/>
    <w:rsid w:val="00DB47DD"/>
    <w:rsid w:val="00DB7CB0"/>
    <w:rsid w:val="00DD1BF7"/>
    <w:rsid w:val="00DD65B2"/>
    <w:rsid w:val="00E205CA"/>
    <w:rsid w:val="00E464CD"/>
    <w:rsid w:val="00E62AD0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C599A"/>
    <w:rsid w:val="00EE26BA"/>
    <w:rsid w:val="00EE50B7"/>
    <w:rsid w:val="00F0330F"/>
    <w:rsid w:val="00F11625"/>
    <w:rsid w:val="00F325A3"/>
    <w:rsid w:val="00F6594D"/>
    <w:rsid w:val="00F80594"/>
    <w:rsid w:val="00F84734"/>
    <w:rsid w:val="00F84BAB"/>
    <w:rsid w:val="00F854DF"/>
    <w:rsid w:val="00F94FC2"/>
    <w:rsid w:val="00FC4ECA"/>
    <w:rsid w:val="00FD00B4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C7ED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C7ED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C7ED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C7ED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C7ED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C7ED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C7ED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C7ED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C7ED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C7ED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C7ED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C7ED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C7ED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C7ED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C7ED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C7ED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C7ED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C7ED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C7ED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E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ED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2C7ED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D2363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2C7EDC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2C7EDC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2C7EDC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C7ED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2C7ED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C7EDC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2C7ED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C7EDC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2C7EDC"/>
    <w:rPr>
      <w:szCs w:val="20"/>
    </w:rPr>
  </w:style>
  <w:style w:type="character" w:customStyle="1" w:styleId="EndnoteTextChar">
    <w:name w:val="Endnote Text Char"/>
    <w:link w:val="EndnoteText"/>
    <w:uiPriority w:val="49"/>
    <w:rsid w:val="002C7ED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C7ED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D2363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2C7ED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C7ED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2C7EDC"/>
    <w:pPr>
      <w:ind w:left="567" w:right="567" w:firstLine="0"/>
    </w:pPr>
  </w:style>
  <w:style w:type="character" w:styleId="FootnoteReference">
    <w:name w:val="footnote reference"/>
    <w:uiPriority w:val="5"/>
    <w:rsid w:val="002C7EDC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2C7ED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C7ED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2C7EDC"/>
    <w:pPr>
      <w:numPr>
        <w:numId w:val="6"/>
      </w:numPr>
    </w:pPr>
  </w:style>
  <w:style w:type="paragraph" w:styleId="ListBullet">
    <w:name w:val="List Bullet"/>
    <w:basedOn w:val="Normal"/>
    <w:uiPriority w:val="1"/>
    <w:rsid w:val="002C7ED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C7ED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C7ED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C7ED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C7ED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2C7EDC"/>
    <w:pPr>
      <w:ind w:left="720"/>
      <w:contextualSpacing/>
    </w:pPr>
  </w:style>
  <w:style w:type="numbering" w:customStyle="1" w:styleId="ListBullets">
    <w:name w:val="ListBullets"/>
    <w:uiPriority w:val="99"/>
    <w:rsid w:val="002C7ED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2C7ED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C7ED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C7ED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C7ED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2C7ED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C7ED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C7ED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2C7ED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C7ED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2C7ED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C7ED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C7ED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C7ED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2C7ED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C7ED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2C7ED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2C7ED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C7ED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2C7ED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2C7ED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C7EDC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2C7EDC"/>
  </w:style>
  <w:style w:type="paragraph" w:styleId="BlockText">
    <w:name w:val="Block Text"/>
    <w:basedOn w:val="Normal"/>
    <w:uiPriority w:val="99"/>
    <w:semiHidden/>
    <w:unhideWhenUsed/>
    <w:rsid w:val="002C7ED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C7ED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C7ED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C7ED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C7ED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C7ED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C7ED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2C7EDC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2C7ED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EDC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2C7E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7EDC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C7E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C7ED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7EDC"/>
  </w:style>
  <w:style w:type="character" w:customStyle="1" w:styleId="DateChar">
    <w:name w:val="Date Char"/>
    <w:basedOn w:val="DefaultParagraphFont"/>
    <w:link w:val="Date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C7ED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C7ED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7ED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2C7EDC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2C7ED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C7ED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C7EDC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2C7EDC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7ED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7ED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2C7EDC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2C7EDC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2C7EDC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2C7EDC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7ED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7EDC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2C7EDC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2C7EDC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2C7ED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2C7ED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C7ED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C7ED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C7ED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C7ED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C7ED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C7ED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C7ED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C7ED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C7ED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C7EDC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C7ED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C7ED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2C7EDC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2C7EDC"/>
    <w:rPr>
      <w:lang w:val="fr-FR"/>
    </w:rPr>
  </w:style>
  <w:style w:type="paragraph" w:styleId="List">
    <w:name w:val="List"/>
    <w:basedOn w:val="Normal"/>
    <w:uiPriority w:val="99"/>
    <w:semiHidden/>
    <w:unhideWhenUsed/>
    <w:rsid w:val="002C7ED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C7ED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C7ED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C7ED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C7ED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C7ED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C7ED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C7ED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C7ED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C7ED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C7EDC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C7EDC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C7ED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C7EDC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C7ED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C7E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C7EDC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C7E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C7ED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2C7ED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2C7ED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C7ED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7ED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2C7EDC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2C7EDC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2C7ED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C7ED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C7ED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C7ED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7ED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C7ED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2C7EDC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2C7EDC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2C7ED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2C7EDC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2C7EDC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C7EDC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C7ED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C7EDC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C7EDC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C7EDC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C7EDC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C7EDC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C7EDC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C7EDC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C7EDC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C7EDC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C7EDC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2C7EDC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2C7EDC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2C7EDC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2C7EDC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2C7ED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2C7EDC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2C7EDC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2C7EDC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7E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7EDC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2C7EDC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7D2363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2C7EDC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2C7EDC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2C7EDC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C7EDC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2C7EDC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C7EDC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2C7EDC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C7EDC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2C7EDC"/>
    <w:rPr>
      <w:szCs w:val="20"/>
    </w:rPr>
  </w:style>
  <w:style w:type="character" w:customStyle="1" w:styleId="EndnoteTextChar">
    <w:name w:val="Endnote Text Char"/>
    <w:link w:val="EndnoteText"/>
    <w:uiPriority w:val="49"/>
    <w:rsid w:val="002C7EDC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C7EDC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7D2363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2C7EDC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C7EDC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2C7EDC"/>
    <w:pPr>
      <w:ind w:left="567" w:right="567" w:firstLine="0"/>
    </w:pPr>
  </w:style>
  <w:style w:type="character" w:styleId="FootnoteReference">
    <w:name w:val="footnote reference"/>
    <w:uiPriority w:val="5"/>
    <w:rsid w:val="002C7EDC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2C7EDC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C7EDC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2C7EDC"/>
    <w:pPr>
      <w:numPr>
        <w:numId w:val="6"/>
      </w:numPr>
    </w:pPr>
  </w:style>
  <w:style w:type="paragraph" w:styleId="ListBullet">
    <w:name w:val="List Bullet"/>
    <w:basedOn w:val="Normal"/>
    <w:uiPriority w:val="1"/>
    <w:rsid w:val="002C7EDC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C7EDC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C7EDC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C7EDC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C7EDC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2C7EDC"/>
    <w:pPr>
      <w:ind w:left="720"/>
      <w:contextualSpacing/>
    </w:pPr>
  </w:style>
  <w:style w:type="numbering" w:customStyle="1" w:styleId="ListBullets">
    <w:name w:val="ListBullets"/>
    <w:uiPriority w:val="99"/>
    <w:rsid w:val="002C7EDC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2C7EDC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C7EDC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2C7EDC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C7EDC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2C7EDC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C7EDC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C7EDC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2C7EDC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C7EDC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2C7EDC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C7EDC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C7EDC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C7EDC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C7EDC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2C7EDC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C7EDC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2C7EDC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2C7EDC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C7EDC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2C7EDC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2C7EDC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C7EDC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2C7EDC"/>
  </w:style>
  <w:style w:type="paragraph" w:styleId="BlockText">
    <w:name w:val="Block Text"/>
    <w:basedOn w:val="Normal"/>
    <w:uiPriority w:val="99"/>
    <w:semiHidden/>
    <w:unhideWhenUsed/>
    <w:rsid w:val="002C7EDC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C7EDC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C7EDC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C7EDC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C7EDC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C7EDC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C7EDC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2C7EDC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2C7EDC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2C7EDC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2C7E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C7EDC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C7E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C7EDC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C7EDC"/>
  </w:style>
  <w:style w:type="character" w:customStyle="1" w:styleId="DateChar">
    <w:name w:val="Date Char"/>
    <w:basedOn w:val="DefaultParagraphFont"/>
    <w:link w:val="Date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C7ED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C7EDC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C7EDC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2C7EDC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2C7EDC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C7EDC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C7EDC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2C7EDC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C7EDC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C7EDC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2C7EDC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2C7EDC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2C7EDC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2C7EDC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C7EDC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C7EDC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2C7EDC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2C7EDC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2C7EDC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2C7EDC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C7EDC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C7EDC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C7EDC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C7EDC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C7EDC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C7EDC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C7EDC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C7EDC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C7EDC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C7EDC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C7EDC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C7EDC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2C7EDC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2C7EDC"/>
    <w:rPr>
      <w:lang w:val="fr-FR"/>
    </w:rPr>
  </w:style>
  <w:style w:type="paragraph" w:styleId="List">
    <w:name w:val="List"/>
    <w:basedOn w:val="Normal"/>
    <w:uiPriority w:val="99"/>
    <w:semiHidden/>
    <w:unhideWhenUsed/>
    <w:rsid w:val="002C7EDC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C7EDC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C7EDC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C7EDC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C7EDC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C7EDC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C7EDC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C7EDC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C7EDC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C7EDC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C7EDC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C7EDC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C7EDC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C7EDC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C7EDC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C7EDC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fr-FR"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C7EDC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C7ED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C7EDC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2C7EDC"/>
    <w:pPr>
      <w:jc w:val="both"/>
    </w:pPr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2C7EDC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C7EDC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C7EDC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2C7EDC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2C7EDC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2C7EDC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C7EDC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C7EDC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C7EDC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C7EDC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C7EDC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C7EDC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2C7EDC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2C7EDC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2C7EDC"/>
    <w:rPr>
      <w:smallCaps/>
      <w:color w:val="C0504D" w:themeColor="accent2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har">
    <w:name w:val="Answer Char"/>
    <w:link w:val="Answer"/>
    <w:uiPriority w:val="6"/>
    <w:rsid w:val="002C7EDC"/>
    <w:rPr>
      <w:rFonts w:ascii="Verdana" w:hAnsi="Verdana"/>
      <w:sz w:val="18"/>
      <w:szCs w:val="22"/>
      <w:lang w:val="fr-FR" w:eastAsia="en-US"/>
    </w:rPr>
  </w:style>
  <w:style w:type="character" w:customStyle="1" w:styleId="FollowUpChar">
    <w:name w:val="FollowUp Char"/>
    <w:link w:val="FollowUp"/>
    <w:uiPriority w:val="6"/>
    <w:rsid w:val="002C7EDC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2C7EDC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1</TotalTime>
  <Pages>2</Pages>
  <Words>139</Words>
  <Characters>759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2013-04-22T07:43:00Z</cp:lastPrinted>
  <dcterms:created xsi:type="dcterms:W3CDTF">2017-07-18T12:50:00Z</dcterms:created>
  <dcterms:modified xsi:type="dcterms:W3CDTF">2017-07-18T13:18:00Z</dcterms:modified>
</cp:coreProperties>
</file>