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bookmarkStart w:id="0" w:name="_GoBack"/>
      <w:bookmarkEnd w:id="0"/>
      <w:r w:rsidRPr="00E258D3">
        <w:rPr>
          <w:caps w:val="0"/>
          <w:kern w:val="0"/>
        </w:rPr>
        <w:t>RECTIFICACIÓN Y MODIFICACIÓN DE LAS LISTAS</w:t>
      </w:r>
    </w:p>
    <w:p w:rsidR="00BE389F" w:rsidRPr="00E258D3" w:rsidRDefault="00E258D3" w:rsidP="00E258D3">
      <w:pPr>
        <w:pStyle w:val="Title2"/>
        <w:rPr>
          <w:caps w:val="0"/>
        </w:rPr>
      </w:pPr>
      <w:r w:rsidRPr="00E258D3">
        <w:rPr>
          <w:caps w:val="0"/>
        </w:rPr>
        <w:t>LISTA C</w:t>
      </w:r>
      <w:r>
        <w:rPr>
          <w:caps w:val="0"/>
        </w:rPr>
        <w:t>XLV</w:t>
      </w:r>
      <w:r w:rsidRPr="00E258D3">
        <w:rPr>
          <w:caps w:val="0"/>
        </w:rPr>
        <w:t xml:space="preserve">I - </w:t>
      </w:r>
      <w:r>
        <w:rPr>
          <w:caps w:val="0"/>
        </w:rPr>
        <w:t>ALBANIA</w:t>
      </w:r>
    </w:p>
    <w:p w:rsidR="00BE389F" w:rsidRPr="00E258D3" w:rsidRDefault="00DC5D24" w:rsidP="00DC5D24">
      <w:pPr>
        <w:pStyle w:val="Title3"/>
      </w:pPr>
      <w:r>
        <w:t>C</w:t>
      </w:r>
      <w:r w:rsidRPr="00E258D3">
        <w:t xml:space="preserve">omunicación de la </w:t>
      </w:r>
      <w:r>
        <w:t>S</w:t>
      </w:r>
      <w:r w:rsidRPr="00E258D3">
        <w:t>ecretaría</w:t>
      </w:r>
      <w:r w:rsidR="00E258D3" w:rsidRPr="00E258D3">
        <w:rPr>
          <w:rStyle w:val="FootnoteReference"/>
          <w:caps/>
        </w:rPr>
        <w:footnoteReference w:id="1"/>
      </w:r>
    </w:p>
    <w:p w:rsidR="00BE389F" w:rsidRPr="00E258D3" w:rsidRDefault="00741A59" w:rsidP="00E258D3">
      <w:pPr>
        <w:spacing w:after="240"/>
      </w:pPr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486743" w:rsidRPr="00E258D3">
        <w:t>de 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>caciones adjuntas de la Lista C</w:t>
      </w:r>
      <w:r w:rsidR="00E258D3">
        <w:t>XLV</w:t>
      </w:r>
      <w:r w:rsidR="009E7B06" w:rsidRPr="00E258D3">
        <w:t>I</w:t>
      </w:r>
      <w:r w:rsidR="00067243" w:rsidRPr="00E258D3">
        <w:t xml:space="preserve"> - </w:t>
      </w:r>
      <w:r w:rsidR="00E258D3">
        <w:t>Albania</w:t>
      </w:r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486743" w:rsidRPr="00E258D3">
        <w:t>de 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SA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E258D3">
        <w:t>23 de junio de 2017</w:t>
      </w:r>
      <w:r w:rsidR="00486743" w:rsidRPr="00E258D3">
        <w:t>.</w:t>
      </w:r>
    </w:p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1D17C6" w:rsidRPr="00E258D3">
        <w:t>Lista </w:t>
      </w:r>
      <w:r w:rsidR="00E258D3" w:rsidRPr="00E258D3">
        <w:t>C</w:t>
      </w:r>
      <w:r w:rsidR="00E258D3">
        <w:t>XLV</w:t>
      </w:r>
      <w:r w:rsidR="00E258D3" w:rsidRPr="00E258D3">
        <w:t xml:space="preserve">I - </w:t>
      </w:r>
      <w:r w:rsidR="00E258D3">
        <w:t>Albania</w:t>
      </w:r>
      <w:r w:rsidR="00E258D3" w:rsidRPr="00E258D3">
        <w:t xml:space="preserve"> </w:t>
      </w:r>
      <w:r w:rsidRPr="00E258D3">
        <w:t>se considerarán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Pr="00E258D3">
        <w:lastRenderedPageBreak/>
        <w:t>P</w:t>
      </w:r>
      <w:r w:rsidR="006E5A08">
        <w:t xml:space="preserve">P </w:t>
      </w:r>
      <w:r w:rsidR="001D17C6" w:rsidRPr="00E258D3">
        <w:t>3</w:t>
      </w:r>
      <w:r w:rsidR="002044E7" w:rsidRPr="00E258D3">
        <w:t xml:space="preserve"> </w:t>
      </w:r>
      <w:r w:rsidR="006E5A08">
        <w:t>-</w:t>
      </w:r>
      <w:r w:rsidRPr="00E258D3">
        <w:t xml:space="preserve"> </w:t>
      </w:r>
      <w:r w:rsidR="00416766" w:rsidRPr="00E258D3">
        <w:t>1</w:t>
      </w:r>
      <w:r w:rsidR="00C66D35">
        <w:t>08</w:t>
      </w:r>
      <w:r w:rsidR="001D17C6" w:rsidRPr="00E258D3">
        <w:t xml:space="preserve"> </w:t>
      </w:r>
      <w:r w:rsidRPr="00E258D3">
        <w:t xml:space="preserve">Offset (fichero en </w:t>
      </w:r>
      <w:r w:rsidR="00C66D35">
        <w:t xml:space="preserve">PDF y Microsoft </w:t>
      </w:r>
      <w:r w:rsidRPr="00E258D3">
        <w:t>Access adjunto)</w:t>
      </w:r>
    </w:p>
    <w:sectPr w:rsidR="00741A59" w:rsidRPr="00E258D3" w:rsidSect="00BA4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560" w:rsidRPr="00E258D3" w:rsidRDefault="00951560">
      <w:r w:rsidRPr="00E258D3">
        <w:separator/>
      </w:r>
    </w:p>
  </w:endnote>
  <w:endnote w:type="continuationSeparator" w:id="0">
    <w:p w:rsidR="00951560" w:rsidRPr="00E258D3" w:rsidRDefault="00951560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258D3" w:rsidP="00E258D3">
    <w:pPr>
      <w:pStyle w:val="Footer"/>
    </w:pPr>
    <w:r w:rsidRPr="00E258D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258D3" w:rsidP="00E258D3">
    <w:pPr>
      <w:pStyle w:val="Footer"/>
    </w:pPr>
    <w:r w:rsidRPr="00E258D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E258D3" w:rsidP="00E258D3">
    <w:pPr>
      <w:pStyle w:val="Footer"/>
    </w:pPr>
    <w:r w:rsidRPr="00E258D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560" w:rsidRPr="00E258D3" w:rsidRDefault="00951560" w:rsidP="00BE389F">
      <w:r w:rsidRPr="00E258D3">
        <w:separator/>
      </w:r>
    </w:p>
  </w:footnote>
  <w:footnote w:type="continuationSeparator" w:id="0">
    <w:p w:rsidR="00951560" w:rsidRPr="00E258D3" w:rsidRDefault="00951560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>, documento WT/L/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8D3" w:rsidRPr="00E258D3" w:rsidRDefault="00E258D3" w:rsidP="00E258D3">
    <w:pPr>
      <w:pStyle w:val="Header"/>
      <w:spacing w:after="240"/>
      <w:jc w:val="center"/>
    </w:pPr>
    <w:r w:rsidRPr="00E258D3">
      <w:t>G/MA/TAR/RS/462</w:t>
    </w:r>
  </w:p>
  <w:p w:rsidR="00E258D3" w:rsidRPr="00E258D3" w:rsidRDefault="00E258D3" w:rsidP="00E258D3">
    <w:pPr>
      <w:pStyle w:val="Header"/>
      <w:pBdr>
        <w:bottom w:val="single" w:sz="4" w:space="1" w:color="auto"/>
      </w:pBdr>
      <w:jc w:val="center"/>
    </w:pPr>
    <w:r w:rsidRPr="00E258D3">
      <w:t xml:space="preserve">- </w:t>
    </w:r>
    <w:r w:rsidRPr="00E258D3">
      <w:fldChar w:fldCharType="begin"/>
    </w:r>
    <w:r w:rsidRPr="00E258D3">
      <w:instrText xml:space="preserve"> PAGE  \* Arabic  \* MERGEFORMAT </w:instrText>
    </w:r>
    <w:r w:rsidRPr="00E258D3">
      <w:fldChar w:fldCharType="separate"/>
    </w:r>
    <w:r w:rsidRPr="00E258D3">
      <w:t>1</w:t>
    </w:r>
    <w:r w:rsidRPr="00E258D3">
      <w:fldChar w:fldCharType="end"/>
    </w:r>
    <w:r w:rsidRPr="00E258D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8D3" w:rsidRPr="00E258D3" w:rsidRDefault="00E258D3" w:rsidP="00E258D3">
    <w:pPr>
      <w:pStyle w:val="Header"/>
      <w:spacing w:after="240"/>
      <w:jc w:val="center"/>
    </w:pPr>
    <w:r w:rsidRPr="00E258D3">
      <w:t>G/MA/TAR/RS/462</w:t>
    </w:r>
  </w:p>
  <w:p w:rsidR="00E258D3" w:rsidRPr="00E258D3" w:rsidRDefault="00E258D3" w:rsidP="00E258D3">
    <w:pPr>
      <w:pStyle w:val="Header"/>
      <w:pBdr>
        <w:bottom w:val="single" w:sz="4" w:space="1" w:color="auto"/>
      </w:pBdr>
      <w:jc w:val="center"/>
    </w:pPr>
    <w:r w:rsidRPr="00E258D3">
      <w:t xml:space="preserve">- </w:t>
    </w:r>
    <w:r w:rsidRPr="00E258D3">
      <w:fldChar w:fldCharType="begin"/>
    </w:r>
    <w:r w:rsidRPr="00E258D3">
      <w:instrText xml:space="preserve"> PAGE  \* Arabic  \* MERGEFORMAT </w:instrText>
    </w:r>
    <w:r w:rsidRPr="00E258D3">
      <w:fldChar w:fldCharType="separate"/>
    </w:r>
    <w:r w:rsidR="00EB30DB">
      <w:rPr>
        <w:noProof/>
      </w:rPr>
      <w:t>2</w:t>
    </w:r>
    <w:r w:rsidRPr="00E258D3">
      <w:fldChar w:fldCharType="end"/>
    </w:r>
    <w:r w:rsidRPr="00E258D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3"/>
      <w:gridCol w:w="2108"/>
      <w:gridCol w:w="3312"/>
    </w:tblGrid>
    <w:tr w:rsidR="00E258D3" w:rsidRPr="00E258D3" w:rsidTr="00E258D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258D3" w:rsidRPr="00E258D3" w:rsidRDefault="00E258D3" w:rsidP="00E258D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258D3" w:rsidRPr="00E258D3" w:rsidRDefault="00E258D3" w:rsidP="00E258D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E258D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E258D3" w:rsidRPr="00E258D3" w:rsidTr="00E258D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258D3" w:rsidRPr="00E258D3" w:rsidRDefault="00EB30DB" w:rsidP="00E258D3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>
                <wp:extent cx="2427605" cy="720090"/>
                <wp:effectExtent l="0" t="0" r="0" b="3810"/>
                <wp:docPr id="1" name="Picture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760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258D3" w:rsidRPr="00E258D3" w:rsidRDefault="00E258D3" w:rsidP="00E258D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258D3" w:rsidRPr="00E258D3" w:rsidTr="00E258D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258D3" w:rsidRPr="00E258D3" w:rsidRDefault="00E258D3" w:rsidP="00E258D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258D3" w:rsidRPr="00E258D3" w:rsidRDefault="00E258D3" w:rsidP="00E258D3">
          <w:pPr>
            <w:jc w:val="right"/>
            <w:rPr>
              <w:rFonts w:eastAsia="Verdana" w:cs="Verdana"/>
              <w:b/>
              <w:szCs w:val="18"/>
            </w:rPr>
          </w:pPr>
          <w:r w:rsidRPr="00E258D3">
            <w:rPr>
              <w:b/>
              <w:szCs w:val="18"/>
            </w:rPr>
            <w:t>G/MA/TAR/RS/462</w:t>
          </w:r>
        </w:p>
      </w:tc>
    </w:tr>
    <w:tr w:rsidR="00E258D3" w:rsidRPr="00E258D3" w:rsidTr="00E258D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258D3" w:rsidRPr="00E258D3" w:rsidRDefault="00E258D3" w:rsidP="00E258D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258D3" w:rsidRPr="00E258D3" w:rsidRDefault="006E5A08" w:rsidP="00E258D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14</w:t>
          </w:r>
          <w:r w:rsidR="00E258D3" w:rsidRPr="00E258D3">
            <w:rPr>
              <w:rFonts w:eastAsia="Verdana" w:cs="Verdana"/>
              <w:szCs w:val="18"/>
            </w:rPr>
            <w:t> de julio de 2017</w:t>
          </w:r>
        </w:p>
      </w:tc>
    </w:tr>
    <w:tr w:rsidR="00E258D3" w:rsidRPr="00E258D3" w:rsidTr="00E258D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258D3" w:rsidRPr="00E258D3" w:rsidRDefault="00E258D3" w:rsidP="00E258D3">
          <w:pPr>
            <w:jc w:val="left"/>
            <w:rPr>
              <w:rFonts w:eastAsia="Verdana" w:cs="Verdana"/>
              <w:b/>
              <w:szCs w:val="18"/>
            </w:rPr>
          </w:pPr>
          <w:r w:rsidRPr="00E258D3">
            <w:rPr>
              <w:rFonts w:eastAsia="Verdana" w:cs="Verdana"/>
              <w:color w:val="FF0000"/>
              <w:szCs w:val="18"/>
            </w:rPr>
            <w:t>(17</w:t>
          </w:r>
          <w:r w:rsidRPr="00E258D3">
            <w:rPr>
              <w:rFonts w:eastAsia="Verdana" w:cs="Verdana"/>
              <w:color w:val="FF0000"/>
              <w:szCs w:val="18"/>
            </w:rPr>
            <w:noBreakHyphen/>
          </w:r>
          <w:r w:rsidR="00C66D35">
            <w:rPr>
              <w:rFonts w:eastAsia="Verdana" w:cs="Verdana"/>
              <w:color w:val="FF0000"/>
              <w:szCs w:val="18"/>
            </w:rPr>
            <w:t>3774</w:t>
          </w:r>
          <w:r w:rsidRPr="00E258D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258D3" w:rsidRPr="00E258D3" w:rsidRDefault="00E258D3" w:rsidP="00C66D35">
          <w:pPr>
            <w:jc w:val="right"/>
            <w:rPr>
              <w:rFonts w:eastAsia="Verdana" w:cs="Verdana"/>
              <w:szCs w:val="18"/>
            </w:rPr>
          </w:pPr>
          <w:r w:rsidRPr="00E258D3">
            <w:rPr>
              <w:rFonts w:eastAsia="Verdana" w:cs="Verdana"/>
              <w:szCs w:val="18"/>
            </w:rPr>
            <w:t xml:space="preserve">Página: </w:t>
          </w:r>
          <w:r w:rsidRPr="00E258D3">
            <w:rPr>
              <w:rFonts w:eastAsia="Verdana" w:cs="Verdana"/>
              <w:szCs w:val="18"/>
            </w:rPr>
            <w:fldChar w:fldCharType="begin"/>
          </w:r>
          <w:r w:rsidRPr="00E258D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258D3">
            <w:rPr>
              <w:rFonts w:eastAsia="Verdana" w:cs="Verdana"/>
              <w:szCs w:val="18"/>
            </w:rPr>
            <w:fldChar w:fldCharType="separate"/>
          </w:r>
          <w:r w:rsidR="00EB30DB">
            <w:rPr>
              <w:rFonts w:eastAsia="Verdana" w:cs="Verdana"/>
              <w:noProof/>
              <w:szCs w:val="18"/>
            </w:rPr>
            <w:t>1</w:t>
          </w:r>
          <w:r w:rsidRPr="00E258D3">
            <w:rPr>
              <w:rFonts w:eastAsia="Verdana" w:cs="Verdana"/>
              <w:szCs w:val="18"/>
            </w:rPr>
            <w:fldChar w:fldCharType="end"/>
          </w:r>
          <w:r w:rsidRPr="00E258D3">
            <w:rPr>
              <w:rFonts w:eastAsia="Verdana" w:cs="Verdana"/>
              <w:szCs w:val="18"/>
            </w:rPr>
            <w:t>/</w:t>
          </w:r>
          <w:r w:rsidR="00C66D35">
            <w:rPr>
              <w:rFonts w:eastAsia="Verdana" w:cs="Verdana"/>
              <w:szCs w:val="18"/>
            </w:rPr>
            <w:t>108</w:t>
          </w:r>
        </w:p>
      </w:tc>
    </w:tr>
    <w:tr w:rsidR="00E258D3" w:rsidRPr="00E258D3" w:rsidTr="00E258D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258D3" w:rsidRPr="00E258D3" w:rsidRDefault="00E258D3" w:rsidP="00E258D3">
          <w:pPr>
            <w:jc w:val="left"/>
            <w:rPr>
              <w:rFonts w:eastAsia="Verdana" w:cs="Verdana"/>
              <w:szCs w:val="18"/>
            </w:rPr>
          </w:pPr>
          <w:r w:rsidRPr="00E258D3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258D3" w:rsidRPr="00E258D3" w:rsidRDefault="00E258D3" w:rsidP="00E258D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E258D3" w:rsidRDefault="00DD3251" w:rsidP="00E258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A782E"/>
    <w:rsid w:val="001D17C6"/>
    <w:rsid w:val="001F0E46"/>
    <w:rsid w:val="00201B35"/>
    <w:rsid w:val="002044E7"/>
    <w:rsid w:val="00232D3D"/>
    <w:rsid w:val="00235A41"/>
    <w:rsid w:val="00277B7F"/>
    <w:rsid w:val="002822B7"/>
    <w:rsid w:val="002936EE"/>
    <w:rsid w:val="002B6F10"/>
    <w:rsid w:val="002E4915"/>
    <w:rsid w:val="003150EC"/>
    <w:rsid w:val="003353F3"/>
    <w:rsid w:val="003679D1"/>
    <w:rsid w:val="003C782B"/>
    <w:rsid w:val="00416766"/>
    <w:rsid w:val="0045427C"/>
    <w:rsid w:val="00486743"/>
    <w:rsid w:val="004C111D"/>
    <w:rsid w:val="004C6B52"/>
    <w:rsid w:val="004D77CC"/>
    <w:rsid w:val="00511B87"/>
    <w:rsid w:val="0053054E"/>
    <w:rsid w:val="0054324E"/>
    <w:rsid w:val="005A5118"/>
    <w:rsid w:val="005D7F15"/>
    <w:rsid w:val="005E5074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E5A08"/>
    <w:rsid w:val="006F698E"/>
    <w:rsid w:val="00706062"/>
    <w:rsid w:val="00741A59"/>
    <w:rsid w:val="00787435"/>
    <w:rsid w:val="007901E1"/>
    <w:rsid w:val="007F12D8"/>
    <w:rsid w:val="00801677"/>
    <w:rsid w:val="0085335B"/>
    <w:rsid w:val="008547F3"/>
    <w:rsid w:val="00886260"/>
    <w:rsid w:val="008C7C88"/>
    <w:rsid w:val="008D6237"/>
    <w:rsid w:val="00911F8C"/>
    <w:rsid w:val="00930FF5"/>
    <w:rsid w:val="00941DBC"/>
    <w:rsid w:val="00951560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61F9C"/>
    <w:rsid w:val="00B84803"/>
    <w:rsid w:val="00B97CA9"/>
    <w:rsid w:val="00BA13E3"/>
    <w:rsid w:val="00BA4A4F"/>
    <w:rsid w:val="00BB2EF6"/>
    <w:rsid w:val="00BE389F"/>
    <w:rsid w:val="00C0493F"/>
    <w:rsid w:val="00C14287"/>
    <w:rsid w:val="00C17E88"/>
    <w:rsid w:val="00C66D35"/>
    <w:rsid w:val="00C82C21"/>
    <w:rsid w:val="00C96958"/>
    <w:rsid w:val="00CB026C"/>
    <w:rsid w:val="00CC1046"/>
    <w:rsid w:val="00CE12AE"/>
    <w:rsid w:val="00CF282F"/>
    <w:rsid w:val="00D03C46"/>
    <w:rsid w:val="00D07722"/>
    <w:rsid w:val="00D52765"/>
    <w:rsid w:val="00D7090F"/>
    <w:rsid w:val="00DC5D24"/>
    <w:rsid w:val="00DC780E"/>
    <w:rsid w:val="00DD1EC8"/>
    <w:rsid w:val="00DD3251"/>
    <w:rsid w:val="00DE77E4"/>
    <w:rsid w:val="00DF1D01"/>
    <w:rsid w:val="00DF682F"/>
    <w:rsid w:val="00E0756A"/>
    <w:rsid w:val="00E113CC"/>
    <w:rsid w:val="00E258D3"/>
    <w:rsid w:val="00E366B1"/>
    <w:rsid w:val="00EB30DB"/>
    <w:rsid w:val="00EC1DC7"/>
    <w:rsid w:val="00EE36EC"/>
    <w:rsid w:val="00F040E3"/>
    <w:rsid w:val="00F10C54"/>
    <w:rsid w:val="00F10D0E"/>
    <w:rsid w:val="00F12DF1"/>
    <w:rsid w:val="00F144F6"/>
    <w:rsid w:val="00F20547"/>
    <w:rsid w:val="00F30099"/>
    <w:rsid w:val="00F34BF0"/>
    <w:rsid w:val="00F426A9"/>
    <w:rsid w:val="00FA0A5E"/>
    <w:rsid w:val="00FA1A6A"/>
    <w:rsid w:val="00FB20D2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E258D3"/>
    <w:rPr>
      <w:lang w:val="es-ES"/>
    </w:rPr>
  </w:style>
  <w:style w:type="table" w:default="1" w:styleId="TableNormal">
    <w:name w:val="Normal Table"/>
    <w:rsid w:val="00BE389F"/>
    <w:rPr>
      <w:lang w:val="es-E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58D3"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5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E258D3"/>
    <w:rPr>
      <w:lang w:val="es-ES"/>
    </w:rPr>
  </w:style>
  <w:style w:type="table" w:default="1" w:styleId="TableNormal">
    <w:name w:val="Normal Table"/>
    <w:rsid w:val="00BE389F"/>
    <w:rPr>
      <w:lang w:val="es-E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58D3"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5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sk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LinksUpToDate>false</LinksUpToDate>
  <CharactersWithSpaces>975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1</cp:revision>
  <cp:lastPrinted>2017-07-14T10:28:00Z</cp:lastPrinted>
  <dcterms:created xsi:type="dcterms:W3CDTF">2017-07-14T13:29:00Z</dcterms:created>
  <dcterms:modified xsi:type="dcterms:W3CDTF">2017-07-14T13:29:00Z</dcterms:modified>
</cp:coreProperties>
</file>